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FF359E">
      <w:pPr>
        <w:autoSpaceDE w:val="0"/>
        <w:autoSpaceDN w:val="0"/>
        <w:adjustRightInd w:val="0"/>
        <w:jc w:val="center"/>
        <w:rPr>
          <w:sz w:val="36"/>
          <w:szCs w:val="36"/>
        </w:rPr>
      </w:pPr>
      <w:r w:rsidRPr="00135B51">
        <w:rPr>
          <w:sz w:val="36"/>
          <w:szCs w:val="36"/>
        </w:rPr>
        <w:t xml:space="preserve">Муниципальная программа </w:t>
      </w:r>
    </w:p>
    <w:p w:rsidR="00FF359E" w:rsidRPr="00135B51" w:rsidRDefault="00FF359E" w:rsidP="00FF359E">
      <w:pPr>
        <w:tabs>
          <w:tab w:val="center" w:pos="4677"/>
          <w:tab w:val="left" w:pos="7140"/>
        </w:tabs>
        <w:autoSpaceDE w:val="0"/>
        <w:autoSpaceDN w:val="0"/>
        <w:adjustRightInd w:val="0"/>
        <w:rPr>
          <w:sz w:val="36"/>
          <w:szCs w:val="36"/>
        </w:rPr>
      </w:pPr>
      <w:r w:rsidRPr="00135B51">
        <w:rPr>
          <w:sz w:val="36"/>
          <w:szCs w:val="36"/>
        </w:rPr>
        <w:tab/>
        <w:t>муниципального образования</w:t>
      </w:r>
    </w:p>
    <w:p w:rsidR="00FF359E" w:rsidRPr="00135B51" w:rsidRDefault="00FF359E" w:rsidP="00FF359E">
      <w:pPr>
        <w:jc w:val="center"/>
        <w:rPr>
          <w:sz w:val="36"/>
          <w:szCs w:val="36"/>
        </w:rPr>
      </w:pPr>
      <w:r w:rsidRPr="00135B51">
        <w:rPr>
          <w:sz w:val="36"/>
          <w:szCs w:val="36"/>
        </w:rPr>
        <w:t>«Рамешковский район» Тверской области</w:t>
      </w:r>
    </w:p>
    <w:p w:rsidR="00FF359E" w:rsidRPr="00135B51" w:rsidRDefault="00FF359E" w:rsidP="00FF359E">
      <w:pPr>
        <w:jc w:val="center"/>
        <w:rPr>
          <w:sz w:val="36"/>
          <w:szCs w:val="36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FF359E">
      <w:pPr>
        <w:tabs>
          <w:tab w:val="center" w:pos="4677"/>
          <w:tab w:val="left" w:pos="7140"/>
        </w:tabs>
        <w:autoSpaceDE w:val="0"/>
        <w:autoSpaceDN w:val="0"/>
        <w:adjustRightInd w:val="0"/>
        <w:spacing w:line="276" w:lineRule="auto"/>
        <w:jc w:val="center"/>
        <w:rPr>
          <w:sz w:val="36"/>
          <w:szCs w:val="36"/>
        </w:rPr>
      </w:pPr>
      <w:r w:rsidRPr="00135B51">
        <w:rPr>
          <w:sz w:val="36"/>
          <w:szCs w:val="36"/>
        </w:rPr>
        <w:t>Развитие жилищно-коммунальной инфраструктуры,                                         обеспечение энергосбережения в целях повышения  энергетической эффективности</w:t>
      </w:r>
    </w:p>
    <w:p w:rsidR="00FF359E" w:rsidRPr="00135B51" w:rsidRDefault="00FF359E" w:rsidP="00FF359E">
      <w:pPr>
        <w:tabs>
          <w:tab w:val="center" w:pos="4677"/>
          <w:tab w:val="left" w:pos="7140"/>
        </w:tabs>
        <w:autoSpaceDE w:val="0"/>
        <w:autoSpaceDN w:val="0"/>
        <w:adjustRightInd w:val="0"/>
        <w:spacing w:line="276" w:lineRule="auto"/>
        <w:rPr>
          <w:sz w:val="36"/>
          <w:szCs w:val="36"/>
        </w:rPr>
      </w:pPr>
      <w:r w:rsidRPr="00135B51">
        <w:rPr>
          <w:sz w:val="36"/>
          <w:szCs w:val="36"/>
        </w:rPr>
        <w:t xml:space="preserve">                                 на 20</w:t>
      </w:r>
      <w:r w:rsidR="008D636D" w:rsidRPr="00135B51">
        <w:rPr>
          <w:sz w:val="36"/>
          <w:szCs w:val="36"/>
        </w:rPr>
        <w:t>21</w:t>
      </w:r>
      <w:r w:rsidRPr="00135B51">
        <w:rPr>
          <w:sz w:val="36"/>
          <w:szCs w:val="36"/>
        </w:rPr>
        <w:t>-202</w:t>
      </w:r>
      <w:r w:rsidR="008D636D" w:rsidRPr="00135B51">
        <w:rPr>
          <w:sz w:val="36"/>
          <w:szCs w:val="36"/>
        </w:rPr>
        <w:t>3</w:t>
      </w:r>
      <w:r w:rsidRPr="00135B51">
        <w:rPr>
          <w:sz w:val="36"/>
          <w:szCs w:val="36"/>
        </w:rPr>
        <w:t xml:space="preserve"> годы</w:t>
      </w: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FF359E">
      <w:pPr>
        <w:ind w:left="3402"/>
        <w:rPr>
          <w:sz w:val="32"/>
          <w:szCs w:val="32"/>
        </w:rPr>
      </w:pPr>
      <w:r w:rsidRPr="00135B51">
        <w:rPr>
          <w:sz w:val="32"/>
          <w:szCs w:val="32"/>
        </w:rPr>
        <w:t>Рамешки 20</w:t>
      </w:r>
      <w:r w:rsidR="006604B3">
        <w:rPr>
          <w:sz w:val="32"/>
          <w:szCs w:val="32"/>
        </w:rPr>
        <w:t>21</w:t>
      </w:r>
      <w:r w:rsidRPr="00135B51">
        <w:rPr>
          <w:sz w:val="32"/>
          <w:szCs w:val="32"/>
        </w:rPr>
        <w:t>г</w:t>
      </w:r>
    </w:p>
    <w:p w:rsidR="0081040F" w:rsidRPr="00135B51" w:rsidRDefault="0081040F" w:rsidP="00FF359E">
      <w:pPr>
        <w:ind w:left="3402"/>
        <w:rPr>
          <w:sz w:val="32"/>
          <w:szCs w:val="32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490436" w:rsidRPr="00135B51" w:rsidRDefault="00490436" w:rsidP="00E81E6E">
      <w:pPr>
        <w:ind w:left="4680"/>
        <w:rPr>
          <w:sz w:val="28"/>
          <w:szCs w:val="28"/>
        </w:rPr>
      </w:pPr>
      <w:r w:rsidRPr="00135B51">
        <w:rPr>
          <w:sz w:val="28"/>
          <w:szCs w:val="28"/>
        </w:rPr>
        <w:t xml:space="preserve">Приложение </w:t>
      </w:r>
    </w:p>
    <w:p w:rsidR="00490436" w:rsidRPr="00135B51" w:rsidRDefault="00490436" w:rsidP="00E81E6E">
      <w:pPr>
        <w:ind w:left="4680"/>
        <w:rPr>
          <w:sz w:val="28"/>
          <w:szCs w:val="28"/>
        </w:rPr>
      </w:pPr>
      <w:r w:rsidRPr="00135B51">
        <w:rPr>
          <w:sz w:val="28"/>
          <w:szCs w:val="28"/>
        </w:rPr>
        <w:t xml:space="preserve">к постановлению администрации Рамешковского района </w:t>
      </w:r>
    </w:p>
    <w:p w:rsidR="00490436" w:rsidRPr="00135B51" w:rsidRDefault="00CB3A0A" w:rsidP="00E81E6E">
      <w:pPr>
        <w:ind w:left="4680"/>
        <w:rPr>
          <w:sz w:val="28"/>
          <w:szCs w:val="28"/>
        </w:rPr>
      </w:pPr>
      <w:r w:rsidRPr="00135B51">
        <w:rPr>
          <w:sz w:val="28"/>
          <w:szCs w:val="28"/>
        </w:rPr>
        <w:t>от</w:t>
      </w:r>
      <w:r w:rsidR="00EA008D">
        <w:rPr>
          <w:sz w:val="28"/>
          <w:szCs w:val="28"/>
        </w:rPr>
        <w:t xml:space="preserve"> 7 </w:t>
      </w:r>
      <w:r w:rsidR="006604B3">
        <w:rPr>
          <w:sz w:val="28"/>
          <w:szCs w:val="28"/>
        </w:rPr>
        <w:t>апреля</w:t>
      </w:r>
      <w:r w:rsidR="0081040F" w:rsidRPr="00135B51">
        <w:rPr>
          <w:sz w:val="28"/>
          <w:szCs w:val="28"/>
        </w:rPr>
        <w:t xml:space="preserve"> </w:t>
      </w:r>
      <w:r w:rsidRPr="00135B51">
        <w:rPr>
          <w:sz w:val="28"/>
          <w:szCs w:val="28"/>
        </w:rPr>
        <w:t xml:space="preserve"> 20</w:t>
      </w:r>
      <w:r w:rsidR="006604B3">
        <w:rPr>
          <w:sz w:val="28"/>
          <w:szCs w:val="28"/>
        </w:rPr>
        <w:t>21</w:t>
      </w:r>
      <w:r w:rsidRPr="00135B51">
        <w:rPr>
          <w:sz w:val="28"/>
          <w:szCs w:val="28"/>
        </w:rPr>
        <w:t>г. №</w:t>
      </w:r>
      <w:r w:rsidR="00EA008D">
        <w:rPr>
          <w:sz w:val="28"/>
          <w:szCs w:val="28"/>
        </w:rPr>
        <w:t>58-</w:t>
      </w:r>
      <w:r w:rsidRPr="00135B51">
        <w:rPr>
          <w:sz w:val="28"/>
          <w:szCs w:val="28"/>
        </w:rPr>
        <w:t>па</w:t>
      </w:r>
      <w:r w:rsidR="00490436" w:rsidRPr="00135B51">
        <w:rPr>
          <w:sz w:val="28"/>
          <w:szCs w:val="28"/>
        </w:rPr>
        <w:t xml:space="preserve">              </w:t>
      </w:r>
    </w:p>
    <w:p w:rsidR="00490436" w:rsidRPr="00135B51" w:rsidRDefault="00490436" w:rsidP="00E81E6E">
      <w:pPr>
        <w:ind w:left="4680"/>
        <w:rPr>
          <w:sz w:val="28"/>
          <w:szCs w:val="28"/>
        </w:rPr>
      </w:pPr>
    </w:p>
    <w:p w:rsidR="00490436" w:rsidRPr="00135B51" w:rsidRDefault="00490436" w:rsidP="00E81E6E">
      <w:pPr>
        <w:ind w:left="4680"/>
        <w:rPr>
          <w:sz w:val="28"/>
          <w:szCs w:val="28"/>
        </w:rPr>
      </w:pPr>
    </w:p>
    <w:p w:rsidR="00490436" w:rsidRPr="00135B51" w:rsidRDefault="00490436" w:rsidP="00E81E6E">
      <w:pPr>
        <w:rPr>
          <w:sz w:val="28"/>
          <w:szCs w:val="28"/>
        </w:rPr>
      </w:pPr>
    </w:p>
    <w:p w:rsidR="00490436" w:rsidRPr="00135B51" w:rsidRDefault="00490436" w:rsidP="00E81E6E">
      <w:pPr>
        <w:rPr>
          <w:sz w:val="28"/>
          <w:szCs w:val="28"/>
        </w:rPr>
      </w:pPr>
    </w:p>
    <w:p w:rsidR="00490436" w:rsidRPr="00135B51" w:rsidRDefault="00490436" w:rsidP="00E81E6E">
      <w:pPr>
        <w:rPr>
          <w:sz w:val="28"/>
          <w:szCs w:val="28"/>
        </w:rPr>
      </w:pPr>
    </w:p>
    <w:p w:rsidR="00490436" w:rsidRPr="00135B51" w:rsidRDefault="00490436" w:rsidP="00E81E6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90436" w:rsidRPr="00135B51" w:rsidRDefault="00490436" w:rsidP="00E81E6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47EDB" w:rsidRPr="00B40CA3" w:rsidRDefault="00A47EDB" w:rsidP="00A47ED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40CA3">
        <w:rPr>
          <w:b/>
          <w:sz w:val="28"/>
          <w:szCs w:val="28"/>
        </w:rPr>
        <w:t>Паспорт</w:t>
      </w:r>
    </w:p>
    <w:p w:rsidR="00A47EDB" w:rsidRPr="00B40CA3" w:rsidRDefault="00A47EDB" w:rsidP="00A47ED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40CA3">
        <w:rPr>
          <w:b/>
          <w:sz w:val="28"/>
          <w:szCs w:val="28"/>
        </w:rPr>
        <w:t xml:space="preserve">муниципальной программы </w:t>
      </w:r>
    </w:p>
    <w:p w:rsidR="00A47EDB" w:rsidRPr="00B40CA3" w:rsidRDefault="00A47EDB" w:rsidP="00A47EDB">
      <w:pPr>
        <w:tabs>
          <w:tab w:val="center" w:pos="4677"/>
          <w:tab w:val="left" w:pos="7140"/>
        </w:tabs>
        <w:autoSpaceDE w:val="0"/>
        <w:autoSpaceDN w:val="0"/>
        <w:adjustRightInd w:val="0"/>
        <w:rPr>
          <w:b/>
          <w:sz w:val="28"/>
          <w:szCs w:val="28"/>
        </w:rPr>
      </w:pPr>
      <w:r w:rsidRPr="00B40CA3">
        <w:rPr>
          <w:b/>
          <w:sz w:val="28"/>
          <w:szCs w:val="28"/>
        </w:rPr>
        <w:tab/>
        <w:t>муниципального образования</w:t>
      </w:r>
    </w:p>
    <w:p w:rsidR="00A47EDB" w:rsidRPr="00B40CA3" w:rsidRDefault="00A47EDB" w:rsidP="00A47EDB">
      <w:pPr>
        <w:jc w:val="center"/>
        <w:rPr>
          <w:b/>
          <w:sz w:val="28"/>
          <w:szCs w:val="28"/>
        </w:rPr>
      </w:pPr>
      <w:r w:rsidRPr="00B40CA3">
        <w:rPr>
          <w:b/>
          <w:sz w:val="28"/>
          <w:szCs w:val="28"/>
        </w:rPr>
        <w:t>«Рамешковский район» Тверской области</w:t>
      </w:r>
    </w:p>
    <w:p w:rsidR="00A47EDB" w:rsidRPr="00135B51" w:rsidRDefault="00A47EDB" w:rsidP="00A47ED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/>
      </w:tblPr>
      <w:tblGrid>
        <w:gridCol w:w="3393"/>
        <w:gridCol w:w="6101"/>
      </w:tblGrid>
      <w:tr w:rsidR="00A47EDB" w:rsidRPr="00135B51" w:rsidTr="00A47EDB">
        <w:trPr>
          <w:cantSplit/>
          <w:trHeight w:val="240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EDB" w:rsidRPr="00135B51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 </w:t>
            </w:r>
          </w:p>
        </w:tc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EDB" w:rsidRPr="00135B51" w:rsidRDefault="00A47EDB">
            <w:pPr>
              <w:tabs>
                <w:tab w:val="center" w:pos="4677"/>
                <w:tab w:val="left" w:pos="714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135B51">
              <w:rPr>
                <w:sz w:val="28"/>
                <w:szCs w:val="28"/>
              </w:rPr>
              <w:t>«Развитие жилищно-коммунальной инфраструктуры, обеспечение энергосбережения в целях повышения энергетической эффективности</w:t>
            </w:r>
          </w:p>
          <w:p w:rsidR="00A47EDB" w:rsidRPr="00135B51" w:rsidRDefault="00A47EDB" w:rsidP="008D636D">
            <w:pPr>
              <w:tabs>
                <w:tab w:val="center" w:pos="4677"/>
                <w:tab w:val="left" w:pos="714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135B51">
              <w:rPr>
                <w:sz w:val="28"/>
                <w:szCs w:val="28"/>
              </w:rPr>
              <w:t>на 20</w:t>
            </w:r>
            <w:r w:rsidR="009E398F" w:rsidRPr="00135B51">
              <w:rPr>
                <w:sz w:val="28"/>
                <w:szCs w:val="28"/>
              </w:rPr>
              <w:t>2</w:t>
            </w:r>
            <w:r w:rsidR="008D636D" w:rsidRPr="00135B51">
              <w:rPr>
                <w:sz w:val="28"/>
                <w:szCs w:val="28"/>
              </w:rPr>
              <w:t>1</w:t>
            </w:r>
            <w:r w:rsidRPr="00135B51">
              <w:rPr>
                <w:sz w:val="28"/>
                <w:szCs w:val="28"/>
              </w:rPr>
              <w:t>-20</w:t>
            </w:r>
            <w:r w:rsidR="00F76D53" w:rsidRPr="00135B51">
              <w:rPr>
                <w:sz w:val="28"/>
                <w:szCs w:val="28"/>
              </w:rPr>
              <w:t>2</w:t>
            </w:r>
            <w:r w:rsidR="008D636D" w:rsidRPr="00135B51">
              <w:rPr>
                <w:sz w:val="28"/>
                <w:szCs w:val="28"/>
              </w:rPr>
              <w:t>3</w:t>
            </w:r>
            <w:r w:rsidR="008C53AA" w:rsidRPr="00135B51">
              <w:rPr>
                <w:sz w:val="28"/>
                <w:szCs w:val="28"/>
              </w:rPr>
              <w:t xml:space="preserve"> годы</w:t>
            </w:r>
            <w:r w:rsidRPr="00135B51">
              <w:rPr>
                <w:sz w:val="28"/>
                <w:szCs w:val="28"/>
              </w:rPr>
              <w:t>»</w:t>
            </w:r>
          </w:p>
        </w:tc>
      </w:tr>
      <w:tr w:rsidR="00A47EDB" w:rsidRPr="00135B51" w:rsidTr="00A47EDB">
        <w:trPr>
          <w:cantSplit/>
          <w:trHeight w:val="360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EDB" w:rsidRPr="00135B51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Администратор муниципальной программы </w:t>
            </w:r>
          </w:p>
        </w:tc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EDB" w:rsidRPr="00135B51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Администрация Рамешковского района</w:t>
            </w:r>
          </w:p>
        </w:tc>
      </w:tr>
      <w:tr w:rsidR="00A47EDB" w:rsidRPr="00135B51" w:rsidTr="00A47EDB">
        <w:trPr>
          <w:cantSplit/>
          <w:trHeight w:val="240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EDB" w:rsidRPr="00135B51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Исполнители муниципальной программы </w:t>
            </w:r>
          </w:p>
        </w:tc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EDB" w:rsidRPr="00135B51" w:rsidRDefault="00A47EDB" w:rsidP="008D63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Отдел </w:t>
            </w:r>
            <w:r w:rsidR="008D636D" w:rsidRPr="00135B51">
              <w:rPr>
                <w:rFonts w:ascii="Times New Roman" w:hAnsi="Times New Roman" w:cs="Times New Roman"/>
                <w:sz w:val="28"/>
                <w:szCs w:val="28"/>
              </w:rPr>
              <w:t>строительства и</w:t>
            </w: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636D" w:rsidRPr="00135B51">
              <w:rPr>
                <w:rFonts w:ascii="Times New Roman" w:hAnsi="Times New Roman" w:cs="Times New Roman"/>
                <w:sz w:val="28"/>
                <w:szCs w:val="28"/>
              </w:rPr>
              <w:t>архитектуры</w:t>
            </w:r>
            <w:r w:rsidR="00E53E05"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Рамешковского района</w:t>
            </w:r>
          </w:p>
        </w:tc>
      </w:tr>
      <w:tr w:rsidR="00A47EDB" w:rsidRPr="00135B51" w:rsidTr="00A47EDB">
        <w:trPr>
          <w:cantSplit/>
          <w:trHeight w:val="336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EDB" w:rsidRPr="00135B51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Срок реализации муниципальной программы</w:t>
            </w:r>
          </w:p>
        </w:tc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EDB" w:rsidRPr="00135B51" w:rsidRDefault="00A47EDB" w:rsidP="009E398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D636D" w:rsidRPr="00135B51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="00F76D53" w:rsidRPr="00135B5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D636D" w:rsidRPr="00135B5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53E05"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</w:tr>
      <w:tr w:rsidR="00A47EDB" w:rsidRPr="00135B51" w:rsidTr="00A47EDB">
        <w:trPr>
          <w:cantSplit/>
          <w:trHeight w:val="240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EDB" w:rsidRPr="00135B51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EDB" w:rsidRPr="00135B51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Обеспечение развития жилищно-коммунального и газового хозяйства и повышение энергетической эффективности использования энергетических и коммунальных ресурсов в Рамешковском районе</w:t>
            </w:r>
          </w:p>
        </w:tc>
      </w:tr>
      <w:tr w:rsidR="00A47EDB" w:rsidRPr="00135B51" w:rsidTr="00A47EDB">
        <w:trPr>
          <w:cantSplit/>
          <w:trHeight w:val="240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EDB" w:rsidRPr="00135B51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Подпрограммы </w:t>
            </w:r>
          </w:p>
        </w:tc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EDB" w:rsidRPr="00135B51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Подпрограмма 1: «Обеспечение развития системы жилищно-коммунального и газового хозяйства»</w:t>
            </w:r>
          </w:p>
          <w:p w:rsidR="00A47EDB" w:rsidRPr="00135B51" w:rsidRDefault="00A47EDB" w:rsidP="00B71FC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Подпрограмма 2: «Обеспечение и повышение энергетической эффективности</w:t>
            </w:r>
            <w:r w:rsidR="00B71FC6"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 в бюджетной сфере</w:t>
            </w: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47EDB" w:rsidRPr="00135B51" w:rsidTr="00A47EDB">
        <w:trPr>
          <w:cantSplit/>
          <w:trHeight w:val="529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EDB" w:rsidRPr="00135B51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018F" w:rsidRPr="00135B51" w:rsidRDefault="0084018F" w:rsidP="0084018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</w:rPr>
              <w:t>1.Повышение уровня газификации района.</w:t>
            </w:r>
          </w:p>
          <w:p w:rsidR="00A47EDB" w:rsidRPr="00135B51" w:rsidRDefault="0084018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47EDB"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6F2B4D" w:rsidRPr="00135B51">
              <w:rPr>
                <w:rFonts w:ascii="Times New Roman" w:hAnsi="Times New Roman" w:cs="Times New Roman"/>
                <w:sz w:val="28"/>
                <w:szCs w:val="28"/>
              </w:rPr>
              <w:t>Модернизация объектов коммунального комплекса</w:t>
            </w:r>
          </w:p>
          <w:p w:rsidR="00A47EDB" w:rsidRPr="00135B51" w:rsidRDefault="0084018F" w:rsidP="006F2B4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135B51">
              <w:rPr>
                <w:rFonts w:ascii="Times New Roman" w:hAnsi="Times New Roman" w:cs="Times New Roman"/>
                <w:sz w:val="28"/>
              </w:rPr>
              <w:t>3</w:t>
            </w:r>
            <w:r w:rsidR="00A47EDB" w:rsidRPr="00135B51">
              <w:rPr>
                <w:rFonts w:ascii="Times New Roman" w:hAnsi="Times New Roman" w:cs="Times New Roman"/>
                <w:sz w:val="28"/>
              </w:rPr>
              <w:t>.</w:t>
            </w:r>
            <w:r w:rsidR="006F2B4D" w:rsidRPr="00135B51">
              <w:rPr>
                <w:rFonts w:ascii="Times New Roman" w:hAnsi="Times New Roman" w:cs="Times New Roman"/>
                <w:sz w:val="28"/>
              </w:rPr>
              <w:t>Информированность населения о ходе реализации программы.</w:t>
            </w:r>
          </w:p>
          <w:p w:rsidR="00A3205C" w:rsidRPr="00135B51" w:rsidRDefault="0031613C" w:rsidP="009E398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</w:rPr>
              <w:t>4</w:t>
            </w:r>
            <w:r w:rsidR="00A3205C" w:rsidRPr="00135B51">
              <w:rPr>
                <w:rFonts w:ascii="Times New Roman" w:hAnsi="Times New Roman" w:cs="Times New Roman"/>
                <w:sz w:val="28"/>
              </w:rPr>
              <w:t>.</w:t>
            </w:r>
            <w:r w:rsidR="009E398F" w:rsidRPr="00135B51">
              <w:rPr>
                <w:rFonts w:ascii="Times New Roman" w:hAnsi="Times New Roman" w:cs="Times New Roman"/>
                <w:sz w:val="28"/>
              </w:rPr>
              <w:t>Экономия энергоресурсов</w:t>
            </w:r>
          </w:p>
        </w:tc>
      </w:tr>
      <w:tr w:rsidR="00A47EDB" w:rsidRPr="00135B51" w:rsidTr="00A47EDB">
        <w:trPr>
          <w:cantSplit/>
          <w:trHeight w:val="4093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EDB" w:rsidRPr="00135B51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муниципальной программы по годам ее реализации  в разрезе подпрограмм</w:t>
            </w:r>
          </w:p>
        </w:tc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EDB" w:rsidRPr="00135B51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– </w:t>
            </w:r>
            <w:r w:rsidR="006604B3">
              <w:rPr>
                <w:rFonts w:ascii="Times New Roman" w:hAnsi="Times New Roman" w:cs="Times New Roman"/>
                <w:sz w:val="28"/>
                <w:szCs w:val="28"/>
              </w:rPr>
              <w:t>83522,0</w:t>
            </w: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годам:</w:t>
            </w:r>
          </w:p>
          <w:p w:rsidR="00A47EDB" w:rsidRPr="00135B51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AE17FD" w:rsidRPr="00135B5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D636D" w:rsidRPr="00135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год- </w:t>
            </w:r>
            <w:r w:rsidR="006604B3">
              <w:rPr>
                <w:rFonts w:ascii="Times New Roman" w:hAnsi="Times New Roman" w:cs="Times New Roman"/>
                <w:sz w:val="28"/>
                <w:szCs w:val="28"/>
              </w:rPr>
              <w:t>77891,3</w:t>
            </w: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A47EDB" w:rsidRPr="00135B51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1613C" w:rsidRPr="00135B5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D636D" w:rsidRPr="00135B5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год- </w:t>
            </w:r>
            <w:r w:rsidR="006604B3">
              <w:rPr>
                <w:rFonts w:ascii="Times New Roman" w:hAnsi="Times New Roman" w:cs="Times New Roman"/>
                <w:sz w:val="28"/>
                <w:szCs w:val="28"/>
              </w:rPr>
              <w:t>5630,7</w:t>
            </w:r>
            <w:r w:rsidR="0031613C"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уб. </w:t>
            </w:r>
          </w:p>
          <w:p w:rsidR="00A47EDB" w:rsidRPr="00135B51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76D53" w:rsidRPr="00135B5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D636D" w:rsidRPr="00135B5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год- </w:t>
            </w:r>
            <w:r w:rsidR="0031613C"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0,0 </w:t>
            </w: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A47EDB" w:rsidRPr="00135B51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Подпрограмма 1: «Обеспечение развития системы жилищно-коммунального и газового хозяйства»</w:t>
            </w:r>
          </w:p>
          <w:p w:rsidR="00A47EDB" w:rsidRPr="00135B51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Всего – </w:t>
            </w:r>
            <w:r w:rsidR="006604B3">
              <w:rPr>
                <w:rFonts w:ascii="Times New Roman" w:hAnsi="Times New Roman" w:cs="Times New Roman"/>
                <w:sz w:val="28"/>
                <w:szCs w:val="28"/>
              </w:rPr>
              <w:t>83522,0</w:t>
            </w:r>
            <w:r w:rsidR="008D636D"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уб., в том числе по годам:</w:t>
            </w:r>
          </w:p>
          <w:p w:rsidR="008D636D" w:rsidRPr="00135B51" w:rsidRDefault="008D636D" w:rsidP="008D63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2021год- </w:t>
            </w:r>
            <w:r w:rsidR="006604B3">
              <w:rPr>
                <w:rFonts w:ascii="Times New Roman" w:hAnsi="Times New Roman" w:cs="Times New Roman"/>
                <w:sz w:val="28"/>
                <w:szCs w:val="28"/>
              </w:rPr>
              <w:t>77891,3</w:t>
            </w: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8D636D" w:rsidRPr="00135B51" w:rsidRDefault="008D636D" w:rsidP="008D63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2022год- </w:t>
            </w:r>
            <w:r w:rsidR="006604B3">
              <w:rPr>
                <w:rFonts w:ascii="Times New Roman" w:hAnsi="Times New Roman" w:cs="Times New Roman"/>
                <w:sz w:val="28"/>
                <w:szCs w:val="28"/>
              </w:rPr>
              <w:t>5630,7</w:t>
            </w: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уб. </w:t>
            </w:r>
          </w:p>
          <w:p w:rsidR="008D636D" w:rsidRPr="00135B51" w:rsidRDefault="008D636D" w:rsidP="008D63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2023год- 0,0 тыс</w:t>
            </w:r>
            <w:proofErr w:type="gramStart"/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B71FC6" w:rsidRPr="00135B51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2: </w:t>
            </w:r>
            <w:r w:rsidR="00B71FC6" w:rsidRPr="00135B51">
              <w:rPr>
                <w:rFonts w:ascii="Times New Roman" w:hAnsi="Times New Roman" w:cs="Times New Roman"/>
                <w:sz w:val="28"/>
                <w:szCs w:val="28"/>
              </w:rPr>
              <w:t>«Обеспечение и повышение энергетической эффективности в бюджетной сфере»</w:t>
            </w:r>
          </w:p>
          <w:p w:rsidR="00A47EDB" w:rsidRPr="00135B51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Всего -  0 тыс</w:t>
            </w:r>
            <w:proofErr w:type="gramStart"/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уб., в том числе по годам:</w:t>
            </w:r>
          </w:p>
          <w:p w:rsidR="00A47EDB" w:rsidRPr="00135B51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AE17FD" w:rsidRPr="00135B5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D636D" w:rsidRPr="00135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 год -0 тыс</w:t>
            </w:r>
            <w:proofErr w:type="gramStart"/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A47EDB" w:rsidRPr="00135B51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1613C" w:rsidRPr="00135B5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D636D" w:rsidRPr="00135B5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 год-0 тыс</w:t>
            </w:r>
            <w:proofErr w:type="gramStart"/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A47EDB" w:rsidRPr="00135B51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76D53" w:rsidRPr="00135B5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D636D" w:rsidRPr="00135B5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год-0 тыс</w:t>
            </w:r>
            <w:proofErr w:type="gramStart"/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A47EDB" w:rsidRPr="00135B51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</w:tbl>
    <w:p w:rsidR="00A47EDB" w:rsidRPr="00135B51" w:rsidRDefault="00A47EDB" w:rsidP="00A47EDB"/>
    <w:p w:rsidR="00A3205C" w:rsidRPr="00135B51" w:rsidRDefault="00A3205C" w:rsidP="005552CE">
      <w:pPr>
        <w:jc w:val="center"/>
        <w:rPr>
          <w:sz w:val="28"/>
          <w:szCs w:val="28"/>
        </w:rPr>
      </w:pPr>
    </w:p>
    <w:p w:rsidR="00490436" w:rsidRPr="00B40CA3" w:rsidRDefault="00490436" w:rsidP="005552CE">
      <w:pPr>
        <w:jc w:val="center"/>
        <w:rPr>
          <w:b/>
          <w:sz w:val="28"/>
          <w:szCs w:val="28"/>
        </w:rPr>
      </w:pPr>
      <w:r w:rsidRPr="00B40CA3">
        <w:rPr>
          <w:b/>
          <w:sz w:val="28"/>
          <w:szCs w:val="28"/>
        </w:rPr>
        <w:t xml:space="preserve">Раздел </w:t>
      </w:r>
      <w:r w:rsidRPr="00B40CA3">
        <w:rPr>
          <w:b/>
          <w:sz w:val="28"/>
          <w:szCs w:val="28"/>
          <w:lang w:val="en-US"/>
        </w:rPr>
        <w:t>I</w:t>
      </w:r>
    </w:p>
    <w:p w:rsidR="00490436" w:rsidRPr="00B40CA3" w:rsidRDefault="00490436" w:rsidP="005552CE">
      <w:pPr>
        <w:jc w:val="center"/>
        <w:rPr>
          <w:b/>
          <w:sz w:val="28"/>
          <w:szCs w:val="28"/>
        </w:rPr>
      </w:pPr>
      <w:r w:rsidRPr="00B40CA3">
        <w:rPr>
          <w:b/>
          <w:sz w:val="28"/>
          <w:szCs w:val="28"/>
        </w:rPr>
        <w:t>Общая характеристика сферы реализации муниципальной программы</w:t>
      </w:r>
    </w:p>
    <w:p w:rsidR="00490436" w:rsidRPr="00B40CA3" w:rsidRDefault="00490436" w:rsidP="005552C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490436" w:rsidRPr="00B40CA3" w:rsidRDefault="00490436" w:rsidP="005552C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0CA3">
        <w:rPr>
          <w:rFonts w:ascii="Times New Roman" w:hAnsi="Times New Roman" w:cs="Times New Roman"/>
          <w:b/>
          <w:sz w:val="28"/>
          <w:szCs w:val="28"/>
        </w:rPr>
        <w:t xml:space="preserve">Подраздел I </w:t>
      </w:r>
    </w:p>
    <w:p w:rsidR="00490436" w:rsidRPr="00B40CA3" w:rsidRDefault="00490436" w:rsidP="005552CE">
      <w:pPr>
        <w:jc w:val="center"/>
        <w:rPr>
          <w:b/>
          <w:sz w:val="28"/>
          <w:szCs w:val="28"/>
        </w:rPr>
      </w:pPr>
      <w:r w:rsidRPr="00B40CA3">
        <w:rPr>
          <w:b/>
          <w:sz w:val="28"/>
          <w:szCs w:val="28"/>
        </w:rPr>
        <w:t>Общая характеристика сферы реализации муниципальной программы и прогноз ее развития</w:t>
      </w:r>
    </w:p>
    <w:p w:rsidR="00490436" w:rsidRPr="00135B51" w:rsidRDefault="00490436" w:rsidP="005552CE">
      <w:pPr>
        <w:jc w:val="center"/>
        <w:rPr>
          <w:sz w:val="28"/>
          <w:szCs w:val="28"/>
        </w:rPr>
      </w:pPr>
    </w:p>
    <w:p w:rsidR="00490436" w:rsidRPr="00135B51" w:rsidRDefault="00490436" w:rsidP="00B40CA3">
      <w:pPr>
        <w:ind w:firstLine="567"/>
        <w:jc w:val="both"/>
        <w:rPr>
          <w:sz w:val="28"/>
          <w:szCs w:val="28"/>
        </w:rPr>
      </w:pPr>
      <w:r w:rsidRPr="00135B51">
        <w:rPr>
          <w:sz w:val="28"/>
          <w:szCs w:val="28"/>
        </w:rPr>
        <w:t xml:space="preserve">1.Жилищно-коммунальное хозяйство Рамешковского района Тверской области представляет собой комплекс систем жизнеобеспечения поселка Рамешки и сельских поселений Рамешковского района. Отрасль ЖКХ в настоящее время находится в кризисном состоянии из-за убыточности производства жилищно-коммунальных услуг по причине физического и морального износа технологического оборудования, несбалансированной ценовой политики, неэффективной системы управления, отсутствия конкурентной среды. </w:t>
      </w:r>
    </w:p>
    <w:p w:rsidR="00490436" w:rsidRPr="00B40CA3" w:rsidRDefault="00490436" w:rsidP="00B40CA3">
      <w:pPr>
        <w:pStyle w:val="ConsPlusNormal"/>
        <w:widowControl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0CA3"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 w:rsidRPr="00B40CA3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490436" w:rsidRPr="00B40CA3" w:rsidRDefault="00490436" w:rsidP="00B40CA3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0436" w:rsidRPr="00135B51" w:rsidRDefault="00490436" w:rsidP="00B40CA3">
      <w:pPr>
        <w:pStyle w:val="ConsPlusNormal"/>
        <w:widowControl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40CA3">
        <w:rPr>
          <w:rFonts w:ascii="Times New Roman" w:hAnsi="Times New Roman" w:cs="Times New Roman"/>
          <w:b/>
          <w:sz w:val="28"/>
          <w:szCs w:val="28"/>
          <w:lang w:eastAsia="en-US"/>
        </w:rPr>
        <w:t>Перечень основных проблем в сфере реализации муниципальной программы</w:t>
      </w:r>
    </w:p>
    <w:p w:rsidR="00490436" w:rsidRPr="00135B51" w:rsidRDefault="00490436" w:rsidP="00B40CA3">
      <w:pPr>
        <w:pStyle w:val="1"/>
        <w:spacing w:after="0"/>
        <w:ind w:firstLine="567"/>
        <w:jc w:val="both"/>
        <w:rPr>
          <w:b w:val="0"/>
          <w:bCs/>
          <w:iCs/>
          <w:sz w:val="28"/>
          <w:szCs w:val="28"/>
        </w:rPr>
      </w:pPr>
      <w:r w:rsidRPr="00135B51">
        <w:rPr>
          <w:b w:val="0"/>
          <w:bCs/>
          <w:iCs/>
          <w:sz w:val="28"/>
          <w:szCs w:val="28"/>
        </w:rPr>
        <w:t>2.</w:t>
      </w:r>
      <w:r w:rsidRPr="00135B51">
        <w:rPr>
          <w:b w:val="0"/>
          <w:color w:val="000000"/>
          <w:sz w:val="28"/>
          <w:szCs w:val="28"/>
        </w:rPr>
        <w:t xml:space="preserve">Основной проблемой в сфере жилищно-коммунального хозяйства района являются изрядно изношенные и морально устаревшие объекты коммунальной инфраструктуры. По причине этого идет сверхнормативный расход энергоресурсов, коэффициент полезного действия оборудования низок. </w:t>
      </w:r>
      <w:proofErr w:type="gramStart"/>
      <w:r w:rsidRPr="00135B51">
        <w:rPr>
          <w:b w:val="0"/>
          <w:color w:val="000000"/>
          <w:sz w:val="28"/>
          <w:szCs w:val="28"/>
        </w:rPr>
        <w:t>Все вышеперечисленное обусловило убыточность предприятий</w:t>
      </w:r>
      <w:r w:rsidR="008D636D" w:rsidRPr="00135B51">
        <w:rPr>
          <w:b w:val="0"/>
          <w:color w:val="000000"/>
          <w:sz w:val="28"/>
          <w:szCs w:val="28"/>
        </w:rPr>
        <w:t xml:space="preserve"> по некоторым показателям</w:t>
      </w:r>
      <w:r w:rsidRPr="00135B51">
        <w:rPr>
          <w:b w:val="0"/>
          <w:color w:val="000000"/>
          <w:sz w:val="28"/>
          <w:szCs w:val="28"/>
        </w:rPr>
        <w:t xml:space="preserve"> коммунального комплекса, т.е. доходы от реализации продукции по экономически-обоснованному тарифу не перекрывают себестоимость производства этой продукции, поэтому </w:t>
      </w:r>
      <w:r w:rsidR="00A3205C" w:rsidRPr="00135B51">
        <w:rPr>
          <w:b w:val="0"/>
          <w:color w:val="000000"/>
          <w:sz w:val="28"/>
          <w:szCs w:val="28"/>
        </w:rPr>
        <w:t>не хватает</w:t>
      </w:r>
      <w:r w:rsidRPr="00135B51">
        <w:rPr>
          <w:b w:val="0"/>
          <w:color w:val="000000"/>
          <w:sz w:val="28"/>
          <w:szCs w:val="28"/>
        </w:rPr>
        <w:t xml:space="preserve"> средств на проведение планово-предупредительных ремонтов, а в результате для поддержания коммунального комплекса в рабочем состоянии расходуется большой объем финансовых средств на аварийно-восстановительные работы. </w:t>
      </w:r>
      <w:proofErr w:type="gramEnd"/>
    </w:p>
    <w:p w:rsidR="00490436" w:rsidRPr="00135B51" w:rsidRDefault="00490436" w:rsidP="00FF359E">
      <w:pPr>
        <w:shd w:val="clear" w:color="auto" w:fill="FFFFFF"/>
        <w:ind w:left="94" w:right="36" w:firstLine="673"/>
        <w:jc w:val="both"/>
        <w:rPr>
          <w:color w:val="000000"/>
          <w:sz w:val="28"/>
          <w:szCs w:val="28"/>
        </w:rPr>
      </w:pPr>
      <w:r w:rsidRPr="00135B51">
        <w:rPr>
          <w:color w:val="000000"/>
          <w:sz w:val="28"/>
          <w:szCs w:val="28"/>
        </w:rPr>
        <w:t>Необходимость инвестиционных вливаний и оказания срочной бюджетной поддержки на модернизацию и переоснащение объектов инженерной инфраструктуры с использованием современных энергосберегающих технологий продиктована вышеперечисленными факторами и социальной направленностью рассматриваемой проблемы. Программа направлена и на решение таких проблем, как гарантированное перекрытие потребности района в теплоносителе и воде для обеспечения эффективного и качественного обеспечения потребителей коммунальными ресурсами, на минимизацию затрат на производство этих ресурсов и на обеспечение экологической безопасности в районе.</w:t>
      </w:r>
    </w:p>
    <w:p w:rsidR="00E7519C" w:rsidRPr="00135B51" w:rsidRDefault="00B40CA3" w:rsidP="00FF359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490436" w:rsidRPr="00135B51">
        <w:rPr>
          <w:sz w:val="28"/>
          <w:szCs w:val="28"/>
        </w:rPr>
        <w:t xml:space="preserve">По вопросам теплоснабжения основная проблема – убыточность котельных по причине </w:t>
      </w:r>
      <w:r w:rsidR="008D636D" w:rsidRPr="00135B51">
        <w:rPr>
          <w:sz w:val="28"/>
          <w:szCs w:val="28"/>
        </w:rPr>
        <w:t>изношенности оборудования</w:t>
      </w:r>
      <w:r w:rsidR="00490436" w:rsidRPr="00135B51">
        <w:rPr>
          <w:sz w:val="28"/>
          <w:szCs w:val="28"/>
        </w:rPr>
        <w:t xml:space="preserve">. Решить эту проблему может только уход от </w:t>
      </w:r>
      <w:r w:rsidR="00A3205C" w:rsidRPr="00135B51">
        <w:rPr>
          <w:sz w:val="28"/>
          <w:szCs w:val="28"/>
        </w:rPr>
        <w:t>работы</w:t>
      </w:r>
      <w:r w:rsidR="00490436" w:rsidRPr="00135B51">
        <w:rPr>
          <w:sz w:val="28"/>
          <w:szCs w:val="28"/>
        </w:rPr>
        <w:t xml:space="preserve"> </w:t>
      </w:r>
      <w:r w:rsidR="00A3205C" w:rsidRPr="00135B51">
        <w:rPr>
          <w:sz w:val="28"/>
          <w:szCs w:val="28"/>
        </w:rPr>
        <w:t xml:space="preserve"> твердотопливных </w:t>
      </w:r>
      <w:r w:rsidR="00490436" w:rsidRPr="00135B51">
        <w:rPr>
          <w:sz w:val="28"/>
          <w:szCs w:val="28"/>
        </w:rPr>
        <w:t>котельны</w:t>
      </w:r>
      <w:r w:rsidR="00A3205C" w:rsidRPr="00135B51">
        <w:rPr>
          <w:sz w:val="28"/>
          <w:szCs w:val="28"/>
        </w:rPr>
        <w:t>х</w:t>
      </w:r>
      <w:r w:rsidR="001807D8" w:rsidRPr="00135B51">
        <w:rPr>
          <w:sz w:val="28"/>
          <w:szCs w:val="28"/>
        </w:rPr>
        <w:t xml:space="preserve"> на </w:t>
      </w:r>
      <w:r w:rsidR="00490436" w:rsidRPr="00135B51">
        <w:rPr>
          <w:sz w:val="28"/>
          <w:szCs w:val="28"/>
        </w:rPr>
        <w:t>индивидуальное газовое отопление</w:t>
      </w:r>
      <w:r w:rsidR="009B2162" w:rsidRPr="00135B51">
        <w:rPr>
          <w:sz w:val="28"/>
          <w:szCs w:val="28"/>
        </w:rPr>
        <w:t xml:space="preserve"> </w:t>
      </w:r>
      <w:r w:rsidR="00490436" w:rsidRPr="00135B51">
        <w:rPr>
          <w:sz w:val="28"/>
          <w:szCs w:val="28"/>
        </w:rPr>
        <w:t>и строительств</w:t>
      </w:r>
      <w:r w:rsidR="00A3205C" w:rsidRPr="00135B51">
        <w:rPr>
          <w:sz w:val="28"/>
          <w:szCs w:val="28"/>
        </w:rPr>
        <w:t>о</w:t>
      </w:r>
      <w:r w:rsidR="00490436" w:rsidRPr="00135B51">
        <w:rPr>
          <w:sz w:val="28"/>
          <w:szCs w:val="28"/>
        </w:rPr>
        <w:t xml:space="preserve"> модульных </w:t>
      </w:r>
      <w:r w:rsidR="001807D8" w:rsidRPr="00135B51">
        <w:rPr>
          <w:sz w:val="28"/>
          <w:szCs w:val="28"/>
        </w:rPr>
        <w:t xml:space="preserve">газовых </w:t>
      </w:r>
      <w:r w:rsidR="00490436" w:rsidRPr="00135B51">
        <w:rPr>
          <w:sz w:val="28"/>
          <w:szCs w:val="28"/>
        </w:rPr>
        <w:t xml:space="preserve">котельных. </w:t>
      </w:r>
    </w:p>
    <w:p w:rsidR="00490436" w:rsidRPr="00135B51" w:rsidRDefault="00A3205C" w:rsidP="00407C5F">
      <w:pPr>
        <w:jc w:val="both"/>
        <w:rPr>
          <w:bCs/>
          <w:iCs/>
          <w:sz w:val="28"/>
          <w:szCs w:val="28"/>
          <w:u w:val="single"/>
        </w:rPr>
      </w:pPr>
      <w:r w:rsidRPr="00135B51">
        <w:rPr>
          <w:sz w:val="28"/>
          <w:szCs w:val="28"/>
        </w:rPr>
        <w:t xml:space="preserve">           </w:t>
      </w:r>
      <w:r w:rsidR="00490436" w:rsidRPr="00135B51">
        <w:rPr>
          <w:sz w:val="28"/>
          <w:szCs w:val="28"/>
        </w:rPr>
        <w:t xml:space="preserve">Износ тепловых сетей в районе составляет более </w:t>
      </w:r>
      <w:r w:rsidR="008D636D" w:rsidRPr="00135B51">
        <w:rPr>
          <w:sz w:val="28"/>
          <w:szCs w:val="28"/>
        </w:rPr>
        <w:t>5</w:t>
      </w:r>
      <w:r w:rsidR="00490436" w:rsidRPr="00135B51">
        <w:rPr>
          <w:sz w:val="28"/>
          <w:szCs w:val="28"/>
        </w:rPr>
        <w:t>0%. И если положение с теплоснабжением поселка</w:t>
      </w:r>
      <w:r w:rsidR="001807D8" w:rsidRPr="00135B51">
        <w:rPr>
          <w:sz w:val="28"/>
          <w:szCs w:val="28"/>
        </w:rPr>
        <w:t xml:space="preserve"> Рамешки</w:t>
      </w:r>
      <w:r w:rsidR="00490436" w:rsidRPr="00135B51">
        <w:rPr>
          <w:sz w:val="28"/>
          <w:szCs w:val="28"/>
        </w:rPr>
        <w:t xml:space="preserve"> можно считать </w:t>
      </w:r>
      <w:r w:rsidR="001807D8" w:rsidRPr="00135B51">
        <w:rPr>
          <w:sz w:val="28"/>
          <w:szCs w:val="28"/>
        </w:rPr>
        <w:t>удовлетворительным,</w:t>
      </w:r>
      <w:r w:rsidR="00490436" w:rsidRPr="00135B51">
        <w:rPr>
          <w:sz w:val="28"/>
          <w:szCs w:val="28"/>
        </w:rPr>
        <w:t xml:space="preserve"> за исключением нескольких участков тепловых сетей,  </w:t>
      </w:r>
      <w:r w:rsidR="00490436" w:rsidRPr="00135B51">
        <w:rPr>
          <w:sz w:val="28"/>
          <w:szCs w:val="28"/>
        </w:rPr>
        <w:lastRenderedPageBreak/>
        <w:t>то система теплоснабжения с</w:t>
      </w:r>
      <w:r w:rsidR="008D636D" w:rsidRPr="00135B51">
        <w:rPr>
          <w:sz w:val="28"/>
          <w:szCs w:val="28"/>
        </w:rPr>
        <w:t>ё</w:t>
      </w:r>
      <w:r w:rsidR="00490436" w:rsidRPr="00135B51">
        <w:rPr>
          <w:sz w:val="28"/>
          <w:szCs w:val="28"/>
        </w:rPr>
        <w:t>л из-за физического и морального износа котельных и сетей не позволяет обеспечить нормальный тепловой режим в домах, а для теплоснабжающих предприятий приносит убытки.</w:t>
      </w:r>
    </w:p>
    <w:p w:rsidR="00490436" w:rsidRPr="00135B51" w:rsidRDefault="00A3205C" w:rsidP="00407C5F">
      <w:pPr>
        <w:jc w:val="both"/>
        <w:rPr>
          <w:bCs/>
          <w:i/>
          <w:iCs/>
          <w:sz w:val="28"/>
          <w:szCs w:val="28"/>
        </w:rPr>
      </w:pPr>
      <w:r w:rsidRPr="00135B51">
        <w:rPr>
          <w:bCs/>
          <w:iCs/>
          <w:sz w:val="28"/>
          <w:szCs w:val="28"/>
        </w:rPr>
        <w:t xml:space="preserve">           </w:t>
      </w:r>
      <w:r w:rsidR="00490436" w:rsidRPr="00135B51">
        <w:rPr>
          <w:bCs/>
          <w:iCs/>
          <w:sz w:val="28"/>
          <w:szCs w:val="28"/>
        </w:rPr>
        <w:t>3.Газификация населенных пунктов Рамешковского района Тверской области</w:t>
      </w:r>
      <w:r w:rsidR="00490436" w:rsidRPr="00135B51">
        <w:rPr>
          <w:bCs/>
          <w:i/>
          <w:iCs/>
          <w:sz w:val="28"/>
          <w:szCs w:val="28"/>
        </w:rPr>
        <w:t>.</w:t>
      </w:r>
    </w:p>
    <w:p w:rsidR="00490436" w:rsidRPr="00135B51" w:rsidRDefault="00490436" w:rsidP="00407C5F">
      <w:pPr>
        <w:jc w:val="both"/>
        <w:rPr>
          <w:sz w:val="28"/>
          <w:szCs w:val="28"/>
        </w:rPr>
      </w:pPr>
      <w:r w:rsidRPr="00135B51">
        <w:rPr>
          <w:sz w:val="28"/>
          <w:szCs w:val="28"/>
        </w:rPr>
        <w:t xml:space="preserve">Уровень газификации района природным газом по состоянию на </w:t>
      </w:r>
      <w:r w:rsidR="00CA259E" w:rsidRPr="00135B51">
        <w:rPr>
          <w:sz w:val="28"/>
          <w:szCs w:val="28"/>
        </w:rPr>
        <w:t>20</w:t>
      </w:r>
      <w:r w:rsidR="008D636D" w:rsidRPr="00135B51">
        <w:rPr>
          <w:sz w:val="28"/>
          <w:szCs w:val="28"/>
        </w:rPr>
        <w:t>20</w:t>
      </w:r>
      <w:r w:rsidRPr="00135B51">
        <w:rPr>
          <w:sz w:val="28"/>
          <w:szCs w:val="28"/>
        </w:rPr>
        <w:t xml:space="preserve"> составляет</w:t>
      </w:r>
      <w:r w:rsidR="00CA259E" w:rsidRPr="00135B51">
        <w:rPr>
          <w:sz w:val="28"/>
          <w:szCs w:val="28"/>
        </w:rPr>
        <w:t xml:space="preserve"> ~</w:t>
      </w:r>
      <w:r w:rsidRPr="00135B51">
        <w:rPr>
          <w:sz w:val="28"/>
          <w:szCs w:val="28"/>
        </w:rPr>
        <w:t xml:space="preserve"> </w:t>
      </w:r>
      <w:r w:rsidR="008D636D" w:rsidRPr="00135B51">
        <w:rPr>
          <w:sz w:val="28"/>
          <w:szCs w:val="28"/>
        </w:rPr>
        <w:t>5</w:t>
      </w:r>
      <w:r w:rsidR="006D7DD0" w:rsidRPr="00135B51">
        <w:rPr>
          <w:sz w:val="28"/>
          <w:szCs w:val="28"/>
        </w:rPr>
        <w:t>0</w:t>
      </w:r>
      <w:r w:rsidRPr="00135B51">
        <w:rPr>
          <w:sz w:val="28"/>
          <w:szCs w:val="28"/>
        </w:rPr>
        <w:t>%, и если в поселке около 98 % процентов потребителей используют природный газ</w:t>
      </w:r>
      <w:r w:rsidR="00C465CC" w:rsidRPr="00135B51">
        <w:rPr>
          <w:sz w:val="28"/>
          <w:szCs w:val="28"/>
        </w:rPr>
        <w:t>,</w:t>
      </w:r>
      <w:r w:rsidRPr="00135B51">
        <w:rPr>
          <w:sz w:val="28"/>
          <w:szCs w:val="28"/>
        </w:rPr>
        <w:t xml:space="preserve"> то в сельской местности этот показатель всего </w:t>
      </w:r>
      <w:r w:rsidR="0084018F" w:rsidRPr="00135B51">
        <w:rPr>
          <w:sz w:val="28"/>
          <w:szCs w:val="28"/>
        </w:rPr>
        <w:t>30</w:t>
      </w:r>
      <w:r w:rsidRPr="00135B51">
        <w:rPr>
          <w:sz w:val="28"/>
          <w:szCs w:val="28"/>
        </w:rPr>
        <w:t xml:space="preserve"> %. Планируется довести </w:t>
      </w:r>
      <w:r w:rsidR="008D636D" w:rsidRPr="00135B51">
        <w:rPr>
          <w:sz w:val="28"/>
          <w:szCs w:val="28"/>
        </w:rPr>
        <w:t xml:space="preserve">общий </w:t>
      </w:r>
      <w:r w:rsidRPr="00135B51">
        <w:rPr>
          <w:sz w:val="28"/>
          <w:szCs w:val="28"/>
        </w:rPr>
        <w:t xml:space="preserve">уровень газификации до </w:t>
      </w:r>
      <w:r w:rsidR="006604B3">
        <w:rPr>
          <w:sz w:val="28"/>
          <w:szCs w:val="28"/>
        </w:rPr>
        <w:t>6</w:t>
      </w:r>
      <w:r w:rsidR="008D636D" w:rsidRPr="00135B51">
        <w:rPr>
          <w:sz w:val="28"/>
          <w:szCs w:val="28"/>
        </w:rPr>
        <w:t>5</w:t>
      </w:r>
      <w:r w:rsidRPr="00135B51">
        <w:rPr>
          <w:sz w:val="28"/>
          <w:szCs w:val="28"/>
        </w:rPr>
        <w:t>% в 20</w:t>
      </w:r>
      <w:r w:rsidR="00F76D53" w:rsidRPr="00135B51">
        <w:rPr>
          <w:sz w:val="28"/>
          <w:szCs w:val="28"/>
        </w:rPr>
        <w:t>2</w:t>
      </w:r>
      <w:r w:rsidR="008D636D" w:rsidRPr="00135B51">
        <w:rPr>
          <w:sz w:val="28"/>
          <w:szCs w:val="28"/>
        </w:rPr>
        <w:t>1</w:t>
      </w:r>
      <w:r w:rsidRPr="00135B51">
        <w:rPr>
          <w:sz w:val="28"/>
          <w:szCs w:val="28"/>
        </w:rPr>
        <w:t xml:space="preserve"> году. Протяженность сетей газоснабжени</w:t>
      </w:r>
      <w:r w:rsidR="003F290C" w:rsidRPr="00135B51">
        <w:rPr>
          <w:sz w:val="28"/>
          <w:szCs w:val="28"/>
        </w:rPr>
        <w:t>я</w:t>
      </w:r>
      <w:r w:rsidRPr="00135B51">
        <w:rPr>
          <w:sz w:val="28"/>
          <w:szCs w:val="28"/>
        </w:rPr>
        <w:t xml:space="preserve"> низкого давления </w:t>
      </w:r>
      <w:r w:rsidR="00A3205C" w:rsidRPr="00135B51">
        <w:rPr>
          <w:sz w:val="28"/>
          <w:szCs w:val="28"/>
        </w:rPr>
        <w:t xml:space="preserve">планируется </w:t>
      </w:r>
      <w:r w:rsidRPr="00135B51">
        <w:rPr>
          <w:sz w:val="28"/>
          <w:szCs w:val="28"/>
        </w:rPr>
        <w:t>увеличит</w:t>
      </w:r>
      <w:r w:rsidR="00A3205C" w:rsidRPr="00135B51">
        <w:rPr>
          <w:sz w:val="28"/>
          <w:szCs w:val="28"/>
        </w:rPr>
        <w:t>ь</w:t>
      </w:r>
      <w:r w:rsidR="00E3079C" w:rsidRPr="00135B51">
        <w:rPr>
          <w:sz w:val="28"/>
          <w:szCs w:val="28"/>
        </w:rPr>
        <w:t xml:space="preserve"> ~</w:t>
      </w:r>
      <w:r w:rsidRPr="00135B51">
        <w:rPr>
          <w:sz w:val="28"/>
          <w:szCs w:val="28"/>
        </w:rPr>
        <w:t xml:space="preserve"> на</w:t>
      </w:r>
      <w:r w:rsidR="00E3079C" w:rsidRPr="00135B51">
        <w:rPr>
          <w:sz w:val="28"/>
          <w:szCs w:val="28"/>
        </w:rPr>
        <w:t xml:space="preserve"> </w:t>
      </w:r>
      <w:r w:rsidRPr="00135B51">
        <w:rPr>
          <w:sz w:val="28"/>
          <w:szCs w:val="28"/>
        </w:rPr>
        <w:t xml:space="preserve"> </w:t>
      </w:r>
      <w:r w:rsidR="00B40CA3" w:rsidRPr="00B40CA3">
        <w:rPr>
          <w:sz w:val="28"/>
          <w:szCs w:val="28"/>
        </w:rPr>
        <w:t>1</w:t>
      </w:r>
      <w:r w:rsidR="0031613C" w:rsidRPr="00B40CA3">
        <w:rPr>
          <w:sz w:val="28"/>
          <w:szCs w:val="28"/>
        </w:rPr>
        <w:t>0</w:t>
      </w:r>
      <w:r w:rsidRPr="00B40CA3">
        <w:rPr>
          <w:sz w:val="28"/>
          <w:szCs w:val="28"/>
        </w:rPr>
        <w:t>к</w:t>
      </w:r>
      <w:r w:rsidRPr="00135B51">
        <w:rPr>
          <w:sz w:val="28"/>
          <w:szCs w:val="28"/>
        </w:rPr>
        <w:t>м.</w:t>
      </w:r>
    </w:p>
    <w:p w:rsidR="00490436" w:rsidRPr="00135B51" w:rsidRDefault="007E55EC" w:rsidP="00407C5F">
      <w:pPr>
        <w:jc w:val="both"/>
        <w:rPr>
          <w:sz w:val="28"/>
          <w:szCs w:val="28"/>
        </w:rPr>
      </w:pPr>
      <w:r w:rsidRPr="00135B51">
        <w:rPr>
          <w:sz w:val="28"/>
          <w:szCs w:val="28"/>
        </w:rPr>
        <w:t xml:space="preserve">         </w:t>
      </w:r>
      <w:r w:rsidR="00490436" w:rsidRPr="00135B51">
        <w:rPr>
          <w:sz w:val="28"/>
          <w:szCs w:val="28"/>
        </w:rPr>
        <w:t>Учитывая специфику района (Рамешковский район относится к сельскохозяйственным районам области)</w:t>
      </w:r>
      <w:r w:rsidR="00A3205C" w:rsidRPr="00135B51">
        <w:rPr>
          <w:sz w:val="28"/>
          <w:szCs w:val="28"/>
        </w:rPr>
        <w:t>,</w:t>
      </w:r>
      <w:r w:rsidR="00490436" w:rsidRPr="00135B51">
        <w:rPr>
          <w:sz w:val="28"/>
          <w:szCs w:val="28"/>
        </w:rPr>
        <w:t xml:space="preserve"> газификация села стала приоритетной задачей администрации, в т.ч. и из-за возможности использования на эти цели федеральных и региональных инвестиций.</w:t>
      </w:r>
    </w:p>
    <w:p w:rsidR="00490436" w:rsidRPr="00135B51" w:rsidRDefault="007E55EC" w:rsidP="00407C5F">
      <w:pPr>
        <w:jc w:val="both"/>
        <w:rPr>
          <w:sz w:val="28"/>
          <w:szCs w:val="28"/>
        </w:rPr>
      </w:pPr>
      <w:r w:rsidRPr="00135B51">
        <w:rPr>
          <w:sz w:val="28"/>
          <w:szCs w:val="28"/>
        </w:rPr>
        <w:t xml:space="preserve">         </w:t>
      </w:r>
      <w:r w:rsidR="00490436" w:rsidRPr="00135B51">
        <w:rPr>
          <w:sz w:val="28"/>
          <w:szCs w:val="28"/>
        </w:rPr>
        <w:t xml:space="preserve">Решения по газификации того или иного муниципального образования Тверской области и об очередности проведения работ по газификации принимаются на уровне субъекта с учетом перспективы развития муниципального образования. </w:t>
      </w:r>
    </w:p>
    <w:p w:rsidR="00490436" w:rsidRPr="00135B51" w:rsidRDefault="007E55EC" w:rsidP="00407C5F">
      <w:pPr>
        <w:jc w:val="both"/>
        <w:rPr>
          <w:sz w:val="28"/>
          <w:szCs w:val="28"/>
        </w:rPr>
      </w:pPr>
      <w:r w:rsidRPr="00135B51">
        <w:rPr>
          <w:sz w:val="28"/>
          <w:szCs w:val="28"/>
        </w:rPr>
        <w:t xml:space="preserve">         </w:t>
      </w:r>
      <w:r w:rsidR="00490436" w:rsidRPr="00135B51">
        <w:rPr>
          <w:sz w:val="28"/>
          <w:szCs w:val="28"/>
        </w:rPr>
        <w:t>4. Интенсификация энергосбережения. Программа охватывает основные группы потребителей топливно-энергетических ресурсов: объекты социальной сферы, организации коммунального комплекса.</w:t>
      </w:r>
    </w:p>
    <w:p w:rsidR="00490436" w:rsidRPr="00135B51" w:rsidRDefault="00490436" w:rsidP="005552C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90436" w:rsidRPr="00B40CA3" w:rsidRDefault="00490436" w:rsidP="005552C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0CA3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B40CA3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490436" w:rsidRPr="00B40CA3" w:rsidRDefault="00490436" w:rsidP="005552C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0CA3">
        <w:rPr>
          <w:rFonts w:ascii="Times New Roman" w:hAnsi="Times New Roman" w:cs="Times New Roman"/>
          <w:b/>
          <w:sz w:val="28"/>
          <w:szCs w:val="28"/>
        </w:rPr>
        <w:t>Цель</w:t>
      </w:r>
      <w:r w:rsidR="008A0E6E" w:rsidRPr="00B40C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40CA3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490436" w:rsidRPr="00135B51" w:rsidRDefault="00490436" w:rsidP="005552CE">
      <w:pPr>
        <w:ind w:firstLine="720"/>
        <w:jc w:val="both"/>
        <w:rPr>
          <w:sz w:val="28"/>
          <w:szCs w:val="28"/>
        </w:rPr>
      </w:pPr>
    </w:p>
    <w:p w:rsidR="00490436" w:rsidRPr="00135B51" w:rsidRDefault="00490436" w:rsidP="009008EC">
      <w:pPr>
        <w:ind w:firstLine="720"/>
        <w:jc w:val="both"/>
        <w:rPr>
          <w:sz w:val="28"/>
          <w:szCs w:val="28"/>
        </w:rPr>
      </w:pPr>
      <w:r w:rsidRPr="00135B51">
        <w:rPr>
          <w:sz w:val="28"/>
          <w:szCs w:val="28"/>
        </w:rPr>
        <w:t>Цель муниципальной программы -</w:t>
      </w:r>
      <w:r w:rsidR="008A0E6E" w:rsidRPr="00135B51">
        <w:rPr>
          <w:sz w:val="28"/>
          <w:szCs w:val="28"/>
        </w:rPr>
        <w:t xml:space="preserve"> </w:t>
      </w:r>
      <w:r w:rsidRPr="00135B51">
        <w:rPr>
          <w:sz w:val="28"/>
          <w:szCs w:val="28"/>
        </w:rPr>
        <w:t>Обеспечение развития жилищно-коммунального и газового хозяйства и повышение энергетической эффективности использования энергетических и коммунальных ресурсов в Рамешковском районе</w:t>
      </w:r>
      <w:r w:rsidR="00AD2DED" w:rsidRPr="00135B51">
        <w:rPr>
          <w:sz w:val="28"/>
          <w:szCs w:val="28"/>
        </w:rPr>
        <w:t>.</w:t>
      </w:r>
    </w:p>
    <w:p w:rsidR="00490436" w:rsidRPr="00135B51" w:rsidRDefault="00AD2DED" w:rsidP="009008EC">
      <w:pPr>
        <w:ind w:firstLine="720"/>
        <w:jc w:val="both"/>
        <w:rPr>
          <w:sz w:val="28"/>
          <w:szCs w:val="28"/>
        </w:rPr>
      </w:pPr>
      <w:r w:rsidRPr="00135B51">
        <w:rPr>
          <w:sz w:val="28"/>
          <w:szCs w:val="28"/>
        </w:rPr>
        <w:t xml:space="preserve">5. </w:t>
      </w:r>
      <w:proofErr w:type="gramStart"/>
      <w:r w:rsidRPr="00135B51">
        <w:rPr>
          <w:sz w:val="28"/>
          <w:szCs w:val="28"/>
        </w:rPr>
        <w:t>Показателями,</w:t>
      </w:r>
      <w:r w:rsidR="003F290C" w:rsidRPr="00135B51">
        <w:rPr>
          <w:sz w:val="28"/>
          <w:szCs w:val="28"/>
        </w:rPr>
        <w:t xml:space="preserve"> </w:t>
      </w:r>
      <w:r w:rsidR="00490436" w:rsidRPr="00135B51">
        <w:rPr>
          <w:sz w:val="28"/>
          <w:szCs w:val="28"/>
        </w:rPr>
        <w:t>характеризующими достижение цели являются</w:t>
      </w:r>
      <w:proofErr w:type="gramEnd"/>
      <w:r w:rsidR="00490436" w:rsidRPr="00135B51">
        <w:rPr>
          <w:sz w:val="28"/>
          <w:szCs w:val="28"/>
        </w:rPr>
        <w:t>:</w:t>
      </w:r>
    </w:p>
    <w:p w:rsidR="008225CB" w:rsidRPr="00135B51" w:rsidRDefault="0031613C" w:rsidP="009008EC">
      <w:pPr>
        <w:ind w:firstLine="720"/>
        <w:jc w:val="both"/>
        <w:rPr>
          <w:sz w:val="28"/>
          <w:szCs w:val="28"/>
        </w:rPr>
      </w:pPr>
      <w:r w:rsidRPr="00135B51">
        <w:rPr>
          <w:sz w:val="28"/>
          <w:szCs w:val="28"/>
        </w:rPr>
        <w:t>а</w:t>
      </w:r>
      <w:r w:rsidR="008225CB" w:rsidRPr="00135B51">
        <w:rPr>
          <w:sz w:val="28"/>
          <w:szCs w:val="28"/>
        </w:rPr>
        <w:t>)</w:t>
      </w:r>
      <w:r w:rsidR="008225CB" w:rsidRPr="00135B51">
        <w:t xml:space="preserve"> </w:t>
      </w:r>
      <w:r w:rsidR="004C6EB9" w:rsidRPr="00135B51">
        <w:rPr>
          <w:sz w:val="28"/>
          <w:szCs w:val="28"/>
        </w:rPr>
        <w:t>Уровень газификации жилищного фонда в МО «Рамешковский район» Тверской области</w:t>
      </w:r>
    </w:p>
    <w:p w:rsidR="008225CB" w:rsidRPr="00135B51" w:rsidRDefault="0031613C" w:rsidP="009008EC">
      <w:pPr>
        <w:ind w:firstLine="720"/>
        <w:jc w:val="both"/>
        <w:rPr>
          <w:sz w:val="28"/>
          <w:szCs w:val="28"/>
        </w:rPr>
      </w:pPr>
      <w:r w:rsidRPr="00135B51">
        <w:rPr>
          <w:sz w:val="28"/>
          <w:szCs w:val="28"/>
        </w:rPr>
        <w:t>б</w:t>
      </w:r>
      <w:r w:rsidR="008225CB" w:rsidRPr="00135B51">
        <w:rPr>
          <w:sz w:val="28"/>
          <w:szCs w:val="28"/>
        </w:rPr>
        <w:t xml:space="preserve">) </w:t>
      </w:r>
      <w:r w:rsidR="004C6EB9" w:rsidRPr="00135B51">
        <w:rPr>
          <w:sz w:val="28"/>
          <w:szCs w:val="28"/>
        </w:rPr>
        <w:t>Уровень надежности теплоэнергетического комплекса.</w:t>
      </w:r>
    </w:p>
    <w:p w:rsidR="008225CB" w:rsidRPr="00135B51" w:rsidRDefault="0031613C" w:rsidP="009008EC">
      <w:pPr>
        <w:ind w:firstLine="720"/>
        <w:jc w:val="both"/>
        <w:rPr>
          <w:sz w:val="28"/>
          <w:szCs w:val="28"/>
        </w:rPr>
      </w:pPr>
      <w:r w:rsidRPr="00135B51">
        <w:rPr>
          <w:sz w:val="28"/>
          <w:szCs w:val="28"/>
        </w:rPr>
        <w:t>в</w:t>
      </w:r>
      <w:r w:rsidR="008225CB" w:rsidRPr="00135B51">
        <w:rPr>
          <w:sz w:val="28"/>
          <w:szCs w:val="28"/>
        </w:rPr>
        <w:t>)</w:t>
      </w:r>
      <w:r w:rsidR="00B40CA3">
        <w:rPr>
          <w:sz w:val="28"/>
          <w:szCs w:val="28"/>
        </w:rPr>
        <w:t xml:space="preserve"> </w:t>
      </w:r>
      <w:r w:rsidR="004C6EB9" w:rsidRPr="00135B51">
        <w:rPr>
          <w:sz w:val="28"/>
          <w:szCs w:val="28"/>
        </w:rPr>
        <w:t>Д</w:t>
      </w:r>
      <w:r w:rsidR="008225CB" w:rsidRPr="00135B51">
        <w:rPr>
          <w:sz w:val="28"/>
          <w:szCs w:val="28"/>
        </w:rPr>
        <w:t>оля населения района, охваченного мероприятиями информационного характера по вопросам энергосбережения и повышения энергетической эффективности.</w:t>
      </w:r>
    </w:p>
    <w:p w:rsidR="00490436" w:rsidRPr="00135B51" w:rsidRDefault="00490436" w:rsidP="005552C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35B51">
        <w:rPr>
          <w:sz w:val="28"/>
          <w:szCs w:val="28"/>
        </w:rPr>
        <w:t>6. Значения показателей целей  муниципальной программы по годам ее реализации приведены в приложении 1 к настоящей муниципальной программе.</w:t>
      </w:r>
    </w:p>
    <w:p w:rsidR="00490436" w:rsidRPr="00135B51" w:rsidRDefault="00490436" w:rsidP="005552CE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490436" w:rsidRPr="00B40CA3" w:rsidRDefault="00490436" w:rsidP="005552CE">
      <w:pPr>
        <w:jc w:val="center"/>
        <w:rPr>
          <w:b/>
          <w:sz w:val="28"/>
          <w:szCs w:val="28"/>
        </w:rPr>
      </w:pPr>
      <w:r w:rsidRPr="00B40CA3">
        <w:rPr>
          <w:b/>
          <w:sz w:val="28"/>
          <w:szCs w:val="28"/>
        </w:rPr>
        <w:t xml:space="preserve">Раздел </w:t>
      </w:r>
      <w:r w:rsidRPr="00B40CA3">
        <w:rPr>
          <w:b/>
          <w:sz w:val="28"/>
          <w:szCs w:val="28"/>
          <w:lang w:val="en-US"/>
        </w:rPr>
        <w:t>III</w:t>
      </w:r>
    </w:p>
    <w:p w:rsidR="00490436" w:rsidRPr="00B40CA3" w:rsidRDefault="00490436" w:rsidP="005552CE">
      <w:pPr>
        <w:jc w:val="center"/>
        <w:rPr>
          <w:b/>
          <w:sz w:val="28"/>
          <w:szCs w:val="28"/>
        </w:rPr>
      </w:pPr>
      <w:r w:rsidRPr="00B40CA3">
        <w:rPr>
          <w:b/>
          <w:sz w:val="28"/>
          <w:szCs w:val="28"/>
        </w:rPr>
        <w:t>Подпрограммы</w:t>
      </w:r>
    </w:p>
    <w:p w:rsidR="00490436" w:rsidRPr="00135B51" w:rsidRDefault="00490436" w:rsidP="00EC279C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5B51">
        <w:rPr>
          <w:rFonts w:ascii="Times New Roman" w:hAnsi="Times New Roman" w:cs="Times New Roman"/>
          <w:caps/>
          <w:sz w:val="28"/>
          <w:szCs w:val="28"/>
        </w:rPr>
        <w:t>7.М</w:t>
      </w:r>
      <w:r w:rsidRPr="00135B51">
        <w:rPr>
          <w:rFonts w:ascii="Times New Roman" w:hAnsi="Times New Roman" w:cs="Times New Roman"/>
          <w:sz w:val="28"/>
          <w:szCs w:val="28"/>
        </w:rPr>
        <w:t xml:space="preserve">униципальная программа «Развитие жилищно-коммунальной инфраструктуры, обеспечение энергосбережения в целях повышения </w:t>
      </w:r>
      <w:r w:rsidRPr="00135B51">
        <w:rPr>
          <w:rFonts w:ascii="Times New Roman" w:hAnsi="Times New Roman" w:cs="Times New Roman"/>
          <w:sz w:val="28"/>
          <w:szCs w:val="28"/>
        </w:rPr>
        <w:lastRenderedPageBreak/>
        <w:t>энергетической эффективности на 20</w:t>
      </w:r>
      <w:r w:rsidR="00E91A9E" w:rsidRPr="00135B51">
        <w:rPr>
          <w:rFonts w:ascii="Times New Roman" w:hAnsi="Times New Roman" w:cs="Times New Roman"/>
          <w:sz w:val="28"/>
          <w:szCs w:val="28"/>
        </w:rPr>
        <w:t>21</w:t>
      </w:r>
      <w:r w:rsidRPr="00135B51">
        <w:rPr>
          <w:rFonts w:ascii="Times New Roman" w:hAnsi="Times New Roman" w:cs="Times New Roman"/>
          <w:sz w:val="28"/>
          <w:szCs w:val="28"/>
        </w:rPr>
        <w:t>-20</w:t>
      </w:r>
      <w:r w:rsidR="00740019" w:rsidRPr="00135B51">
        <w:rPr>
          <w:rFonts w:ascii="Times New Roman" w:hAnsi="Times New Roman" w:cs="Times New Roman"/>
          <w:sz w:val="28"/>
          <w:szCs w:val="28"/>
        </w:rPr>
        <w:t>2</w:t>
      </w:r>
      <w:r w:rsidR="00E91A9E" w:rsidRPr="00135B51">
        <w:rPr>
          <w:rFonts w:ascii="Times New Roman" w:hAnsi="Times New Roman" w:cs="Times New Roman"/>
          <w:sz w:val="28"/>
          <w:szCs w:val="28"/>
        </w:rPr>
        <w:t>3</w:t>
      </w:r>
      <w:r w:rsidRPr="00135B51">
        <w:rPr>
          <w:rFonts w:ascii="Times New Roman" w:hAnsi="Times New Roman" w:cs="Times New Roman"/>
          <w:sz w:val="28"/>
          <w:szCs w:val="28"/>
        </w:rPr>
        <w:t xml:space="preserve">годы» содержит две подпрограммы: </w:t>
      </w:r>
    </w:p>
    <w:p w:rsidR="00490436" w:rsidRPr="00135B51" w:rsidRDefault="00490436" w:rsidP="00EC279C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5B51">
        <w:rPr>
          <w:rFonts w:ascii="Times New Roman" w:hAnsi="Times New Roman" w:cs="Times New Roman"/>
          <w:sz w:val="28"/>
          <w:szCs w:val="28"/>
        </w:rPr>
        <w:t>а)</w:t>
      </w:r>
      <w:proofErr w:type="gramStart"/>
      <w:r w:rsidRPr="00135B51">
        <w:rPr>
          <w:rFonts w:ascii="Times New Roman" w:hAnsi="Times New Roman" w:cs="Times New Roman"/>
          <w:sz w:val="28"/>
          <w:szCs w:val="28"/>
        </w:rPr>
        <w:t>«О</w:t>
      </w:r>
      <w:proofErr w:type="gramEnd"/>
      <w:r w:rsidRPr="00135B51">
        <w:rPr>
          <w:rFonts w:ascii="Times New Roman" w:hAnsi="Times New Roman" w:cs="Times New Roman"/>
          <w:sz w:val="28"/>
          <w:szCs w:val="28"/>
        </w:rPr>
        <w:t xml:space="preserve">беспечение развития системы жилищно-коммунального и газового хозяйства»; </w:t>
      </w:r>
    </w:p>
    <w:p w:rsidR="00B71FC6" w:rsidRPr="00135B51" w:rsidRDefault="00A21301" w:rsidP="00A21301">
      <w:pPr>
        <w:pStyle w:val="ConsPlusCell"/>
        <w:widowControl/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90436" w:rsidRPr="00135B51">
        <w:rPr>
          <w:rFonts w:ascii="Times New Roman" w:hAnsi="Times New Roman" w:cs="Times New Roman"/>
          <w:sz w:val="28"/>
          <w:szCs w:val="28"/>
        </w:rPr>
        <w:t>б</w:t>
      </w:r>
      <w:r w:rsidR="00B71FC6" w:rsidRPr="00135B51">
        <w:rPr>
          <w:rFonts w:ascii="Times New Roman" w:hAnsi="Times New Roman" w:cs="Times New Roman"/>
          <w:sz w:val="28"/>
          <w:szCs w:val="28"/>
        </w:rPr>
        <w:t>)</w:t>
      </w:r>
      <w:proofErr w:type="gramStart"/>
      <w:r w:rsidR="00B71FC6" w:rsidRPr="00135B51">
        <w:rPr>
          <w:rFonts w:ascii="Times New Roman" w:hAnsi="Times New Roman" w:cs="Times New Roman"/>
          <w:sz w:val="28"/>
          <w:szCs w:val="28"/>
        </w:rPr>
        <w:t>«О</w:t>
      </w:r>
      <w:proofErr w:type="gramEnd"/>
      <w:r w:rsidR="00B71FC6" w:rsidRPr="00135B51">
        <w:rPr>
          <w:rFonts w:ascii="Times New Roman" w:hAnsi="Times New Roman" w:cs="Times New Roman"/>
          <w:sz w:val="28"/>
          <w:szCs w:val="28"/>
        </w:rPr>
        <w:t>беспечение и повышение энергетической эффективности в бюджетной сфере»</w:t>
      </w:r>
    </w:p>
    <w:p w:rsidR="00490436" w:rsidRPr="00135B51" w:rsidRDefault="00490436" w:rsidP="00B71FC6">
      <w:pPr>
        <w:pStyle w:val="ConsPlusCell"/>
        <w:widowControl/>
        <w:ind w:firstLine="709"/>
        <w:jc w:val="both"/>
        <w:rPr>
          <w:sz w:val="28"/>
          <w:szCs w:val="28"/>
        </w:rPr>
      </w:pPr>
    </w:p>
    <w:p w:rsidR="00490436" w:rsidRPr="00B40CA3" w:rsidRDefault="00490436" w:rsidP="005552C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40CA3">
        <w:rPr>
          <w:b/>
          <w:sz w:val="28"/>
          <w:szCs w:val="28"/>
        </w:rPr>
        <w:t xml:space="preserve">Подраздел </w:t>
      </w:r>
      <w:r w:rsidRPr="00B40CA3">
        <w:rPr>
          <w:b/>
          <w:sz w:val="28"/>
          <w:szCs w:val="28"/>
          <w:lang w:val="en-US"/>
        </w:rPr>
        <w:t>I</w:t>
      </w:r>
    </w:p>
    <w:p w:rsidR="00490436" w:rsidRPr="00B40CA3" w:rsidRDefault="00490436" w:rsidP="005552CE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B40CA3">
        <w:rPr>
          <w:b/>
          <w:color w:val="000000"/>
          <w:sz w:val="28"/>
          <w:szCs w:val="28"/>
        </w:rPr>
        <w:t xml:space="preserve">Подпрограмма 1 </w:t>
      </w:r>
      <w:r w:rsidRPr="00B40CA3">
        <w:rPr>
          <w:b/>
          <w:sz w:val="28"/>
          <w:szCs w:val="28"/>
        </w:rPr>
        <w:t>«Обеспечение развития системы жилищно-коммунального и газового хозяйства»</w:t>
      </w:r>
    </w:p>
    <w:p w:rsidR="00490436" w:rsidRPr="00B40CA3" w:rsidRDefault="00490436" w:rsidP="005552C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90436" w:rsidRPr="00B40CA3" w:rsidRDefault="00490436" w:rsidP="005552C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40CA3">
        <w:rPr>
          <w:b/>
          <w:sz w:val="28"/>
          <w:szCs w:val="28"/>
        </w:rPr>
        <w:t>Глава 1. Задачи подпрограммы</w:t>
      </w:r>
    </w:p>
    <w:p w:rsidR="00490436" w:rsidRPr="00135B51" w:rsidRDefault="00490436" w:rsidP="005552C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90436" w:rsidRPr="00135B51" w:rsidRDefault="00490436" w:rsidP="005552C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35B51">
        <w:rPr>
          <w:sz w:val="28"/>
          <w:szCs w:val="28"/>
        </w:rPr>
        <w:t xml:space="preserve">8. Реализация </w:t>
      </w:r>
      <w:r w:rsidRPr="00135B51">
        <w:rPr>
          <w:color w:val="000000"/>
          <w:sz w:val="28"/>
          <w:szCs w:val="28"/>
        </w:rPr>
        <w:t xml:space="preserve">Подпрограммы 1 </w:t>
      </w:r>
      <w:r w:rsidRPr="00135B51">
        <w:rPr>
          <w:sz w:val="28"/>
          <w:szCs w:val="28"/>
        </w:rPr>
        <w:t>«Обеспечение развития системы жилищно-коммунального и газового хозяйства» связано с решением следующих задач:</w:t>
      </w:r>
    </w:p>
    <w:p w:rsidR="00B63943" w:rsidRPr="00135B51" w:rsidRDefault="00490436" w:rsidP="00AE07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35B51">
        <w:rPr>
          <w:sz w:val="28"/>
          <w:szCs w:val="28"/>
        </w:rPr>
        <w:t>а) задача 1</w:t>
      </w:r>
      <w:r w:rsidR="006D112A" w:rsidRPr="00135B51">
        <w:rPr>
          <w:sz w:val="28"/>
          <w:szCs w:val="28"/>
        </w:rPr>
        <w:t>.1</w:t>
      </w:r>
      <w:r w:rsidRPr="00135B51">
        <w:rPr>
          <w:sz w:val="28"/>
          <w:szCs w:val="28"/>
        </w:rPr>
        <w:t xml:space="preserve"> </w:t>
      </w:r>
      <w:r w:rsidR="00AE16B4" w:rsidRPr="00AE16B4">
        <w:rPr>
          <w:sz w:val="28"/>
          <w:szCs w:val="28"/>
        </w:rPr>
        <w:t>Создание условий для устойчивого функционирования и развития объектов коммунального комплекса</w:t>
      </w:r>
      <w:r w:rsidR="00B63943" w:rsidRPr="00135B51">
        <w:rPr>
          <w:sz w:val="28"/>
          <w:szCs w:val="28"/>
        </w:rPr>
        <w:t>.</w:t>
      </w:r>
    </w:p>
    <w:p w:rsidR="00143CEA" w:rsidRPr="00135B51" w:rsidRDefault="00310164" w:rsidP="00B639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35B51">
        <w:rPr>
          <w:sz w:val="28"/>
          <w:szCs w:val="28"/>
        </w:rPr>
        <w:t xml:space="preserve">б) задача </w:t>
      </w:r>
      <w:r w:rsidR="006D112A" w:rsidRPr="00135B51">
        <w:rPr>
          <w:sz w:val="28"/>
          <w:szCs w:val="28"/>
        </w:rPr>
        <w:t>1.2</w:t>
      </w:r>
      <w:r w:rsidRPr="00135B51">
        <w:rPr>
          <w:sz w:val="28"/>
          <w:szCs w:val="28"/>
        </w:rPr>
        <w:t xml:space="preserve"> </w:t>
      </w:r>
      <w:r w:rsidR="00E91A9E" w:rsidRPr="00135B51">
        <w:rPr>
          <w:sz w:val="28"/>
          <w:szCs w:val="28"/>
        </w:rPr>
        <w:t>Создание благоприятных условий для граждан, проживающих в муниципальном жилищном фонде.</w:t>
      </w:r>
    </w:p>
    <w:p w:rsidR="00B63943" w:rsidRPr="00944FE9" w:rsidRDefault="00310164" w:rsidP="00B639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35B51">
        <w:rPr>
          <w:sz w:val="28"/>
          <w:szCs w:val="28"/>
        </w:rPr>
        <w:t>в</w:t>
      </w:r>
      <w:r w:rsidR="00490436" w:rsidRPr="00135B51">
        <w:rPr>
          <w:sz w:val="28"/>
          <w:szCs w:val="28"/>
        </w:rPr>
        <w:t xml:space="preserve">) задача </w:t>
      </w:r>
      <w:r w:rsidR="00FF1F99" w:rsidRPr="00135B51">
        <w:rPr>
          <w:sz w:val="28"/>
          <w:szCs w:val="28"/>
        </w:rPr>
        <w:t>1.3</w:t>
      </w:r>
      <w:r w:rsidR="00490436" w:rsidRPr="00135B51">
        <w:rPr>
          <w:sz w:val="28"/>
          <w:szCs w:val="28"/>
        </w:rPr>
        <w:t xml:space="preserve"> </w:t>
      </w:r>
      <w:r w:rsidR="00D15A0D" w:rsidRPr="00135B51">
        <w:rPr>
          <w:sz w:val="28"/>
          <w:szCs w:val="28"/>
        </w:rPr>
        <w:t>Оказание содействия в газоснабжении сельских поселений</w:t>
      </w:r>
      <w:r w:rsidR="004C6EB9" w:rsidRPr="00135B51">
        <w:rPr>
          <w:sz w:val="28"/>
          <w:szCs w:val="28"/>
        </w:rPr>
        <w:t xml:space="preserve"> </w:t>
      </w:r>
      <w:r w:rsidR="00E91A9E" w:rsidRPr="00135B51">
        <w:rPr>
          <w:sz w:val="28"/>
          <w:szCs w:val="28"/>
        </w:rPr>
        <w:t xml:space="preserve"> МО «</w:t>
      </w:r>
      <w:r w:rsidR="00D15A0D" w:rsidRPr="00135B51">
        <w:rPr>
          <w:sz w:val="28"/>
          <w:szCs w:val="28"/>
        </w:rPr>
        <w:t>Рамешковск</w:t>
      </w:r>
      <w:r w:rsidR="00E91A9E" w:rsidRPr="00135B51">
        <w:rPr>
          <w:sz w:val="28"/>
          <w:szCs w:val="28"/>
        </w:rPr>
        <w:t>ий</w:t>
      </w:r>
      <w:r w:rsidR="00D15A0D" w:rsidRPr="00135B51">
        <w:rPr>
          <w:sz w:val="28"/>
          <w:szCs w:val="28"/>
        </w:rPr>
        <w:t xml:space="preserve"> район</w:t>
      </w:r>
      <w:r w:rsidR="00E91A9E" w:rsidRPr="00135B51">
        <w:rPr>
          <w:sz w:val="28"/>
          <w:szCs w:val="28"/>
        </w:rPr>
        <w:t>»</w:t>
      </w:r>
      <w:r w:rsidR="00D15A0D" w:rsidRPr="00135B51">
        <w:rPr>
          <w:sz w:val="28"/>
          <w:szCs w:val="28"/>
        </w:rPr>
        <w:t>.</w:t>
      </w:r>
    </w:p>
    <w:p w:rsidR="00944FE9" w:rsidRPr="00944FE9" w:rsidRDefault="004D483B" w:rsidP="00B639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D483B">
        <w:rPr>
          <w:sz w:val="28"/>
          <w:szCs w:val="28"/>
        </w:rPr>
        <w:t>г) задача 1.4</w:t>
      </w:r>
      <w:r>
        <w:rPr>
          <w:sz w:val="28"/>
          <w:szCs w:val="28"/>
        </w:rPr>
        <w:t xml:space="preserve"> </w:t>
      </w:r>
      <w:r w:rsidRPr="004D483B">
        <w:rPr>
          <w:sz w:val="28"/>
          <w:szCs w:val="28"/>
        </w:rPr>
        <w:t>Задача Реализация мероприятий по сокращени</w:t>
      </w:r>
      <w:r>
        <w:rPr>
          <w:sz w:val="28"/>
          <w:szCs w:val="28"/>
        </w:rPr>
        <w:t>ю доли загрязненных сточных вод.</w:t>
      </w:r>
    </w:p>
    <w:p w:rsidR="00490436" w:rsidRPr="00135B51" w:rsidRDefault="00490436" w:rsidP="00B639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35B51">
        <w:rPr>
          <w:sz w:val="28"/>
          <w:szCs w:val="28"/>
        </w:rPr>
        <w:t xml:space="preserve">9. </w:t>
      </w:r>
      <w:r w:rsidRPr="00135B51">
        <w:rPr>
          <w:sz w:val="28"/>
          <w:szCs w:val="28"/>
          <w:u w:val="single"/>
        </w:rPr>
        <w:t>Решение задачи 1</w:t>
      </w:r>
      <w:r w:rsidR="006D112A" w:rsidRPr="00135B51">
        <w:rPr>
          <w:sz w:val="28"/>
          <w:szCs w:val="28"/>
          <w:u w:val="single"/>
        </w:rPr>
        <w:t>.1</w:t>
      </w:r>
      <w:r w:rsidRPr="00135B51">
        <w:rPr>
          <w:sz w:val="28"/>
          <w:szCs w:val="28"/>
        </w:rPr>
        <w:t xml:space="preserve"> «Создание условий для устойчивого функционирования и развития объектов коммунального комплекса»</w:t>
      </w:r>
      <w:r w:rsidR="006731BF" w:rsidRPr="00135B51">
        <w:rPr>
          <w:sz w:val="28"/>
          <w:szCs w:val="28"/>
        </w:rPr>
        <w:t xml:space="preserve"> </w:t>
      </w:r>
      <w:r w:rsidRPr="00135B51">
        <w:rPr>
          <w:sz w:val="28"/>
          <w:szCs w:val="28"/>
        </w:rPr>
        <w:t>оценивается с помощью показателей:</w:t>
      </w:r>
    </w:p>
    <w:p w:rsidR="00143CEA" w:rsidRPr="00135B51" w:rsidRDefault="00490436" w:rsidP="00340059">
      <w:pPr>
        <w:ind w:firstLine="720"/>
        <w:jc w:val="both"/>
        <w:rPr>
          <w:sz w:val="28"/>
          <w:szCs w:val="28"/>
        </w:rPr>
      </w:pPr>
      <w:r w:rsidRPr="00135B51">
        <w:rPr>
          <w:sz w:val="28"/>
          <w:szCs w:val="28"/>
        </w:rPr>
        <w:t xml:space="preserve">а) </w:t>
      </w:r>
      <w:r w:rsidR="00340059" w:rsidRPr="00135B51">
        <w:rPr>
          <w:sz w:val="28"/>
          <w:szCs w:val="28"/>
        </w:rPr>
        <w:t>Осуществление органами местного самоуправления содействия в сфере развития системы жилищно-коммунального и газового хозяйства в п</w:t>
      </w:r>
      <w:proofErr w:type="gramStart"/>
      <w:r w:rsidR="00340059" w:rsidRPr="00135B51">
        <w:rPr>
          <w:sz w:val="28"/>
          <w:szCs w:val="28"/>
        </w:rPr>
        <w:t>.Р</w:t>
      </w:r>
      <w:proofErr w:type="gramEnd"/>
      <w:r w:rsidR="00340059" w:rsidRPr="00135B51">
        <w:rPr>
          <w:sz w:val="28"/>
          <w:szCs w:val="28"/>
        </w:rPr>
        <w:t>амешки</w:t>
      </w:r>
    </w:p>
    <w:p w:rsidR="006107CB" w:rsidRPr="00135B51" w:rsidRDefault="00ED1271" w:rsidP="006107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35B51">
        <w:rPr>
          <w:sz w:val="28"/>
          <w:szCs w:val="28"/>
        </w:rPr>
        <w:t xml:space="preserve">10. </w:t>
      </w:r>
      <w:r w:rsidRPr="00135B51">
        <w:rPr>
          <w:sz w:val="28"/>
          <w:szCs w:val="28"/>
          <w:u w:val="single"/>
        </w:rPr>
        <w:t xml:space="preserve">Решение задачи </w:t>
      </w:r>
      <w:r w:rsidR="006D112A" w:rsidRPr="00135B51">
        <w:rPr>
          <w:sz w:val="28"/>
          <w:szCs w:val="28"/>
          <w:u w:val="single"/>
        </w:rPr>
        <w:t>1.</w:t>
      </w:r>
      <w:r w:rsidRPr="00135B51">
        <w:rPr>
          <w:sz w:val="28"/>
          <w:szCs w:val="28"/>
          <w:u w:val="single"/>
        </w:rPr>
        <w:t>2</w:t>
      </w:r>
      <w:r w:rsidR="00A857DC" w:rsidRPr="00135B51">
        <w:rPr>
          <w:sz w:val="28"/>
          <w:szCs w:val="28"/>
        </w:rPr>
        <w:t xml:space="preserve"> </w:t>
      </w:r>
      <w:r w:rsidR="00340059" w:rsidRPr="00135B51">
        <w:rPr>
          <w:sz w:val="28"/>
          <w:szCs w:val="28"/>
        </w:rPr>
        <w:t xml:space="preserve">«Создание благоприятных условий для граждан, проживающих в муниципальном жилищном фонде" </w:t>
      </w:r>
      <w:r w:rsidR="008C53FD" w:rsidRPr="00135B51">
        <w:rPr>
          <w:sz w:val="28"/>
          <w:szCs w:val="28"/>
        </w:rPr>
        <w:t>оценивается с помощью следующих показателей:</w:t>
      </w:r>
    </w:p>
    <w:p w:rsidR="008C53FD" w:rsidRPr="00135B51" w:rsidRDefault="008C53FD" w:rsidP="008C53FD">
      <w:pPr>
        <w:ind w:firstLine="720"/>
        <w:jc w:val="both"/>
        <w:rPr>
          <w:sz w:val="28"/>
          <w:szCs w:val="28"/>
        </w:rPr>
      </w:pPr>
      <w:r w:rsidRPr="00135B51">
        <w:rPr>
          <w:sz w:val="28"/>
          <w:szCs w:val="28"/>
        </w:rPr>
        <w:t xml:space="preserve">а) </w:t>
      </w:r>
      <w:r w:rsidR="00340059" w:rsidRPr="00135B51">
        <w:rPr>
          <w:sz w:val="28"/>
          <w:szCs w:val="28"/>
        </w:rPr>
        <w:t>Оказание помощи на развитие инфраструктуры  населенных пунктов МО Рамешковского района</w:t>
      </w:r>
    </w:p>
    <w:p w:rsidR="00490436" w:rsidRPr="00135B51" w:rsidRDefault="00490436" w:rsidP="005552C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35B51">
        <w:rPr>
          <w:sz w:val="28"/>
          <w:szCs w:val="28"/>
        </w:rPr>
        <w:t>1</w:t>
      </w:r>
      <w:r w:rsidR="006107CB" w:rsidRPr="00135B51">
        <w:rPr>
          <w:sz w:val="28"/>
          <w:szCs w:val="28"/>
        </w:rPr>
        <w:t>1</w:t>
      </w:r>
      <w:r w:rsidRPr="00135B51">
        <w:rPr>
          <w:sz w:val="28"/>
          <w:szCs w:val="28"/>
        </w:rPr>
        <w:t xml:space="preserve">. </w:t>
      </w:r>
      <w:r w:rsidRPr="00135B51">
        <w:rPr>
          <w:sz w:val="28"/>
          <w:szCs w:val="28"/>
          <w:u w:val="single"/>
        </w:rPr>
        <w:t xml:space="preserve">Решение задачи </w:t>
      </w:r>
      <w:r w:rsidR="00DF06DF" w:rsidRPr="00135B51">
        <w:rPr>
          <w:sz w:val="28"/>
          <w:szCs w:val="28"/>
          <w:u w:val="single"/>
        </w:rPr>
        <w:t>1.3</w:t>
      </w:r>
      <w:r w:rsidRPr="00135B51">
        <w:rPr>
          <w:sz w:val="28"/>
          <w:szCs w:val="28"/>
        </w:rPr>
        <w:t xml:space="preserve"> </w:t>
      </w:r>
      <w:r w:rsidR="00340059" w:rsidRPr="00135B51">
        <w:rPr>
          <w:sz w:val="28"/>
          <w:szCs w:val="28"/>
        </w:rPr>
        <w:t>"Оказание содействия в газоснабжении сельск</w:t>
      </w:r>
      <w:r w:rsidR="00B40CA3">
        <w:rPr>
          <w:sz w:val="28"/>
          <w:szCs w:val="28"/>
        </w:rPr>
        <w:t xml:space="preserve">их поселений  МО "Рамешковский </w:t>
      </w:r>
      <w:r w:rsidR="00340059" w:rsidRPr="00135B51">
        <w:rPr>
          <w:sz w:val="28"/>
          <w:szCs w:val="28"/>
        </w:rPr>
        <w:t xml:space="preserve">район" </w:t>
      </w:r>
      <w:r w:rsidRPr="00135B51">
        <w:rPr>
          <w:sz w:val="28"/>
          <w:szCs w:val="28"/>
        </w:rPr>
        <w:t>оценивается с помощью следующих показателей:</w:t>
      </w:r>
    </w:p>
    <w:p w:rsidR="00944FE9" w:rsidRDefault="008C53FD" w:rsidP="00340059">
      <w:pPr>
        <w:ind w:firstLine="720"/>
        <w:jc w:val="both"/>
        <w:rPr>
          <w:sz w:val="28"/>
          <w:szCs w:val="28"/>
        </w:rPr>
      </w:pPr>
      <w:r w:rsidRPr="00135B51">
        <w:rPr>
          <w:sz w:val="28"/>
          <w:szCs w:val="28"/>
        </w:rPr>
        <w:t>а</w:t>
      </w:r>
      <w:r w:rsidR="006107CB" w:rsidRPr="00135B51">
        <w:rPr>
          <w:sz w:val="28"/>
          <w:szCs w:val="28"/>
        </w:rPr>
        <w:t>)</w:t>
      </w:r>
      <w:r w:rsidR="00340059" w:rsidRPr="00135B51">
        <w:t xml:space="preserve"> </w:t>
      </w:r>
      <w:r w:rsidR="00340059" w:rsidRPr="00135B51">
        <w:rPr>
          <w:sz w:val="28"/>
          <w:szCs w:val="28"/>
        </w:rPr>
        <w:t>Увеличение</w:t>
      </w:r>
      <w:r w:rsidR="00B40CA3">
        <w:rPr>
          <w:sz w:val="28"/>
          <w:szCs w:val="28"/>
        </w:rPr>
        <w:t xml:space="preserve"> количества газифицированных </w:t>
      </w:r>
      <w:r w:rsidR="00340059" w:rsidRPr="00135B51">
        <w:rPr>
          <w:sz w:val="28"/>
          <w:szCs w:val="28"/>
        </w:rPr>
        <w:t>населенных пунктов</w:t>
      </w:r>
    </w:p>
    <w:p w:rsidR="00944FE9" w:rsidRPr="004D483B" w:rsidRDefault="00944FE9" w:rsidP="00340059">
      <w:pPr>
        <w:ind w:firstLine="720"/>
        <w:jc w:val="both"/>
        <w:rPr>
          <w:sz w:val="28"/>
          <w:szCs w:val="28"/>
          <w:u w:val="single"/>
        </w:rPr>
      </w:pPr>
      <w:r w:rsidRPr="004D483B">
        <w:rPr>
          <w:sz w:val="28"/>
          <w:szCs w:val="28"/>
        </w:rPr>
        <w:t>12.</w:t>
      </w:r>
      <w:r w:rsidRPr="004D483B">
        <w:rPr>
          <w:sz w:val="28"/>
          <w:szCs w:val="28"/>
          <w:u w:val="single"/>
        </w:rPr>
        <w:t>Решение задачи 1.4</w:t>
      </w:r>
      <w:r w:rsidR="004D483B" w:rsidRPr="004D483B">
        <w:rPr>
          <w:sz w:val="28"/>
          <w:szCs w:val="28"/>
          <w:u w:val="single"/>
        </w:rPr>
        <w:t xml:space="preserve"> "Задача Реализация мероприятий по сокращению доли загрязненных сточных вод"</w:t>
      </w:r>
      <w:r w:rsidR="004D483B">
        <w:rPr>
          <w:sz w:val="28"/>
          <w:szCs w:val="28"/>
          <w:u w:val="single"/>
        </w:rPr>
        <w:t>.</w:t>
      </w:r>
    </w:p>
    <w:p w:rsidR="008C53FD" w:rsidRPr="00135B51" w:rsidRDefault="00944FE9" w:rsidP="00340059">
      <w:pPr>
        <w:ind w:firstLine="720"/>
        <w:jc w:val="both"/>
        <w:rPr>
          <w:sz w:val="28"/>
          <w:szCs w:val="28"/>
        </w:rPr>
      </w:pPr>
      <w:r w:rsidRPr="004D483B">
        <w:rPr>
          <w:sz w:val="28"/>
          <w:szCs w:val="28"/>
        </w:rPr>
        <w:t>а)</w:t>
      </w:r>
      <w:r w:rsidR="004D483B" w:rsidRPr="004D483B">
        <w:rPr>
          <w:sz w:val="28"/>
          <w:szCs w:val="28"/>
        </w:rPr>
        <w:t xml:space="preserve"> Осуществление органами местного самоуправления содействия в участии национального проекта "Экология"</w:t>
      </w:r>
      <w:r w:rsidR="004D483B">
        <w:rPr>
          <w:sz w:val="28"/>
          <w:szCs w:val="28"/>
        </w:rPr>
        <w:t>.</w:t>
      </w:r>
      <w:r w:rsidR="003F1E06" w:rsidRPr="00135B51">
        <w:rPr>
          <w:sz w:val="28"/>
          <w:szCs w:val="28"/>
        </w:rPr>
        <w:t xml:space="preserve">    </w:t>
      </w:r>
    </w:p>
    <w:p w:rsidR="00490436" w:rsidRPr="00135B51" w:rsidRDefault="008C53FD" w:rsidP="00F11A8A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135B51">
        <w:rPr>
          <w:sz w:val="28"/>
          <w:szCs w:val="28"/>
        </w:rPr>
        <w:lastRenderedPageBreak/>
        <w:t xml:space="preserve">           </w:t>
      </w:r>
      <w:r w:rsidR="00490436" w:rsidRPr="004D483B">
        <w:rPr>
          <w:sz w:val="28"/>
          <w:szCs w:val="28"/>
        </w:rPr>
        <w:t>1</w:t>
      </w:r>
      <w:r w:rsidR="00944FE9" w:rsidRPr="004D483B">
        <w:rPr>
          <w:sz w:val="28"/>
          <w:szCs w:val="28"/>
        </w:rPr>
        <w:t>3</w:t>
      </w:r>
      <w:r w:rsidR="00490436" w:rsidRPr="004D483B">
        <w:rPr>
          <w:sz w:val="28"/>
          <w:szCs w:val="28"/>
        </w:rPr>
        <w:t>.</w:t>
      </w:r>
      <w:r w:rsidR="00490436" w:rsidRPr="00135B51">
        <w:rPr>
          <w:sz w:val="28"/>
          <w:szCs w:val="28"/>
        </w:rPr>
        <w:t xml:space="preserve"> Значения показателей задач подпрограммы 1«Обеспечение развития системы жилищно-коммунального и газового хозяйства»</w:t>
      </w:r>
      <w:r w:rsidR="003F290C" w:rsidRPr="00135B51">
        <w:rPr>
          <w:sz w:val="28"/>
          <w:szCs w:val="28"/>
        </w:rPr>
        <w:t xml:space="preserve"> </w:t>
      </w:r>
      <w:r w:rsidR="00490436" w:rsidRPr="00135B51">
        <w:rPr>
          <w:sz w:val="28"/>
          <w:szCs w:val="28"/>
        </w:rPr>
        <w:t>по годам реализации муниципальной программы приведены в приложении 1 к настоящей муниципальной программе.</w:t>
      </w:r>
    </w:p>
    <w:p w:rsidR="00490436" w:rsidRPr="00135B51" w:rsidRDefault="00490436" w:rsidP="005552C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668DB" w:rsidRPr="00B40CA3" w:rsidRDefault="00F668DB" w:rsidP="00F668D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40CA3">
        <w:rPr>
          <w:b/>
          <w:sz w:val="28"/>
          <w:szCs w:val="28"/>
        </w:rPr>
        <w:t xml:space="preserve">Глава 2. Мероприятия подпрограммы </w:t>
      </w:r>
    </w:p>
    <w:p w:rsidR="00F668DB" w:rsidRPr="00135B51" w:rsidRDefault="00F668DB" w:rsidP="00F668DB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F668DB" w:rsidRPr="00135B51" w:rsidRDefault="004D483B" w:rsidP="00F668DB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F668DB" w:rsidRPr="00135B51">
        <w:rPr>
          <w:sz w:val="28"/>
          <w:szCs w:val="28"/>
        </w:rPr>
        <w:t xml:space="preserve">. </w:t>
      </w:r>
      <w:r w:rsidR="00F668DB" w:rsidRPr="00B40CA3">
        <w:rPr>
          <w:b/>
          <w:sz w:val="28"/>
          <w:szCs w:val="28"/>
          <w:u w:val="single"/>
        </w:rPr>
        <w:t>Решение задачи 1</w:t>
      </w:r>
      <w:r w:rsidR="006D112A" w:rsidRPr="00B40CA3">
        <w:rPr>
          <w:b/>
          <w:sz w:val="28"/>
          <w:szCs w:val="28"/>
          <w:u w:val="single"/>
        </w:rPr>
        <w:t>.1</w:t>
      </w:r>
      <w:r w:rsidR="00F668DB" w:rsidRPr="00135B51">
        <w:rPr>
          <w:sz w:val="28"/>
          <w:szCs w:val="28"/>
          <w:u w:val="single"/>
        </w:rPr>
        <w:t xml:space="preserve"> </w:t>
      </w:r>
      <w:r w:rsidR="00F668DB" w:rsidRPr="00135B51">
        <w:rPr>
          <w:sz w:val="28"/>
          <w:szCs w:val="28"/>
        </w:rPr>
        <w:t xml:space="preserve">«Создание условий для устойчивого функционирования и развития объектов коммунального комплекса»  осуществляется посредством выполнения следующих мероприятий и </w:t>
      </w:r>
      <w:r w:rsidR="004F65C6" w:rsidRPr="00135B51">
        <w:rPr>
          <w:sz w:val="28"/>
          <w:szCs w:val="28"/>
        </w:rPr>
        <w:t xml:space="preserve">административных </w:t>
      </w:r>
      <w:r w:rsidR="00F668DB" w:rsidRPr="00135B51">
        <w:rPr>
          <w:sz w:val="28"/>
          <w:szCs w:val="28"/>
        </w:rPr>
        <w:t>мероприятий подпрограммы 1«Обеспечение развития системы жилищно-коммунального и газового хозяйства»:</w:t>
      </w:r>
    </w:p>
    <w:p w:rsidR="00340059" w:rsidRPr="00135B51" w:rsidRDefault="00B40CA3" w:rsidP="00F668DB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а) мероприятие</w:t>
      </w:r>
      <w:r w:rsidR="00340059" w:rsidRPr="00135B51">
        <w:rPr>
          <w:sz w:val="28"/>
          <w:szCs w:val="28"/>
        </w:rPr>
        <w:t xml:space="preserve"> «</w:t>
      </w:r>
      <w:r w:rsidR="00AE16B4">
        <w:rPr>
          <w:sz w:val="28"/>
          <w:szCs w:val="28"/>
        </w:rPr>
        <w:t xml:space="preserve">Расходы за счет субсидии </w:t>
      </w:r>
      <w:proofErr w:type="gramStart"/>
      <w:r w:rsidR="00AE16B4">
        <w:rPr>
          <w:sz w:val="28"/>
          <w:szCs w:val="28"/>
        </w:rPr>
        <w:t>ОБ</w:t>
      </w:r>
      <w:proofErr w:type="gramEnd"/>
      <w:r w:rsidR="00AE16B4" w:rsidRPr="00AE16B4">
        <w:rPr>
          <w:sz w:val="28"/>
          <w:szCs w:val="28"/>
        </w:rPr>
        <w:t xml:space="preserve"> </w:t>
      </w:r>
      <w:proofErr w:type="gramStart"/>
      <w:r w:rsidR="00AE16B4" w:rsidRPr="00AE16B4">
        <w:rPr>
          <w:sz w:val="28"/>
          <w:szCs w:val="28"/>
        </w:rPr>
        <w:t>на</w:t>
      </w:r>
      <w:proofErr w:type="gramEnd"/>
      <w:r w:rsidR="00AE16B4" w:rsidRPr="00AE16B4">
        <w:rPr>
          <w:sz w:val="28"/>
          <w:szCs w:val="28"/>
        </w:rPr>
        <w:t xml:space="preserve"> модернизацию объектов теплоэнергетических комплексов муниципальных образований Тверской области</w:t>
      </w:r>
      <w:r w:rsidR="00340059" w:rsidRPr="00135B51">
        <w:rPr>
          <w:sz w:val="28"/>
          <w:szCs w:val="28"/>
        </w:rPr>
        <w:t>"</w:t>
      </w:r>
    </w:p>
    <w:p w:rsidR="00340059" w:rsidRPr="00135B51" w:rsidRDefault="00680748" w:rsidP="00F668DB">
      <w:pPr>
        <w:shd w:val="clear" w:color="auto" w:fill="FFFFFF"/>
        <w:ind w:firstLine="720"/>
        <w:jc w:val="both"/>
        <w:rPr>
          <w:sz w:val="28"/>
          <w:szCs w:val="28"/>
        </w:rPr>
      </w:pPr>
      <w:r w:rsidRPr="00135B51">
        <w:rPr>
          <w:sz w:val="28"/>
          <w:szCs w:val="28"/>
        </w:rPr>
        <w:t>б)</w:t>
      </w:r>
      <w:r w:rsidR="00AE16B4">
        <w:rPr>
          <w:sz w:val="28"/>
          <w:szCs w:val="28"/>
        </w:rPr>
        <w:t xml:space="preserve"> </w:t>
      </w:r>
      <w:r w:rsidRPr="00135B51">
        <w:rPr>
          <w:sz w:val="28"/>
          <w:szCs w:val="28"/>
        </w:rPr>
        <w:t xml:space="preserve">мероприятие </w:t>
      </w:r>
      <w:r w:rsidR="00340059" w:rsidRPr="00135B51">
        <w:rPr>
          <w:sz w:val="28"/>
          <w:szCs w:val="28"/>
        </w:rPr>
        <w:t>«</w:t>
      </w:r>
      <w:r w:rsidR="00AE16B4" w:rsidRPr="00AE16B4">
        <w:rPr>
          <w:sz w:val="28"/>
          <w:szCs w:val="28"/>
        </w:rPr>
        <w:t>Осуществление органами местного самоуправления отдельных мероприятий в сфере развития системы жилищно-коммунального и газового хозяйства</w:t>
      </w:r>
      <w:r w:rsidR="00AE16B4">
        <w:rPr>
          <w:sz w:val="28"/>
          <w:szCs w:val="28"/>
        </w:rPr>
        <w:t>»</w:t>
      </w:r>
    </w:p>
    <w:p w:rsidR="00340059" w:rsidRDefault="00680748" w:rsidP="00340059">
      <w:pPr>
        <w:shd w:val="clear" w:color="auto" w:fill="FFFFFF"/>
        <w:ind w:firstLine="720"/>
        <w:jc w:val="both"/>
        <w:rPr>
          <w:sz w:val="28"/>
          <w:szCs w:val="28"/>
        </w:rPr>
      </w:pPr>
      <w:r w:rsidRPr="00135B51">
        <w:rPr>
          <w:sz w:val="28"/>
          <w:szCs w:val="28"/>
        </w:rPr>
        <w:t xml:space="preserve">в) </w:t>
      </w:r>
      <w:r w:rsidR="00340059" w:rsidRPr="00135B51">
        <w:rPr>
          <w:sz w:val="28"/>
          <w:szCs w:val="28"/>
        </w:rPr>
        <w:t>мероприятие «</w:t>
      </w:r>
      <w:r w:rsidR="00AE16B4" w:rsidRPr="00AE16B4">
        <w:rPr>
          <w:sz w:val="28"/>
          <w:szCs w:val="28"/>
        </w:rPr>
        <w:t>Расходы МБ на модернизацию объектов теплоэнергетических комплексов сельского поселения Алешино</w:t>
      </w:r>
      <w:r w:rsidR="00340059" w:rsidRPr="00135B51">
        <w:rPr>
          <w:sz w:val="28"/>
          <w:szCs w:val="28"/>
        </w:rPr>
        <w:t>"</w:t>
      </w:r>
    </w:p>
    <w:p w:rsidR="00AE16B4" w:rsidRDefault="00AE16B4" w:rsidP="00340059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г)</w:t>
      </w:r>
      <w:r w:rsidRPr="00AE16B4">
        <w:t xml:space="preserve"> </w:t>
      </w:r>
      <w:r>
        <w:t>мероприятие «</w:t>
      </w:r>
      <w:r w:rsidRPr="00AE16B4">
        <w:rPr>
          <w:sz w:val="28"/>
          <w:szCs w:val="28"/>
        </w:rPr>
        <w:t>Финансирование ПИР по БМК в д. Алешино Рамешковского района Тверской области</w:t>
      </w:r>
      <w:r>
        <w:rPr>
          <w:sz w:val="28"/>
          <w:szCs w:val="28"/>
        </w:rPr>
        <w:t>»</w:t>
      </w:r>
    </w:p>
    <w:p w:rsidR="00AE16B4" w:rsidRPr="00135B51" w:rsidRDefault="00AE16B4" w:rsidP="00340059">
      <w:pPr>
        <w:shd w:val="clear" w:color="auto" w:fill="FFFFFF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) мероприятия «Рас</w:t>
      </w:r>
      <w:r w:rsidRPr="00AE16B4">
        <w:rPr>
          <w:sz w:val="28"/>
          <w:szCs w:val="28"/>
        </w:rPr>
        <w:t>ходы МБ на модернизацию объектов теплоэнергетических комплексов муниципальн</w:t>
      </w:r>
      <w:r>
        <w:rPr>
          <w:sz w:val="28"/>
          <w:szCs w:val="28"/>
        </w:rPr>
        <w:t>ых образований Тверской области»</w:t>
      </w:r>
    </w:p>
    <w:p w:rsidR="00E7519C" w:rsidRPr="00135B51" w:rsidRDefault="00AE16B4" w:rsidP="00F668DB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="00603905" w:rsidRPr="00135B51">
        <w:rPr>
          <w:sz w:val="28"/>
          <w:szCs w:val="28"/>
        </w:rPr>
        <w:t>)</w:t>
      </w:r>
      <w:r w:rsidR="00FD4A5F" w:rsidRPr="00135B51">
        <w:rPr>
          <w:sz w:val="28"/>
          <w:szCs w:val="28"/>
        </w:rPr>
        <w:t xml:space="preserve"> </w:t>
      </w:r>
      <w:r w:rsidR="00603905" w:rsidRPr="00135B51">
        <w:rPr>
          <w:sz w:val="28"/>
          <w:szCs w:val="28"/>
        </w:rPr>
        <w:t xml:space="preserve">административное мероприятие </w:t>
      </w:r>
      <w:r w:rsidR="00340059" w:rsidRPr="00135B51">
        <w:rPr>
          <w:sz w:val="28"/>
          <w:szCs w:val="28"/>
        </w:rPr>
        <w:t xml:space="preserve">"Публикация в средствах массовой информации о ходе выполнения </w:t>
      </w:r>
      <w:r w:rsidR="00B55AB0" w:rsidRPr="00135B51">
        <w:rPr>
          <w:sz w:val="28"/>
          <w:szCs w:val="28"/>
        </w:rPr>
        <w:t>задачи</w:t>
      </w:r>
      <w:r w:rsidR="00340059" w:rsidRPr="00135B51">
        <w:rPr>
          <w:sz w:val="28"/>
          <w:szCs w:val="28"/>
        </w:rPr>
        <w:t>"</w:t>
      </w:r>
    </w:p>
    <w:p w:rsidR="008C53FD" w:rsidRPr="00135B51" w:rsidRDefault="008C53FD" w:rsidP="006107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u w:val="single"/>
        </w:rPr>
      </w:pPr>
    </w:p>
    <w:p w:rsidR="006107CB" w:rsidRPr="00135B51" w:rsidRDefault="00A21301" w:rsidP="004F65C6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FD64F5" w:rsidRPr="00B40CA3">
        <w:rPr>
          <w:sz w:val="28"/>
          <w:szCs w:val="28"/>
        </w:rPr>
        <w:t>.</w:t>
      </w:r>
      <w:r w:rsidR="006107CB" w:rsidRPr="00B40CA3">
        <w:rPr>
          <w:b/>
          <w:sz w:val="28"/>
          <w:szCs w:val="28"/>
          <w:u w:val="single"/>
        </w:rPr>
        <w:t xml:space="preserve">Решение задачи </w:t>
      </w:r>
      <w:r w:rsidR="006D112A" w:rsidRPr="00B40CA3">
        <w:rPr>
          <w:b/>
          <w:sz w:val="28"/>
          <w:szCs w:val="28"/>
          <w:u w:val="single"/>
        </w:rPr>
        <w:t>1.</w:t>
      </w:r>
      <w:r w:rsidR="006107CB" w:rsidRPr="00B40CA3">
        <w:rPr>
          <w:b/>
          <w:sz w:val="28"/>
          <w:szCs w:val="28"/>
          <w:u w:val="single"/>
        </w:rPr>
        <w:t>2</w:t>
      </w:r>
      <w:r w:rsidR="006107CB" w:rsidRPr="00135B51">
        <w:rPr>
          <w:sz w:val="28"/>
          <w:szCs w:val="28"/>
        </w:rPr>
        <w:t xml:space="preserve"> </w:t>
      </w:r>
      <w:r w:rsidR="00B55AB0" w:rsidRPr="00135B51">
        <w:rPr>
          <w:sz w:val="28"/>
          <w:szCs w:val="28"/>
        </w:rPr>
        <w:t>«Создание благоприятных условий для граждан, проживающих в муниципальном жилищном фонде"</w:t>
      </w:r>
      <w:r w:rsidR="004F65C6" w:rsidRPr="00135B51">
        <w:rPr>
          <w:sz w:val="28"/>
          <w:szCs w:val="28"/>
        </w:rPr>
        <w:t xml:space="preserve"> осуществляется посредством выполнения следующих мероприятий и административных мероприятий подпрограммы 1«Обеспечение развития системы жилищно-коммунального и газового хозяйства»:</w:t>
      </w:r>
    </w:p>
    <w:p w:rsidR="004F65C6" w:rsidRDefault="00B0641E" w:rsidP="00F668DB">
      <w:pPr>
        <w:shd w:val="clear" w:color="auto" w:fill="FFFFFF"/>
        <w:ind w:firstLine="720"/>
        <w:jc w:val="both"/>
        <w:rPr>
          <w:sz w:val="28"/>
          <w:szCs w:val="28"/>
        </w:rPr>
      </w:pPr>
      <w:r w:rsidRPr="00135B51">
        <w:rPr>
          <w:sz w:val="28"/>
          <w:szCs w:val="28"/>
        </w:rPr>
        <w:t>а)</w:t>
      </w:r>
      <w:r w:rsidR="00D64D1F" w:rsidRPr="00135B51">
        <w:rPr>
          <w:sz w:val="28"/>
          <w:szCs w:val="28"/>
        </w:rPr>
        <w:t xml:space="preserve"> </w:t>
      </w:r>
      <w:r w:rsidR="008C53FD" w:rsidRPr="00135B51">
        <w:rPr>
          <w:sz w:val="28"/>
          <w:szCs w:val="28"/>
        </w:rPr>
        <w:t xml:space="preserve">мероприятие </w:t>
      </w:r>
      <w:r w:rsidR="00AE16B4">
        <w:rPr>
          <w:sz w:val="28"/>
          <w:szCs w:val="28"/>
        </w:rPr>
        <w:t>«</w:t>
      </w:r>
      <w:r w:rsidR="00AE16B4" w:rsidRPr="00AE16B4">
        <w:rPr>
          <w:sz w:val="28"/>
          <w:szCs w:val="28"/>
        </w:rPr>
        <w:t>Выделение межбюджетных трансфертов из районного бюджета на ПИР канализационных сетей поселка Р</w:t>
      </w:r>
      <w:r w:rsidR="00AE16B4">
        <w:rPr>
          <w:sz w:val="28"/>
          <w:szCs w:val="28"/>
        </w:rPr>
        <w:t>амешки»</w:t>
      </w:r>
    </w:p>
    <w:p w:rsidR="00AE16B4" w:rsidRDefault="00AE16B4" w:rsidP="00AE16B4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Pr="00AE16B4">
        <w:t xml:space="preserve"> </w:t>
      </w:r>
      <w:r>
        <w:t xml:space="preserve"> мероприятие </w:t>
      </w:r>
      <w:r w:rsidRPr="00AE16B4">
        <w:rPr>
          <w:sz w:val="28"/>
          <w:szCs w:val="28"/>
        </w:rPr>
        <w:t xml:space="preserve">"Расходы местного бюджета на проектирование котельной №3 села </w:t>
      </w:r>
      <w:proofErr w:type="spellStart"/>
      <w:r w:rsidRPr="00AE16B4">
        <w:rPr>
          <w:sz w:val="28"/>
          <w:szCs w:val="28"/>
        </w:rPr>
        <w:t>Застолбье</w:t>
      </w:r>
      <w:proofErr w:type="spellEnd"/>
      <w:r w:rsidRPr="00AE16B4">
        <w:rPr>
          <w:sz w:val="28"/>
          <w:szCs w:val="28"/>
        </w:rPr>
        <w:t>"</w:t>
      </w:r>
    </w:p>
    <w:p w:rsidR="00AE16B4" w:rsidRPr="00135B51" w:rsidRDefault="00AE16B4" w:rsidP="00AE16B4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в) мероприятие "</w:t>
      </w:r>
      <w:r w:rsidRPr="00AE16B4">
        <w:rPr>
          <w:sz w:val="28"/>
          <w:szCs w:val="28"/>
        </w:rPr>
        <w:t>Расходы на предоставление межбюджетных трансфертов для решения вопросов местного значения поселениям района"</w:t>
      </w:r>
    </w:p>
    <w:p w:rsidR="00B55AB0" w:rsidRPr="00135B51" w:rsidRDefault="007A0F21" w:rsidP="00F668DB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55AB0" w:rsidRPr="00135B51">
        <w:rPr>
          <w:sz w:val="28"/>
          <w:szCs w:val="28"/>
        </w:rPr>
        <w:t>) административное мероприятие "Осуществление публикаций в средствах массовой информации  о ходе реализации задачи"</w:t>
      </w:r>
    </w:p>
    <w:p w:rsidR="00B55AB0" w:rsidRPr="00135B51" w:rsidRDefault="00B55AB0" w:rsidP="00F668DB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F668DB" w:rsidRPr="00135B51" w:rsidRDefault="00F668DB" w:rsidP="00F668DB">
      <w:pPr>
        <w:shd w:val="clear" w:color="auto" w:fill="FFFFFF"/>
        <w:ind w:firstLine="720"/>
        <w:jc w:val="both"/>
        <w:rPr>
          <w:sz w:val="28"/>
          <w:szCs w:val="28"/>
        </w:rPr>
      </w:pPr>
      <w:r w:rsidRPr="00135B51">
        <w:rPr>
          <w:sz w:val="28"/>
          <w:szCs w:val="28"/>
        </w:rPr>
        <w:t>1</w:t>
      </w:r>
      <w:r w:rsidR="00A21301">
        <w:rPr>
          <w:sz w:val="28"/>
          <w:szCs w:val="28"/>
        </w:rPr>
        <w:t>6</w:t>
      </w:r>
      <w:r w:rsidRPr="00135B51">
        <w:rPr>
          <w:sz w:val="28"/>
          <w:szCs w:val="28"/>
        </w:rPr>
        <w:t>.</w:t>
      </w:r>
      <w:r w:rsidRPr="00944FE9">
        <w:rPr>
          <w:b/>
          <w:sz w:val="28"/>
          <w:szCs w:val="28"/>
        </w:rPr>
        <w:t>Решение задачи</w:t>
      </w:r>
      <w:r w:rsidR="00FD4A5F" w:rsidRPr="00944FE9">
        <w:rPr>
          <w:b/>
          <w:sz w:val="28"/>
          <w:szCs w:val="28"/>
        </w:rPr>
        <w:t xml:space="preserve"> </w:t>
      </w:r>
      <w:r w:rsidR="00D92475" w:rsidRPr="00944FE9">
        <w:rPr>
          <w:b/>
          <w:sz w:val="28"/>
          <w:szCs w:val="28"/>
        </w:rPr>
        <w:t>1.3</w:t>
      </w:r>
      <w:r w:rsidR="00D92475" w:rsidRPr="00944FE9">
        <w:rPr>
          <w:sz w:val="28"/>
          <w:szCs w:val="28"/>
        </w:rPr>
        <w:t xml:space="preserve"> </w:t>
      </w:r>
      <w:r w:rsidR="00B55AB0" w:rsidRPr="00944FE9">
        <w:rPr>
          <w:sz w:val="28"/>
          <w:szCs w:val="28"/>
        </w:rPr>
        <w:t>"Оказание содействия в газоснабжении сельских поселений  МО "Рамешковский  район"</w:t>
      </w:r>
      <w:r w:rsidR="007A0F21" w:rsidRPr="00944FE9">
        <w:rPr>
          <w:sz w:val="28"/>
          <w:szCs w:val="28"/>
        </w:rPr>
        <w:t xml:space="preserve"> </w:t>
      </w:r>
      <w:r w:rsidR="004F65C6" w:rsidRPr="00944FE9">
        <w:rPr>
          <w:sz w:val="28"/>
          <w:szCs w:val="28"/>
        </w:rPr>
        <w:t>о</w:t>
      </w:r>
      <w:r w:rsidR="004F65C6" w:rsidRPr="00135B51">
        <w:rPr>
          <w:sz w:val="28"/>
          <w:szCs w:val="28"/>
        </w:rPr>
        <w:t>су</w:t>
      </w:r>
      <w:r w:rsidRPr="00135B51">
        <w:rPr>
          <w:sz w:val="28"/>
          <w:szCs w:val="28"/>
        </w:rPr>
        <w:t xml:space="preserve">ществляется посредством выполнения следующих </w:t>
      </w:r>
      <w:r w:rsidRPr="004D483B">
        <w:rPr>
          <w:sz w:val="28"/>
          <w:szCs w:val="28"/>
        </w:rPr>
        <w:t>мероприятий</w:t>
      </w:r>
      <w:r w:rsidR="005E3D84" w:rsidRPr="005E3D84">
        <w:rPr>
          <w:sz w:val="28"/>
          <w:szCs w:val="28"/>
        </w:rPr>
        <w:t xml:space="preserve"> </w:t>
      </w:r>
      <w:r w:rsidR="005E3D84" w:rsidRPr="00135B51">
        <w:rPr>
          <w:sz w:val="28"/>
          <w:szCs w:val="28"/>
        </w:rPr>
        <w:t xml:space="preserve">и административных </w:t>
      </w:r>
      <w:r w:rsidR="005E3D84" w:rsidRPr="00135B51">
        <w:rPr>
          <w:sz w:val="28"/>
          <w:szCs w:val="28"/>
        </w:rPr>
        <w:lastRenderedPageBreak/>
        <w:t>мероприятий</w:t>
      </w:r>
      <w:r w:rsidRPr="00135B51">
        <w:rPr>
          <w:sz w:val="28"/>
          <w:szCs w:val="28"/>
        </w:rPr>
        <w:t xml:space="preserve"> подпрограммы 1</w:t>
      </w:r>
      <w:r w:rsidR="00FD713D" w:rsidRPr="00135B51">
        <w:rPr>
          <w:sz w:val="28"/>
          <w:szCs w:val="28"/>
        </w:rPr>
        <w:t xml:space="preserve"> </w:t>
      </w:r>
      <w:r w:rsidRPr="00135B51">
        <w:rPr>
          <w:sz w:val="28"/>
          <w:szCs w:val="28"/>
        </w:rPr>
        <w:t>«Обеспечение развития системы жилищно-коммунального и газового хозяйства»:</w:t>
      </w:r>
    </w:p>
    <w:p w:rsidR="00B55AB0" w:rsidRDefault="006D112A" w:rsidP="007A0F21">
      <w:pPr>
        <w:shd w:val="clear" w:color="auto" w:fill="FFFFFF"/>
        <w:ind w:firstLine="720"/>
        <w:jc w:val="both"/>
        <w:rPr>
          <w:sz w:val="28"/>
          <w:szCs w:val="28"/>
        </w:rPr>
      </w:pPr>
      <w:r w:rsidRPr="00135B51">
        <w:rPr>
          <w:sz w:val="28"/>
          <w:szCs w:val="28"/>
        </w:rPr>
        <w:t>а</w:t>
      </w:r>
      <w:r w:rsidR="00156E3D" w:rsidRPr="00135B51">
        <w:rPr>
          <w:sz w:val="28"/>
          <w:szCs w:val="28"/>
        </w:rPr>
        <w:t xml:space="preserve">) мероприятие </w:t>
      </w:r>
      <w:r w:rsidR="007A0F21" w:rsidRPr="007A0F21">
        <w:rPr>
          <w:sz w:val="28"/>
          <w:szCs w:val="28"/>
        </w:rPr>
        <w:t xml:space="preserve">"Расходы за счет субсидии </w:t>
      </w:r>
      <w:proofErr w:type="gramStart"/>
      <w:r w:rsidR="007A0F21" w:rsidRPr="007A0F21">
        <w:rPr>
          <w:sz w:val="28"/>
          <w:szCs w:val="28"/>
        </w:rPr>
        <w:t>ОБ</w:t>
      </w:r>
      <w:proofErr w:type="gramEnd"/>
      <w:r w:rsidR="007A0F21" w:rsidRPr="007A0F21">
        <w:rPr>
          <w:sz w:val="28"/>
          <w:szCs w:val="28"/>
        </w:rPr>
        <w:t xml:space="preserve"> </w:t>
      </w:r>
      <w:proofErr w:type="gramStart"/>
      <w:r w:rsidR="007A0F21" w:rsidRPr="007A0F21">
        <w:rPr>
          <w:sz w:val="28"/>
          <w:szCs w:val="28"/>
        </w:rPr>
        <w:t>на</w:t>
      </w:r>
      <w:proofErr w:type="gramEnd"/>
      <w:r w:rsidR="007A0F21" w:rsidRPr="007A0F21">
        <w:rPr>
          <w:sz w:val="28"/>
          <w:szCs w:val="28"/>
        </w:rPr>
        <w:t xml:space="preserve"> развитие системы газоснабжения населенных пунктов Тверской области" (Газ </w:t>
      </w:r>
      <w:proofErr w:type="spellStart"/>
      <w:r w:rsidR="007A0F21" w:rsidRPr="007A0F21">
        <w:rPr>
          <w:sz w:val="28"/>
          <w:szCs w:val="28"/>
        </w:rPr>
        <w:t>Киверичи-Алешино</w:t>
      </w:r>
      <w:proofErr w:type="spellEnd"/>
      <w:r w:rsidR="007A0F21" w:rsidRPr="007A0F21">
        <w:rPr>
          <w:sz w:val="28"/>
          <w:szCs w:val="28"/>
        </w:rPr>
        <w:t>, 2 этап)</w:t>
      </w:r>
    </w:p>
    <w:p w:rsidR="007A0F21" w:rsidRDefault="007A0F21" w:rsidP="007A0F21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мероприятие </w:t>
      </w:r>
      <w:r w:rsidRPr="007A0F21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7A0F21">
        <w:rPr>
          <w:sz w:val="28"/>
          <w:szCs w:val="28"/>
        </w:rPr>
        <w:t>Выделение межбюджетных трансфертов из районного бюджета на разводящие сети газоснабжения д. Алешино сельского поселения Алешино</w:t>
      </w:r>
      <w:r>
        <w:rPr>
          <w:sz w:val="28"/>
          <w:szCs w:val="28"/>
        </w:rPr>
        <w:t>»</w:t>
      </w:r>
    </w:p>
    <w:p w:rsidR="007A0F21" w:rsidRPr="00135B51" w:rsidRDefault="007A0F21" w:rsidP="007A0F21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мероприятие </w:t>
      </w:r>
      <w:r w:rsidRPr="007A0F21">
        <w:rPr>
          <w:sz w:val="28"/>
          <w:szCs w:val="28"/>
        </w:rPr>
        <w:t>"Расходы за счет МБ на развитие системы газоснабжения населенных пунктов Тверской области"</w:t>
      </w:r>
    </w:p>
    <w:p w:rsidR="00490436" w:rsidRDefault="004D483B" w:rsidP="00B55AB0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F668DB" w:rsidRPr="00135B51">
        <w:rPr>
          <w:sz w:val="28"/>
          <w:szCs w:val="28"/>
        </w:rPr>
        <w:t xml:space="preserve">) административное мероприятие </w:t>
      </w:r>
      <w:r w:rsidR="00B55AB0" w:rsidRPr="00135B51">
        <w:rPr>
          <w:sz w:val="28"/>
          <w:szCs w:val="28"/>
        </w:rPr>
        <w:t>"Публикация в средствах массовой информации о ходе реализации задачи"</w:t>
      </w:r>
    </w:p>
    <w:p w:rsidR="007A0F21" w:rsidRDefault="007A0F21" w:rsidP="00B55AB0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944FE9" w:rsidRPr="00135B51" w:rsidRDefault="00A21301" w:rsidP="00944FE9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7A0F21">
        <w:rPr>
          <w:sz w:val="28"/>
          <w:szCs w:val="28"/>
        </w:rPr>
        <w:t xml:space="preserve">. </w:t>
      </w:r>
      <w:r w:rsidR="007A0F21" w:rsidRPr="00B40CA3">
        <w:rPr>
          <w:b/>
          <w:sz w:val="28"/>
          <w:szCs w:val="28"/>
          <w:u w:val="single"/>
        </w:rPr>
        <w:t>Решение задачи 1.4</w:t>
      </w:r>
      <w:r w:rsidR="007A0F21">
        <w:rPr>
          <w:sz w:val="28"/>
          <w:szCs w:val="28"/>
        </w:rPr>
        <w:t xml:space="preserve"> </w:t>
      </w:r>
      <w:r w:rsidR="007A0F21" w:rsidRPr="007A0F21">
        <w:rPr>
          <w:sz w:val="28"/>
          <w:szCs w:val="28"/>
        </w:rPr>
        <w:t>"Задача Реализация мероприятий по сокращению доли загрязненных сточных вод"</w:t>
      </w:r>
      <w:r w:rsidR="007A0F21">
        <w:rPr>
          <w:sz w:val="28"/>
          <w:szCs w:val="28"/>
        </w:rPr>
        <w:t xml:space="preserve"> </w:t>
      </w:r>
      <w:r w:rsidR="00944FE9" w:rsidRPr="004D483B">
        <w:rPr>
          <w:sz w:val="28"/>
          <w:szCs w:val="28"/>
        </w:rPr>
        <w:t>осуществляется посредством выполнения следующих мероприятий подпрограммы 1 «Обеспечение развития системы жилищно-коммунального и газового хозяйства»:</w:t>
      </w:r>
    </w:p>
    <w:p w:rsidR="007A0F21" w:rsidRPr="004D483B" w:rsidRDefault="00944FE9" w:rsidP="00B55AB0">
      <w:pPr>
        <w:shd w:val="clear" w:color="auto" w:fill="FFFFFF"/>
        <w:ind w:firstLine="720"/>
        <w:jc w:val="both"/>
        <w:rPr>
          <w:sz w:val="28"/>
          <w:szCs w:val="28"/>
        </w:rPr>
      </w:pPr>
      <w:r w:rsidRPr="004D483B">
        <w:rPr>
          <w:sz w:val="28"/>
          <w:szCs w:val="28"/>
        </w:rPr>
        <w:t>а)</w:t>
      </w:r>
      <w:r w:rsidR="005E3D84">
        <w:rPr>
          <w:sz w:val="28"/>
          <w:szCs w:val="28"/>
        </w:rPr>
        <w:t xml:space="preserve"> </w:t>
      </w:r>
      <w:r w:rsidR="007A0F21" w:rsidRPr="004D483B">
        <w:rPr>
          <w:sz w:val="28"/>
          <w:szCs w:val="28"/>
        </w:rPr>
        <w:t xml:space="preserve">мероприятие подпрограммы " Расходы на реализацию мероприятий по сокращению доли загрязненных сточных вод с. </w:t>
      </w:r>
      <w:proofErr w:type="spellStart"/>
      <w:r w:rsidR="007A0F21" w:rsidRPr="004D483B">
        <w:rPr>
          <w:sz w:val="28"/>
          <w:szCs w:val="28"/>
        </w:rPr>
        <w:t>Застолбье</w:t>
      </w:r>
      <w:proofErr w:type="spellEnd"/>
      <w:r w:rsidR="007A0F21" w:rsidRPr="004D483B">
        <w:rPr>
          <w:sz w:val="28"/>
          <w:szCs w:val="28"/>
        </w:rPr>
        <w:t xml:space="preserve"> Рамешковского района Тверской области"</w:t>
      </w:r>
    </w:p>
    <w:p w:rsidR="00944FE9" w:rsidRPr="00135B51" w:rsidRDefault="00944FE9" w:rsidP="00B55AB0">
      <w:pPr>
        <w:shd w:val="clear" w:color="auto" w:fill="FFFFFF"/>
        <w:ind w:firstLine="720"/>
        <w:jc w:val="both"/>
        <w:rPr>
          <w:sz w:val="28"/>
          <w:szCs w:val="28"/>
        </w:rPr>
      </w:pPr>
      <w:r w:rsidRPr="004D483B">
        <w:rPr>
          <w:sz w:val="28"/>
          <w:szCs w:val="28"/>
        </w:rPr>
        <w:t>б) административное мероприятие "Публикация в средствах массовой информации о ходе реализации задачи"</w:t>
      </w:r>
    </w:p>
    <w:p w:rsidR="00490436" w:rsidRPr="00135B51" w:rsidRDefault="00490436" w:rsidP="005552C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90436" w:rsidRPr="00B40CA3" w:rsidRDefault="00490436" w:rsidP="005552C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40CA3">
        <w:rPr>
          <w:b/>
          <w:sz w:val="28"/>
          <w:szCs w:val="28"/>
        </w:rPr>
        <w:t>Глава 3. Объем финансовых ресурсов, необходимый для реализации подпрограммы</w:t>
      </w:r>
    </w:p>
    <w:p w:rsidR="00490436" w:rsidRPr="00135B51" w:rsidRDefault="00490436" w:rsidP="005552C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B55AB0" w:rsidRPr="00135B51" w:rsidRDefault="00B40CA3" w:rsidP="002C433F">
      <w:pPr>
        <w:pStyle w:val="ConsPlusCell"/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21301">
        <w:rPr>
          <w:rFonts w:ascii="Times New Roman" w:hAnsi="Times New Roman" w:cs="Times New Roman"/>
          <w:sz w:val="28"/>
          <w:szCs w:val="28"/>
        </w:rPr>
        <w:t>18</w:t>
      </w:r>
      <w:r w:rsidR="00490436" w:rsidRPr="00135B51">
        <w:rPr>
          <w:rFonts w:ascii="Times New Roman" w:hAnsi="Times New Roman" w:cs="Times New Roman"/>
          <w:sz w:val="28"/>
          <w:szCs w:val="28"/>
        </w:rPr>
        <w:t xml:space="preserve">. Объем финансовых ресурсов, необходимый для реализации подпрограммы 1 «Обеспечение развития системы жилищно-коммунального и газового хозяйства» </w:t>
      </w:r>
    </w:p>
    <w:p w:rsidR="007A0F21" w:rsidRPr="00135B51" w:rsidRDefault="007A0F21" w:rsidP="007A0F21">
      <w:pPr>
        <w:pStyle w:val="ConsPlusCell"/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135B51">
        <w:rPr>
          <w:rFonts w:ascii="Times New Roman" w:hAnsi="Times New Roman" w:cs="Times New Roman"/>
          <w:sz w:val="28"/>
          <w:szCs w:val="28"/>
        </w:rPr>
        <w:t xml:space="preserve">Общий объем финансирования – </w:t>
      </w:r>
      <w:r>
        <w:rPr>
          <w:rFonts w:ascii="Times New Roman" w:hAnsi="Times New Roman" w:cs="Times New Roman"/>
          <w:sz w:val="28"/>
          <w:szCs w:val="28"/>
        </w:rPr>
        <w:t>83522,0</w:t>
      </w:r>
      <w:r w:rsidRPr="00135B51">
        <w:rPr>
          <w:rFonts w:ascii="Times New Roman" w:hAnsi="Times New Roman" w:cs="Times New Roman"/>
          <w:sz w:val="28"/>
          <w:szCs w:val="28"/>
        </w:rPr>
        <w:t xml:space="preserve"> тыс. руб., в том числе по годам:</w:t>
      </w:r>
    </w:p>
    <w:p w:rsidR="007A0F21" w:rsidRPr="00135B51" w:rsidRDefault="007A0F21" w:rsidP="007A0F21">
      <w:pPr>
        <w:pStyle w:val="ConsPlusCell"/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135B51">
        <w:rPr>
          <w:rFonts w:ascii="Times New Roman" w:hAnsi="Times New Roman" w:cs="Times New Roman"/>
          <w:sz w:val="28"/>
          <w:szCs w:val="28"/>
        </w:rPr>
        <w:t xml:space="preserve">2021год- </w:t>
      </w:r>
      <w:r>
        <w:rPr>
          <w:rFonts w:ascii="Times New Roman" w:hAnsi="Times New Roman" w:cs="Times New Roman"/>
          <w:sz w:val="28"/>
          <w:szCs w:val="28"/>
        </w:rPr>
        <w:t>77891,3</w:t>
      </w:r>
      <w:r w:rsidRPr="00135B51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135B5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35B51">
        <w:rPr>
          <w:rFonts w:ascii="Times New Roman" w:hAnsi="Times New Roman" w:cs="Times New Roman"/>
          <w:sz w:val="28"/>
          <w:szCs w:val="28"/>
        </w:rPr>
        <w:t>уб.</w:t>
      </w:r>
    </w:p>
    <w:p w:rsidR="007A0F21" w:rsidRPr="00135B51" w:rsidRDefault="007A0F21" w:rsidP="007A0F21">
      <w:pPr>
        <w:pStyle w:val="ConsPlusCell"/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135B51">
        <w:rPr>
          <w:rFonts w:ascii="Times New Roman" w:hAnsi="Times New Roman" w:cs="Times New Roman"/>
          <w:sz w:val="28"/>
          <w:szCs w:val="28"/>
        </w:rPr>
        <w:t xml:space="preserve">2022год- </w:t>
      </w:r>
      <w:r>
        <w:rPr>
          <w:rFonts w:ascii="Times New Roman" w:hAnsi="Times New Roman" w:cs="Times New Roman"/>
          <w:sz w:val="28"/>
          <w:szCs w:val="28"/>
        </w:rPr>
        <w:t>5630,7</w:t>
      </w:r>
      <w:r w:rsidRPr="00135B51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135B5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35B51">
        <w:rPr>
          <w:rFonts w:ascii="Times New Roman" w:hAnsi="Times New Roman" w:cs="Times New Roman"/>
          <w:sz w:val="28"/>
          <w:szCs w:val="28"/>
        </w:rPr>
        <w:t xml:space="preserve">уб. </w:t>
      </w:r>
    </w:p>
    <w:p w:rsidR="00490436" w:rsidRPr="00135B51" w:rsidRDefault="007A0F21" w:rsidP="007A0F21">
      <w:pPr>
        <w:pStyle w:val="ConsPlusCell"/>
        <w:widowControl/>
        <w:spacing w:line="276" w:lineRule="auto"/>
        <w:rPr>
          <w:sz w:val="28"/>
          <w:szCs w:val="28"/>
        </w:rPr>
      </w:pPr>
      <w:r w:rsidRPr="00135B51">
        <w:rPr>
          <w:rFonts w:ascii="Times New Roman" w:hAnsi="Times New Roman" w:cs="Times New Roman"/>
          <w:sz w:val="28"/>
          <w:szCs w:val="28"/>
        </w:rPr>
        <w:t>2023год- 0,0 тыс</w:t>
      </w:r>
      <w:proofErr w:type="gramStart"/>
      <w:r w:rsidRPr="00135B5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35B51">
        <w:rPr>
          <w:rFonts w:ascii="Times New Roman" w:hAnsi="Times New Roman" w:cs="Times New Roman"/>
          <w:sz w:val="28"/>
          <w:szCs w:val="28"/>
        </w:rPr>
        <w:t>уб.</w:t>
      </w:r>
    </w:p>
    <w:p w:rsidR="00490436" w:rsidRPr="00B40CA3" w:rsidRDefault="00490436" w:rsidP="00B40CA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40CA3">
        <w:rPr>
          <w:b/>
          <w:sz w:val="28"/>
          <w:szCs w:val="28"/>
        </w:rPr>
        <w:t xml:space="preserve">Подраздел </w:t>
      </w:r>
      <w:r w:rsidRPr="00B40CA3">
        <w:rPr>
          <w:b/>
          <w:sz w:val="28"/>
          <w:szCs w:val="28"/>
          <w:lang w:val="en-US"/>
        </w:rPr>
        <w:t>II</w:t>
      </w:r>
    </w:p>
    <w:p w:rsidR="00B71FC6" w:rsidRPr="00B40CA3" w:rsidRDefault="00490436" w:rsidP="00B40CA3">
      <w:pPr>
        <w:pStyle w:val="ConsPlusCell"/>
        <w:widowControl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0CA3">
        <w:rPr>
          <w:rFonts w:ascii="Times New Roman" w:hAnsi="Times New Roman" w:cs="Times New Roman"/>
          <w:b/>
          <w:color w:val="000000"/>
          <w:sz w:val="28"/>
          <w:szCs w:val="28"/>
        </w:rPr>
        <w:t>Подпрограмма 2</w:t>
      </w:r>
      <w:r w:rsidR="00B71FC6" w:rsidRPr="00B40CA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</w:t>
      </w:r>
      <w:r w:rsidR="00B71FC6" w:rsidRPr="00B40CA3">
        <w:rPr>
          <w:rFonts w:ascii="Times New Roman" w:hAnsi="Times New Roman" w:cs="Times New Roman"/>
          <w:b/>
          <w:sz w:val="28"/>
          <w:szCs w:val="28"/>
        </w:rPr>
        <w:t>«Обеспечение и повышение энергетической эффективности в бюджетной сфере»</w:t>
      </w:r>
    </w:p>
    <w:p w:rsidR="00490436" w:rsidRPr="00135B51" w:rsidRDefault="00490436" w:rsidP="00160F5B">
      <w:pPr>
        <w:jc w:val="center"/>
        <w:rPr>
          <w:sz w:val="28"/>
          <w:szCs w:val="28"/>
        </w:rPr>
      </w:pPr>
    </w:p>
    <w:p w:rsidR="00490436" w:rsidRPr="00B40CA3" w:rsidRDefault="00490436" w:rsidP="0058607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40CA3">
        <w:rPr>
          <w:b/>
          <w:sz w:val="28"/>
          <w:szCs w:val="28"/>
        </w:rPr>
        <w:t>Глава 1. Задачи подпрограммы</w:t>
      </w:r>
    </w:p>
    <w:p w:rsidR="00490436" w:rsidRPr="00135B51" w:rsidRDefault="00490436" w:rsidP="0058607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90436" w:rsidRPr="00B40CA3" w:rsidRDefault="00B40CA3" w:rsidP="00B40CA3">
      <w:pPr>
        <w:pStyle w:val="ConsPlusCell"/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21301">
        <w:rPr>
          <w:rFonts w:ascii="Times New Roman" w:hAnsi="Times New Roman" w:cs="Times New Roman"/>
          <w:sz w:val="28"/>
          <w:szCs w:val="28"/>
        </w:rPr>
        <w:t>19</w:t>
      </w:r>
      <w:r w:rsidR="00490436" w:rsidRPr="00135B51">
        <w:rPr>
          <w:rFonts w:ascii="Times New Roman" w:hAnsi="Times New Roman" w:cs="Times New Roman"/>
          <w:sz w:val="28"/>
          <w:szCs w:val="28"/>
        </w:rPr>
        <w:t xml:space="preserve">. Реализация </w:t>
      </w:r>
      <w:r w:rsidR="00490436" w:rsidRPr="00135B51">
        <w:rPr>
          <w:rFonts w:ascii="Times New Roman" w:hAnsi="Times New Roman" w:cs="Times New Roman"/>
          <w:color w:val="000000"/>
          <w:sz w:val="28"/>
          <w:szCs w:val="28"/>
        </w:rPr>
        <w:t>Подпрограммы 2</w:t>
      </w:r>
      <w:r w:rsidR="00490436" w:rsidRPr="00135B51">
        <w:rPr>
          <w:color w:val="000000"/>
          <w:sz w:val="28"/>
          <w:szCs w:val="28"/>
        </w:rPr>
        <w:t xml:space="preserve"> </w:t>
      </w:r>
      <w:r w:rsidR="00B71FC6" w:rsidRPr="00135B51">
        <w:rPr>
          <w:rFonts w:ascii="Times New Roman" w:hAnsi="Times New Roman" w:cs="Times New Roman"/>
          <w:sz w:val="28"/>
          <w:szCs w:val="28"/>
        </w:rPr>
        <w:t>«Обеспечение и повышение энергетической эффективности в бюджетной сфере»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0436" w:rsidRPr="00B40CA3">
        <w:rPr>
          <w:rFonts w:ascii="Times New Roman" w:hAnsi="Times New Roman" w:cs="Times New Roman"/>
          <w:sz w:val="28"/>
          <w:szCs w:val="28"/>
        </w:rPr>
        <w:t>связано с решением следующих задач:</w:t>
      </w:r>
    </w:p>
    <w:p w:rsidR="00490436" w:rsidRPr="00135B51" w:rsidRDefault="00490436" w:rsidP="007E4F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35B51">
        <w:rPr>
          <w:sz w:val="28"/>
          <w:szCs w:val="28"/>
        </w:rPr>
        <w:lastRenderedPageBreak/>
        <w:t xml:space="preserve">а) задача </w:t>
      </w:r>
      <w:r w:rsidR="00132F2C" w:rsidRPr="00135B51">
        <w:rPr>
          <w:sz w:val="28"/>
          <w:szCs w:val="28"/>
        </w:rPr>
        <w:t>2.1</w:t>
      </w:r>
      <w:r w:rsidRPr="00135B51">
        <w:rPr>
          <w:sz w:val="28"/>
          <w:szCs w:val="28"/>
        </w:rPr>
        <w:t xml:space="preserve"> «Сокращение потерь энергетических ресурсов при производстве, передаче и потреблении энергетических ресурсов, в том числе в системах коммунальной инфраструктуры»;</w:t>
      </w:r>
    </w:p>
    <w:p w:rsidR="00132F2C" w:rsidRPr="00135B51" w:rsidRDefault="00490436" w:rsidP="007E4F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35B51">
        <w:rPr>
          <w:sz w:val="28"/>
          <w:szCs w:val="28"/>
        </w:rPr>
        <w:t>в) задача 2</w:t>
      </w:r>
      <w:r w:rsidR="00132F2C" w:rsidRPr="00135B51">
        <w:rPr>
          <w:sz w:val="28"/>
          <w:szCs w:val="28"/>
        </w:rPr>
        <w:t>.2</w:t>
      </w:r>
      <w:r w:rsidRPr="00135B51">
        <w:rPr>
          <w:sz w:val="28"/>
          <w:szCs w:val="28"/>
        </w:rPr>
        <w:t xml:space="preserve"> «</w:t>
      </w:r>
      <w:r w:rsidR="00132F2C" w:rsidRPr="00135B51">
        <w:rPr>
          <w:sz w:val="28"/>
          <w:szCs w:val="28"/>
        </w:rPr>
        <w:t xml:space="preserve">Обеспечение информационной политики по достижению энергетической эффективности производственных помещений коммунального назначения, зданий (в том числе жилых домов), сооружений, находящихся в муниципальной собственности» </w:t>
      </w:r>
    </w:p>
    <w:p w:rsidR="00132F2C" w:rsidRPr="00135B51" w:rsidRDefault="00132F2C" w:rsidP="007E4F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90436" w:rsidRPr="00135B51" w:rsidRDefault="00A21301" w:rsidP="007E4F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490436" w:rsidRPr="00135B51">
        <w:rPr>
          <w:sz w:val="28"/>
          <w:szCs w:val="28"/>
        </w:rPr>
        <w:t xml:space="preserve">. </w:t>
      </w:r>
      <w:r w:rsidR="00490436" w:rsidRPr="00B40CA3">
        <w:rPr>
          <w:b/>
          <w:sz w:val="28"/>
          <w:szCs w:val="28"/>
          <w:u w:val="single"/>
        </w:rPr>
        <w:t>Решение задачи</w:t>
      </w:r>
      <w:r w:rsidR="007A0F4E" w:rsidRPr="00B40CA3">
        <w:rPr>
          <w:b/>
          <w:sz w:val="28"/>
          <w:szCs w:val="28"/>
          <w:u w:val="single"/>
        </w:rPr>
        <w:t xml:space="preserve"> </w:t>
      </w:r>
      <w:r w:rsidR="00132F2C" w:rsidRPr="00B40CA3">
        <w:rPr>
          <w:b/>
          <w:sz w:val="28"/>
          <w:szCs w:val="28"/>
          <w:u w:val="single"/>
        </w:rPr>
        <w:t>2.</w:t>
      </w:r>
      <w:r w:rsidR="00490436" w:rsidRPr="00B40CA3">
        <w:rPr>
          <w:b/>
          <w:sz w:val="28"/>
          <w:szCs w:val="28"/>
          <w:u w:val="single"/>
        </w:rPr>
        <w:t>1</w:t>
      </w:r>
      <w:r w:rsidR="00A929EC" w:rsidRPr="00135B51">
        <w:rPr>
          <w:sz w:val="28"/>
          <w:szCs w:val="28"/>
        </w:rPr>
        <w:t xml:space="preserve"> </w:t>
      </w:r>
      <w:r w:rsidR="00490436" w:rsidRPr="00135B51">
        <w:rPr>
          <w:sz w:val="28"/>
          <w:szCs w:val="28"/>
        </w:rPr>
        <w:t>«Сокращение потерь энергетических ресурсов при производстве, передаче и потреблении энергетических ресурсов, в том числе в системах коммунальной инфраструктуры»</w:t>
      </w:r>
      <w:r w:rsidR="008A0E6E" w:rsidRPr="00135B51">
        <w:rPr>
          <w:sz w:val="28"/>
          <w:szCs w:val="28"/>
        </w:rPr>
        <w:t xml:space="preserve"> </w:t>
      </w:r>
      <w:r w:rsidR="00490436" w:rsidRPr="00135B51">
        <w:rPr>
          <w:sz w:val="28"/>
          <w:szCs w:val="28"/>
        </w:rPr>
        <w:t>оценивается с помощью следующих показателей:</w:t>
      </w:r>
    </w:p>
    <w:p w:rsidR="00132F2C" w:rsidRPr="00135B51" w:rsidRDefault="00132F2C" w:rsidP="007E4F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35B51">
        <w:rPr>
          <w:sz w:val="28"/>
          <w:szCs w:val="28"/>
        </w:rPr>
        <w:t xml:space="preserve">а) количество выявленных бесхозяйных объектов. </w:t>
      </w:r>
    </w:p>
    <w:p w:rsidR="00132F2C" w:rsidRPr="00135B51" w:rsidRDefault="00132F2C" w:rsidP="007E4F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90436" w:rsidRPr="00135B51" w:rsidRDefault="007A0F21" w:rsidP="007E4F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21301">
        <w:rPr>
          <w:sz w:val="28"/>
          <w:szCs w:val="28"/>
        </w:rPr>
        <w:t>1</w:t>
      </w:r>
      <w:r w:rsidR="00490436" w:rsidRPr="00135B51">
        <w:rPr>
          <w:sz w:val="28"/>
          <w:szCs w:val="28"/>
        </w:rPr>
        <w:t xml:space="preserve">. </w:t>
      </w:r>
      <w:r w:rsidR="00490436" w:rsidRPr="00B40CA3">
        <w:rPr>
          <w:b/>
          <w:sz w:val="28"/>
          <w:szCs w:val="28"/>
          <w:u w:val="single"/>
        </w:rPr>
        <w:t>Решение задачи 2</w:t>
      </w:r>
      <w:r w:rsidR="00132F2C" w:rsidRPr="00B40CA3">
        <w:rPr>
          <w:b/>
          <w:sz w:val="28"/>
          <w:szCs w:val="28"/>
          <w:u w:val="single"/>
        </w:rPr>
        <w:t>.2</w:t>
      </w:r>
      <w:r w:rsidR="00490436" w:rsidRPr="00135B51">
        <w:rPr>
          <w:sz w:val="28"/>
          <w:szCs w:val="28"/>
        </w:rPr>
        <w:t xml:space="preserve"> «</w:t>
      </w:r>
      <w:r w:rsidR="00132F2C" w:rsidRPr="00135B51">
        <w:rPr>
          <w:sz w:val="28"/>
          <w:szCs w:val="28"/>
        </w:rPr>
        <w:t>Обеспечение информационной политики по достижению энергетической эффективности производственных помещений коммунального назначения, зданий (в том числе жилых домов), сооружений, находящихся в муниципальной собственности</w:t>
      </w:r>
      <w:r w:rsidR="00490436" w:rsidRPr="00135B51">
        <w:rPr>
          <w:sz w:val="28"/>
          <w:szCs w:val="28"/>
        </w:rPr>
        <w:t>» оценивается с помощью следующих показателей:</w:t>
      </w:r>
    </w:p>
    <w:p w:rsidR="00132F2C" w:rsidRPr="00135B51" w:rsidRDefault="00490436" w:rsidP="00132F2C">
      <w:pPr>
        <w:ind w:firstLine="720"/>
        <w:jc w:val="both"/>
        <w:rPr>
          <w:sz w:val="28"/>
          <w:szCs w:val="28"/>
        </w:rPr>
      </w:pPr>
      <w:r w:rsidRPr="00135B51">
        <w:rPr>
          <w:sz w:val="28"/>
          <w:szCs w:val="28"/>
        </w:rPr>
        <w:t xml:space="preserve">а) </w:t>
      </w:r>
      <w:r w:rsidR="00132F2C" w:rsidRPr="00135B51">
        <w:rPr>
          <w:sz w:val="28"/>
          <w:szCs w:val="28"/>
        </w:rPr>
        <w:t>доля населения района, охваченного мероприятиями информационного характера по вопросам энергосбережения и повышения энергетической эффективности.</w:t>
      </w:r>
    </w:p>
    <w:p w:rsidR="00132F2C" w:rsidRPr="00135B51" w:rsidRDefault="00132F2C" w:rsidP="00132F2C">
      <w:pPr>
        <w:ind w:firstLine="720"/>
        <w:jc w:val="both"/>
        <w:rPr>
          <w:sz w:val="28"/>
          <w:szCs w:val="28"/>
        </w:rPr>
      </w:pPr>
    </w:p>
    <w:p w:rsidR="00490436" w:rsidRPr="00135B51" w:rsidRDefault="00A21301" w:rsidP="00132F2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22</w:t>
      </w:r>
      <w:r w:rsidR="00490436" w:rsidRPr="00135B51">
        <w:rPr>
          <w:sz w:val="28"/>
          <w:szCs w:val="28"/>
        </w:rPr>
        <w:t>. Значения показателей задач подпрограммы 1 «Обеспечение энергосбережения и повышение  энергетической эффективности» по годам реализации муниципальной программы приведены в приложении 1 к настоящей муниципальной программе.</w:t>
      </w:r>
    </w:p>
    <w:p w:rsidR="00132F2C" w:rsidRPr="00135B51" w:rsidRDefault="00132F2C" w:rsidP="007E4F8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90436" w:rsidRPr="00B40CA3" w:rsidRDefault="00490436" w:rsidP="007E4F8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40CA3">
        <w:rPr>
          <w:b/>
          <w:sz w:val="28"/>
          <w:szCs w:val="28"/>
        </w:rPr>
        <w:t xml:space="preserve">Глава 2. Мероприятия подпрограммы </w:t>
      </w:r>
    </w:p>
    <w:p w:rsidR="00490436" w:rsidRPr="00135B51" w:rsidRDefault="00490436" w:rsidP="007E4F8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490436" w:rsidRPr="00135B51" w:rsidRDefault="00B40CA3" w:rsidP="00B71FC6">
      <w:pPr>
        <w:pStyle w:val="ConsPlusCell"/>
        <w:widowControl/>
        <w:spacing w:line="276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490436" w:rsidRPr="00135B51">
        <w:rPr>
          <w:rFonts w:ascii="Times New Roman" w:hAnsi="Times New Roman" w:cs="Times New Roman"/>
          <w:sz w:val="28"/>
          <w:szCs w:val="28"/>
        </w:rPr>
        <w:t>2</w:t>
      </w:r>
      <w:r w:rsidR="00A21301">
        <w:rPr>
          <w:rFonts w:ascii="Times New Roman" w:hAnsi="Times New Roman" w:cs="Times New Roman"/>
          <w:sz w:val="28"/>
          <w:szCs w:val="28"/>
        </w:rPr>
        <w:t>3</w:t>
      </w:r>
      <w:r w:rsidR="00490436" w:rsidRPr="00135B51">
        <w:rPr>
          <w:rFonts w:ascii="Times New Roman" w:hAnsi="Times New Roman" w:cs="Times New Roman"/>
          <w:sz w:val="28"/>
          <w:szCs w:val="28"/>
        </w:rPr>
        <w:t xml:space="preserve">. </w:t>
      </w:r>
      <w:r w:rsidR="00490436" w:rsidRPr="004D0AB7">
        <w:rPr>
          <w:rFonts w:ascii="Times New Roman" w:hAnsi="Times New Roman" w:cs="Times New Roman"/>
          <w:b/>
          <w:sz w:val="28"/>
          <w:szCs w:val="28"/>
          <w:u w:val="single"/>
        </w:rPr>
        <w:t xml:space="preserve">Решение задачи </w:t>
      </w:r>
      <w:r w:rsidR="00132F2C" w:rsidRPr="004D0AB7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132F2C" w:rsidRPr="00135B51">
        <w:rPr>
          <w:rFonts w:ascii="Times New Roman" w:hAnsi="Times New Roman" w:cs="Times New Roman"/>
          <w:sz w:val="28"/>
          <w:szCs w:val="28"/>
        </w:rPr>
        <w:t>.</w:t>
      </w:r>
      <w:r w:rsidR="00B55AB0" w:rsidRPr="00135B51">
        <w:rPr>
          <w:rFonts w:ascii="Times New Roman" w:hAnsi="Times New Roman" w:cs="Times New Roman"/>
        </w:rPr>
        <w:t xml:space="preserve"> </w:t>
      </w:r>
      <w:r w:rsidR="00B55AB0" w:rsidRPr="00135B51">
        <w:rPr>
          <w:rFonts w:ascii="Times New Roman" w:hAnsi="Times New Roman" w:cs="Times New Roman"/>
          <w:sz w:val="28"/>
          <w:szCs w:val="28"/>
        </w:rPr>
        <w:t>Сокращение потерь энергетических ресурсов при производстве, передаче и потреблении энергетических ресурсов, в том числе в системах коммунальной инфраструктуры</w:t>
      </w:r>
      <w:bookmarkStart w:id="0" w:name="_GoBack"/>
      <w:bookmarkEnd w:id="0"/>
      <w:r w:rsidR="00132F2C" w:rsidRPr="00135B51">
        <w:rPr>
          <w:rFonts w:ascii="Times New Roman" w:hAnsi="Times New Roman" w:cs="Times New Roman"/>
          <w:sz w:val="28"/>
          <w:szCs w:val="28"/>
        </w:rPr>
        <w:t xml:space="preserve"> </w:t>
      </w:r>
      <w:r w:rsidR="00490436" w:rsidRPr="00135B51">
        <w:rPr>
          <w:rFonts w:ascii="Times New Roman" w:hAnsi="Times New Roman" w:cs="Times New Roman"/>
          <w:sz w:val="28"/>
          <w:szCs w:val="28"/>
        </w:rPr>
        <w:t xml:space="preserve">осуществляется посредством выполнения следующих административных мероприятий подпрограммы </w:t>
      </w:r>
      <w:r w:rsidR="00132F2C" w:rsidRPr="00135B51">
        <w:rPr>
          <w:rFonts w:ascii="Times New Roman" w:hAnsi="Times New Roman" w:cs="Times New Roman"/>
          <w:sz w:val="28"/>
          <w:szCs w:val="28"/>
        </w:rPr>
        <w:t>2</w:t>
      </w:r>
      <w:r w:rsidR="00490436" w:rsidRPr="00135B51">
        <w:rPr>
          <w:sz w:val="28"/>
          <w:szCs w:val="28"/>
        </w:rPr>
        <w:t xml:space="preserve"> </w:t>
      </w:r>
      <w:r w:rsidR="00B71FC6" w:rsidRPr="00135B51">
        <w:rPr>
          <w:rFonts w:ascii="Times New Roman" w:hAnsi="Times New Roman" w:cs="Times New Roman"/>
          <w:sz w:val="28"/>
          <w:szCs w:val="28"/>
        </w:rPr>
        <w:t>«Обеспечение и повышение энергетической эффективности в бюджетной сфере»</w:t>
      </w:r>
      <w:r w:rsidR="00490436" w:rsidRPr="00135B51">
        <w:rPr>
          <w:sz w:val="28"/>
          <w:szCs w:val="28"/>
        </w:rPr>
        <w:t xml:space="preserve">: </w:t>
      </w:r>
    </w:p>
    <w:p w:rsidR="00490436" w:rsidRPr="00135B51" w:rsidRDefault="008A0E6E" w:rsidP="00A21301">
      <w:pPr>
        <w:shd w:val="clear" w:color="auto" w:fill="FFFFFF"/>
        <w:ind w:firstLine="567"/>
        <w:jc w:val="both"/>
        <w:rPr>
          <w:sz w:val="28"/>
          <w:szCs w:val="28"/>
        </w:rPr>
      </w:pPr>
      <w:r w:rsidRPr="00135B51">
        <w:rPr>
          <w:sz w:val="28"/>
          <w:szCs w:val="28"/>
        </w:rPr>
        <w:t>а</w:t>
      </w:r>
      <w:r w:rsidR="00490436" w:rsidRPr="00135B51">
        <w:rPr>
          <w:sz w:val="28"/>
          <w:szCs w:val="28"/>
        </w:rPr>
        <w:t>) административное мероприятие «Проведение мероприятий по выявлению бесхозяйных объектов»;</w:t>
      </w:r>
    </w:p>
    <w:p w:rsidR="00490436" w:rsidRPr="00135B51" w:rsidRDefault="008A0E6E" w:rsidP="00A21301">
      <w:pPr>
        <w:shd w:val="clear" w:color="auto" w:fill="FFFFFF"/>
        <w:ind w:firstLine="567"/>
        <w:jc w:val="both"/>
        <w:rPr>
          <w:sz w:val="28"/>
          <w:szCs w:val="28"/>
        </w:rPr>
      </w:pPr>
      <w:r w:rsidRPr="00135B51">
        <w:rPr>
          <w:sz w:val="28"/>
          <w:szCs w:val="28"/>
        </w:rPr>
        <w:t>б</w:t>
      </w:r>
      <w:r w:rsidR="00490436" w:rsidRPr="00135B51">
        <w:rPr>
          <w:sz w:val="28"/>
          <w:szCs w:val="28"/>
        </w:rPr>
        <w:t>) административное мероприятие «Проведение семинаров, круглых столов по эффективности выполнения программы»;</w:t>
      </w:r>
    </w:p>
    <w:p w:rsidR="00A564A1" w:rsidRPr="00135B51" w:rsidRDefault="00A564A1" w:rsidP="00A21301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490436" w:rsidRPr="00135B51" w:rsidRDefault="00490436" w:rsidP="00A21301">
      <w:pPr>
        <w:shd w:val="clear" w:color="auto" w:fill="FFFFFF"/>
        <w:ind w:firstLine="567"/>
        <w:jc w:val="both"/>
        <w:rPr>
          <w:sz w:val="28"/>
          <w:szCs w:val="28"/>
        </w:rPr>
      </w:pPr>
      <w:r w:rsidRPr="00135B51">
        <w:rPr>
          <w:sz w:val="28"/>
          <w:szCs w:val="28"/>
        </w:rPr>
        <w:t>2</w:t>
      </w:r>
      <w:r w:rsidR="00A21301">
        <w:rPr>
          <w:sz w:val="28"/>
          <w:szCs w:val="28"/>
        </w:rPr>
        <w:t>4</w:t>
      </w:r>
      <w:r w:rsidRPr="00135B51">
        <w:rPr>
          <w:sz w:val="28"/>
          <w:szCs w:val="28"/>
        </w:rPr>
        <w:t xml:space="preserve">. </w:t>
      </w:r>
      <w:r w:rsidRPr="004D0AB7">
        <w:rPr>
          <w:b/>
          <w:sz w:val="28"/>
          <w:szCs w:val="28"/>
          <w:u w:val="single"/>
        </w:rPr>
        <w:t>Решение задачи 2</w:t>
      </w:r>
      <w:r w:rsidR="00A564A1" w:rsidRPr="004D0AB7">
        <w:rPr>
          <w:b/>
          <w:sz w:val="28"/>
          <w:szCs w:val="28"/>
          <w:u w:val="single"/>
        </w:rPr>
        <w:t>.2</w:t>
      </w:r>
      <w:r w:rsidRPr="00135B51">
        <w:rPr>
          <w:sz w:val="28"/>
          <w:szCs w:val="28"/>
        </w:rPr>
        <w:t xml:space="preserve"> «</w:t>
      </w:r>
      <w:r w:rsidR="00A564A1" w:rsidRPr="00135B51">
        <w:rPr>
          <w:sz w:val="28"/>
          <w:szCs w:val="28"/>
        </w:rPr>
        <w:t xml:space="preserve">Обеспечение информационной политики по достижению энергетической эффективности производственных помещений коммунального назначения, зданий (в том числе жилых домов), сооружений, </w:t>
      </w:r>
      <w:r w:rsidR="00A564A1" w:rsidRPr="00135B51">
        <w:rPr>
          <w:sz w:val="28"/>
          <w:szCs w:val="28"/>
        </w:rPr>
        <w:lastRenderedPageBreak/>
        <w:t>находящихся в муниципальной собственности</w:t>
      </w:r>
      <w:r w:rsidRPr="00135B51">
        <w:rPr>
          <w:sz w:val="28"/>
          <w:szCs w:val="28"/>
        </w:rPr>
        <w:t>» осуществляется посредством выполнения следующих административных мероприятий подпрограммы 2</w:t>
      </w:r>
      <w:r w:rsidR="00F42138" w:rsidRPr="00135B51">
        <w:rPr>
          <w:sz w:val="28"/>
          <w:szCs w:val="28"/>
        </w:rPr>
        <w:t xml:space="preserve"> </w:t>
      </w:r>
      <w:r w:rsidR="00B71FC6" w:rsidRPr="00135B51">
        <w:rPr>
          <w:sz w:val="28"/>
          <w:szCs w:val="28"/>
        </w:rPr>
        <w:t>«Обеспечение и повышение энергетической эффективности в бюджетной сфере»</w:t>
      </w:r>
      <w:r w:rsidRPr="00135B51">
        <w:rPr>
          <w:sz w:val="28"/>
          <w:szCs w:val="28"/>
        </w:rPr>
        <w:t>:</w:t>
      </w:r>
    </w:p>
    <w:p w:rsidR="00490436" w:rsidRPr="00135B51" w:rsidRDefault="00490436" w:rsidP="002C6B82">
      <w:pPr>
        <w:pStyle w:val="ConsPlusCell"/>
        <w:snapToGri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5B51">
        <w:rPr>
          <w:rFonts w:ascii="Times New Roman" w:hAnsi="Times New Roman" w:cs="Times New Roman"/>
          <w:sz w:val="28"/>
          <w:szCs w:val="28"/>
        </w:rPr>
        <w:t xml:space="preserve">а) </w:t>
      </w:r>
      <w:r w:rsidR="004E5993" w:rsidRPr="00135B51">
        <w:rPr>
          <w:rFonts w:ascii="Times New Roman" w:hAnsi="Times New Roman" w:cs="Times New Roman"/>
          <w:sz w:val="28"/>
          <w:szCs w:val="28"/>
        </w:rPr>
        <w:t>административное мероприятие «Публикация в средствах массовой информации, на официальном сайте администрации Рамешковского район</w:t>
      </w:r>
      <w:r w:rsidR="00160F5B" w:rsidRPr="00135B51">
        <w:rPr>
          <w:rFonts w:ascii="Times New Roman" w:hAnsi="Times New Roman" w:cs="Times New Roman"/>
          <w:sz w:val="28"/>
          <w:szCs w:val="28"/>
        </w:rPr>
        <w:t xml:space="preserve">а информационных материалов по </w:t>
      </w:r>
      <w:r w:rsidR="004E5993" w:rsidRPr="00135B51">
        <w:rPr>
          <w:rFonts w:ascii="Times New Roman" w:hAnsi="Times New Roman" w:cs="Times New Roman"/>
          <w:sz w:val="28"/>
          <w:szCs w:val="28"/>
        </w:rPr>
        <w:t>энергосбережению и повышению энергетической эффективности»</w:t>
      </w:r>
      <w:r w:rsidRPr="00135B51">
        <w:rPr>
          <w:rFonts w:ascii="Times New Roman" w:hAnsi="Times New Roman" w:cs="Times New Roman"/>
          <w:sz w:val="28"/>
          <w:szCs w:val="28"/>
        </w:rPr>
        <w:t>;</w:t>
      </w:r>
    </w:p>
    <w:p w:rsidR="00490436" w:rsidRPr="00135B51" w:rsidRDefault="00490436" w:rsidP="007E4F82">
      <w:pPr>
        <w:shd w:val="clear" w:color="auto" w:fill="FFFFFF"/>
        <w:ind w:firstLine="720"/>
        <w:jc w:val="both"/>
        <w:rPr>
          <w:sz w:val="28"/>
          <w:szCs w:val="28"/>
        </w:rPr>
      </w:pPr>
      <w:r w:rsidRPr="00135B51">
        <w:rPr>
          <w:sz w:val="28"/>
          <w:szCs w:val="28"/>
        </w:rPr>
        <w:t>б) административное мероприятие «Участие в выставках, семинарах, совещаниях по энергосбережению».</w:t>
      </w:r>
    </w:p>
    <w:p w:rsidR="00A564A1" w:rsidRPr="00135B51" w:rsidRDefault="00A564A1" w:rsidP="007E4F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90436" w:rsidRPr="00135B51" w:rsidRDefault="00A21301" w:rsidP="007E4F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="00490436" w:rsidRPr="00135B51">
        <w:rPr>
          <w:sz w:val="28"/>
          <w:szCs w:val="28"/>
        </w:rPr>
        <w:t>. Выполнение каждого административного мероприятия и мероприятия подпрограммы 2</w:t>
      </w:r>
      <w:r w:rsidR="002C6B82" w:rsidRPr="00135B51">
        <w:rPr>
          <w:sz w:val="28"/>
          <w:szCs w:val="28"/>
        </w:rPr>
        <w:t xml:space="preserve"> </w:t>
      </w:r>
      <w:r w:rsidR="00B71FC6" w:rsidRPr="00135B51">
        <w:rPr>
          <w:sz w:val="28"/>
          <w:szCs w:val="28"/>
        </w:rPr>
        <w:t>«Обеспечение и повышение энергетической эффективности в бюджетной сфере»</w:t>
      </w:r>
      <w:r w:rsidR="00B736A7" w:rsidRPr="00135B51">
        <w:rPr>
          <w:sz w:val="28"/>
          <w:szCs w:val="28"/>
        </w:rPr>
        <w:t xml:space="preserve"> </w:t>
      </w:r>
      <w:r w:rsidR="00490436" w:rsidRPr="00135B51">
        <w:rPr>
          <w:sz w:val="28"/>
          <w:szCs w:val="28"/>
        </w:rPr>
        <w:t>оценивается с помощью показателей, перечень которых и их значения по годам реализации муниципальной программы приведены в приложении 1 к настоящей муниципальной программе.</w:t>
      </w:r>
    </w:p>
    <w:p w:rsidR="00490436" w:rsidRPr="00135B51" w:rsidRDefault="00490436" w:rsidP="007E4F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90436" w:rsidRPr="004D0AB7" w:rsidRDefault="00490436" w:rsidP="007E4F8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D0AB7">
        <w:rPr>
          <w:b/>
          <w:sz w:val="28"/>
          <w:szCs w:val="28"/>
        </w:rPr>
        <w:t xml:space="preserve">Глава 3. </w:t>
      </w:r>
    </w:p>
    <w:p w:rsidR="00490436" w:rsidRPr="00135B51" w:rsidRDefault="00490436" w:rsidP="007E4F8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D0AB7">
        <w:rPr>
          <w:b/>
          <w:sz w:val="28"/>
          <w:szCs w:val="28"/>
        </w:rPr>
        <w:t>Объем финансовых ресурсов, необходимый для реализации подпрограммы</w:t>
      </w:r>
      <w:r w:rsidRPr="00135B51">
        <w:rPr>
          <w:sz w:val="28"/>
          <w:szCs w:val="28"/>
        </w:rPr>
        <w:t xml:space="preserve"> </w:t>
      </w:r>
    </w:p>
    <w:p w:rsidR="00490436" w:rsidRPr="00135B51" w:rsidRDefault="00490436" w:rsidP="007E4F8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490436" w:rsidRPr="00135B51" w:rsidRDefault="00A21301" w:rsidP="007E4F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r w:rsidR="00490436" w:rsidRPr="00135B51">
        <w:rPr>
          <w:sz w:val="28"/>
          <w:szCs w:val="28"/>
        </w:rPr>
        <w:t>. Общий объем бюджетных ассигнований, выделенный на реализацию подпрограммы 2</w:t>
      </w:r>
      <w:r w:rsidR="007A0F4E" w:rsidRPr="00135B51">
        <w:rPr>
          <w:sz w:val="28"/>
          <w:szCs w:val="28"/>
        </w:rPr>
        <w:t xml:space="preserve"> </w:t>
      </w:r>
      <w:r w:rsidR="00B71FC6" w:rsidRPr="00135B51">
        <w:rPr>
          <w:sz w:val="28"/>
          <w:szCs w:val="28"/>
        </w:rPr>
        <w:t>«Обеспечение и повышение энергетической эффективности в бюджетной сфере»</w:t>
      </w:r>
      <w:r w:rsidR="00490436" w:rsidRPr="00135B51">
        <w:rPr>
          <w:sz w:val="28"/>
          <w:szCs w:val="28"/>
        </w:rPr>
        <w:t xml:space="preserve"> составляет 0,0 тыс. руб.  </w:t>
      </w:r>
    </w:p>
    <w:p w:rsidR="00490436" w:rsidRPr="00135B51" w:rsidRDefault="00490436" w:rsidP="007E4F8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90436" w:rsidRPr="00135B51" w:rsidRDefault="00490436" w:rsidP="00331F43">
      <w:pPr>
        <w:jc w:val="center"/>
        <w:rPr>
          <w:sz w:val="28"/>
          <w:szCs w:val="28"/>
        </w:rPr>
      </w:pPr>
    </w:p>
    <w:p w:rsidR="00490436" w:rsidRPr="00135B51" w:rsidRDefault="00490436" w:rsidP="00331F43">
      <w:pPr>
        <w:jc w:val="center"/>
        <w:rPr>
          <w:sz w:val="28"/>
          <w:szCs w:val="28"/>
        </w:rPr>
      </w:pPr>
    </w:p>
    <w:sectPr w:rsidR="00490436" w:rsidRPr="00135B51" w:rsidSect="000901AC">
      <w:headerReference w:type="even" r:id="rId8"/>
      <w:headerReference w:type="default" r:id="rId9"/>
      <w:pgSz w:w="11907" w:h="16840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2FD4" w:rsidRDefault="002E2FD4">
      <w:r>
        <w:separator/>
      </w:r>
    </w:p>
  </w:endnote>
  <w:endnote w:type="continuationSeparator" w:id="0">
    <w:p w:rsidR="002E2FD4" w:rsidRDefault="002E2F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2FD4" w:rsidRDefault="002E2FD4">
      <w:r>
        <w:separator/>
      </w:r>
    </w:p>
  </w:footnote>
  <w:footnote w:type="continuationSeparator" w:id="0">
    <w:p w:rsidR="002E2FD4" w:rsidRDefault="002E2F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F8A" w:rsidRDefault="0082404B" w:rsidP="000901A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85F8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85F8A" w:rsidRDefault="00085F8A" w:rsidP="000901AC">
    <w:pPr>
      <w:pStyle w:val="a3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F8A" w:rsidRPr="000901AC" w:rsidRDefault="0082404B" w:rsidP="000901AC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0901AC">
      <w:rPr>
        <w:rStyle w:val="a5"/>
        <w:sz w:val="28"/>
        <w:szCs w:val="28"/>
      </w:rPr>
      <w:fldChar w:fldCharType="begin"/>
    </w:r>
    <w:r w:rsidR="00085F8A" w:rsidRPr="000901AC">
      <w:rPr>
        <w:rStyle w:val="a5"/>
        <w:sz w:val="28"/>
        <w:szCs w:val="28"/>
      </w:rPr>
      <w:instrText xml:space="preserve">PAGE  </w:instrText>
    </w:r>
    <w:r w:rsidRPr="000901AC">
      <w:rPr>
        <w:rStyle w:val="a5"/>
        <w:sz w:val="28"/>
        <w:szCs w:val="28"/>
      </w:rPr>
      <w:fldChar w:fldCharType="separate"/>
    </w:r>
    <w:r w:rsidR="00EA008D">
      <w:rPr>
        <w:rStyle w:val="a5"/>
        <w:noProof/>
        <w:sz w:val="28"/>
        <w:szCs w:val="28"/>
      </w:rPr>
      <w:t>2</w:t>
    </w:r>
    <w:r w:rsidRPr="000901AC">
      <w:rPr>
        <w:rStyle w:val="a5"/>
        <w:sz w:val="28"/>
        <w:szCs w:val="28"/>
      </w:rPr>
      <w:fldChar w:fldCharType="end"/>
    </w:r>
  </w:p>
  <w:p w:rsidR="00085F8A" w:rsidRDefault="00085F8A" w:rsidP="000901AC">
    <w:pPr>
      <w:pStyle w:val="a3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54012"/>
    <w:multiLevelType w:val="hybridMultilevel"/>
    <w:tmpl w:val="77928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707C28"/>
    <w:multiLevelType w:val="hybridMultilevel"/>
    <w:tmpl w:val="9BBE55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DA7613"/>
    <w:multiLevelType w:val="hybridMultilevel"/>
    <w:tmpl w:val="1B18B4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C0641E6"/>
    <w:multiLevelType w:val="hybridMultilevel"/>
    <w:tmpl w:val="AB847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AD53E2"/>
    <w:multiLevelType w:val="hybridMultilevel"/>
    <w:tmpl w:val="32043B98"/>
    <w:lvl w:ilvl="0" w:tplc="DB9437F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26CC17B0"/>
    <w:multiLevelType w:val="hybridMultilevel"/>
    <w:tmpl w:val="F2F65950"/>
    <w:lvl w:ilvl="0" w:tplc="0E540DE8">
      <w:start w:val="1"/>
      <w:numFmt w:val="russianLower"/>
      <w:lvlText w:val="%1)"/>
      <w:lvlJc w:val="left"/>
      <w:pPr>
        <w:ind w:left="12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">
    <w:nsid w:val="2BE366E5"/>
    <w:multiLevelType w:val="hybridMultilevel"/>
    <w:tmpl w:val="B20E4C4A"/>
    <w:lvl w:ilvl="0" w:tplc="7A30F77A">
      <w:start w:val="1"/>
      <w:numFmt w:val="decimal"/>
      <w:lvlText w:val="%1."/>
      <w:lvlJc w:val="left"/>
      <w:pPr>
        <w:ind w:left="1860" w:hanging="11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2D8865D2"/>
    <w:multiLevelType w:val="hybridMultilevel"/>
    <w:tmpl w:val="5F1C31A8"/>
    <w:lvl w:ilvl="0" w:tplc="A2CAC17E">
      <w:start w:val="1"/>
      <w:numFmt w:val="decimal"/>
      <w:lvlText w:val="%1."/>
      <w:lvlJc w:val="left"/>
      <w:pPr>
        <w:ind w:left="873" w:hanging="360"/>
      </w:pPr>
      <w:rPr>
        <w:rFonts w:cs="Times New Roman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21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8">
    <w:nsid w:val="2DBE1776"/>
    <w:multiLevelType w:val="hybridMultilevel"/>
    <w:tmpl w:val="DD687378"/>
    <w:lvl w:ilvl="0" w:tplc="4468D304">
      <w:start w:val="22"/>
      <w:numFmt w:val="decimal"/>
      <w:lvlText w:val="%1."/>
      <w:lvlJc w:val="left"/>
      <w:pPr>
        <w:ind w:left="942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>
    <w:nsid w:val="36383FA2"/>
    <w:multiLevelType w:val="hybridMultilevel"/>
    <w:tmpl w:val="E0408828"/>
    <w:lvl w:ilvl="0" w:tplc="092A15A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3FA72ABA"/>
    <w:multiLevelType w:val="multilevel"/>
    <w:tmpl w:val="0419001F"/>
    <w:styleLink w:val="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1">
    <w:nsid w:val="44D322CB"/>
    <w:multiLevelType w:val="hybridMultilevel"/>
    <w:tmpl w:val="F2B48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5E5C99"/>
    <w:multiLevelType w:val="hybridMultilevel"/>
    <w:tmpl w:val="05CCCB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9EE758C"/>
    <w:multiLevelType w:val="hybridMultilevel"/>
    <w:tmpl w:val="75F0ED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4D379A"/>
    <w:multiLevelType w:val="hybridMultilevel"/>
    <w:tmpl w:val="E1729808"/>
    <w:lvl w:ilvl="0" w:tplc="0419000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FE529C2"/>
    <w:multiLevelType w:val="hybridMultilevel"/>
    <w:tmpl w:val="68BEC81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77B6559A"/>
    <w:multiLevelType w:val="hybridMultilevel"/>
    <w:tmpl w:val="650883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B94AB4"/>
    <w:multiLevelType w:val="hybridMultilevel"/>
    <w:tmpl w:val="5D088926"/>
    <w:lvl w:ilvl="0" w:tplc="0E540DE8">
      <w:start w:val="1"/>
      <w:numFmt w:val="russianLower"/>
      <w:lvlText w:val="%1)"/>
      <w:lvlJc w:val="left"/>
      <w:pPr>
        <w:ind w:left="12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10"/>
  </w:num>
  <w:num w:numId="2">
    <w:abstractNumId w:val="14"/>
  </w:num>
  <w:num w:numId="3">
    <w:abstractNumId w:val="15"/>
  </w:num>
  <w:num w:numId="4">
    <w:abstractNumId w:val="1"/>
  </w:num>
  <w:num w:numId="5">
    <w:abstractNumId w:val="16"/>
  </w:num>
  <w:num w:numId="6">
    <w:abstractNumId w:val="3"/>
  </w:num>
  <w:num w:numId="7">
    <w:abstractNumId w:val="8"/>
  </w:num>
  <w:num w:numId="8">
    <w:abstractNumId w:val="0"/>
  </w:num>
  <w:num w:numId="9">
    <w:abstractNumId w:val="7"/>
  </w:num>
  <w:num w:numId="10">
    <w:abstractNumId w:val="17"/>
  </w:num>
  <w:num w:numId="11">
    <w:abstractNumId w:val="5"/>
  </w:num>
  <w:num w:numId="12">
    <w:abstractNumId w:val="12"/>
  </w:num>
  <w:num w:numId="13">
    <w:abstractNumId w:val="6"/>
  </w:num>
  <w:num w:numId="14">
    <w:abstractNumId w:val="9"/>
  </w:num>
  <w:num w:numId="15">
    <w:abstractNumId w:val="4"/>
  </w:num>
  <w:num w:numId="16">
    <w:abstractNumId w:val="13"/>
  </w:num>
  <w:num w:numId="17">
    <w:abstractNumId w:val="2"/>
  </w:num>
  <w:num w:numId="1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attachedTemplate r:id="rId1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0E59"/>
    <w:rsid w:val="000000D4"/>
    <w:rsid w:val="0000330D"/>
    <w:rsid w:val="00005FC8"/>
    <w:rsid w:val="00006676"/>
    <w:rsid w:val="000067D7"/>
    <w:rsid w:val="00010612"/>
    <w:rsid w:val="00011D20"/>
    <w:rsid w:val="00012B46"/>
    <w:rsid w:val="00012FCD"/>
    <w:rsid w:val="00020A93"/>
    <w:rsid w:val="00021918"/>
    <w:rsid w:val="00022D1C"/>
    <w:rsid w:val="000263EB"/>
    <w:rsid w:val="00027AD6"/>
    <w:rsid w:val="00027F77"/>
    <w:rsid w:val="0003080D"/>
    <w:rsid w:val="00031345"/>
    <w:rsid w:val="000332D6"/>
    <w:rsid w:val="00033657"/>
    <w:rsid w:val="00033AFB"/>
    <w:rsid w:val="000368F5"/>
    <w:rsid w:val="00036E34"/>
    <w:rsid w:val="00040598"/>
    <w:rsid w:val="0004061B"/>
    <w:rsid w:val="00042738"/>
    <w:rsid w:val="00043D2E"/>
    <w:rsid w:val="00046930"/>
    <w:rsid w:val="00047673"/>
    <w:rsid w:val="00050BE6"/>
    <w:rsid w:val="00051172"/>
    <w:rsid w:val="0005195E"/>
    <w:rsid w:val="00052741"/>
    <w:rsid w:val="00052DF3"/>
    <w:rsid w:val="00055122"/>
    <w:rsid w:val="00055201"/>
    <w:rsid w:val="00062D5E"/>
    <w:rsid w:val="00062D6D"/>
    <w:rsid w:val="0006510E"/>
    <w:rsid w:val="00070E75"/>
    <w:rsid w:val="00070F14"/>
    <w:rsid w:val="000717E6"/>
    <w:rsid w:val="0007213A"/>
    <w:rsid w:val="00073F2D"/>
    <w:rsid w:val="00081F24"/>
    <w:rsid w:val="00085B0F"/>
    <w:rsid w:val="00085F8A"/>
    <w:rsid w:val="00086E00"/>
    <w:rsid w:val="00087E60"/>
    <w:rsid w:val="000901AC"/>
    <w:rsid w:val="00091010"/>
    <w:rsid w:val="00092037"/>
    <w:rsid w:val="000924C6"/>
    <w:rsid w:val="00094663"/>
    <w:rsid w:val="000947D9"/>
    <w:rsid w:val="00095045"/>
    <w:rsid w:val="000968E0"/>
    <w:rsid w:val="000A1151"/>
    <w:rsid w:val="000A19F8"/>
    <w:rsid w:val="000A1C4B"/>
    <w:rsid w:val="000B0A6F"/>
    <w:rsid w:val="000B4BD8"/>
    <w:rsid w:val="000B79E3"/>
    <w:rsid w:val="000B7C75"/>
    <w:rsid w:val="000C0218"/>
    <w:rsid w:val="000C35DD"/>
    <w:rsid w:val="000C4F00"/>
    <w:rsid w:val="000C520F"/>
    <w:rsid w:val="000D67E8"/>
    <w:rsid w:val="000E333E"/>
    <w:rsid w:val="000E404D"/>
    <w:rsid w:val="000E57E8"/>
    <w:rsid w:val="000E5B6A"/>
    <w:rsid w:val="000F1FF9"/>
    <w:rsid w:val="000F4981"/>
    <w:rsid w:val="000F5697"/>
    <w:rsid w:val="000F79A4"/>
    <w:rsid w:val="000F7C7D"/>
    <w:rsid w:val="00104C84"/>
    <w:rsid w:val="00105C1D"/>
    <w:rsid w:val="0010679E"/>
    <w:rsid w:val="00106828"/>
    <w:rsid w:val="00107AE4"/>
    <w:rsid w:val="00110E67"/>
    <w:rsid w:val="00112842"/>
    <w:rsid w:val="00113CBE"/>
    <w:rsid w:val="00114915"/>
    <w:rsid w:val="001157A6"/>
    <w:rsid w:val="001210A2"/>
    <w:rsid w:val="00123267"/>
    <w:rsid w:val="00123C90"/>
    <w:rsid w:val="0012486C"/>
    <w:rsid w:val="00124BAA"/>
    <w:rsid w:val="00126A23"/>
    <w:rsid w:val="00130BEE"/>
    <w:rsid w:val="00132B1E"/>
    <w:rsid w:val="00132B57"/>
    <w:rsid w:val="00132E13"/>
    <w:rsid w:val="00132F2C"/>
    <w:rsid w:val="001334B9"/>
    <w:rsid w:val="00133D71"/>
    <w:rsid w:val="00134993"/>
    <w:rsid w:val="00135734"/>
    <w:rsid w:val="001357B1"/>
    <w:rsid w:val="00135B51"/>
    <w:rsid w:val="00135DA0"/>
    <w:rsid w:val="00140943"/>
    <w:rsid w:val="00142EF5"/>
    <w:rsid w:val="00143CEA"/>
    <w:rsid w:val="0014410C"/>
    <w:rsid w:val="00144356"/>
    <w:rsid w:val="001464A9"/>
    <w:rsid w:val="0015439C"/>
    <w:rsid w:val="00154E46"/>
    <w:rsid w:val="00155090"/>
    <w:rsid w:val="00156E3D"/>
    <w:rsid w:val="00160BF3"/>
    <w:rsid w:val="00160F5B"/>
    <w:rsid w:val="00162FCB"/>
    <w:rsid w:val="001650BE"/>
    <w:rsid w:val="0016527C"/>
    <w:rsid w:val="0016710C"/>
    <w:rsid w:val="00170190"/>
    <w:rsid w:val="00172E17"/>
    <w:rsid w:val="001735EB"/>
    <w:rsid w:val="00174243"/>
    <w:rsid w:val="00175624"/>
    <w:rsid w:val="001807D8"/>
    <w:rsid w:val="00184C24"/>
    <w:rsid w:val="00185100"/>
    <w:rsid w:val="001901C6"/>
    <w:rsid w:val="00190698"/>
    <w:rsid w:val="00191CCD"/>
    <w:rsid w:val="00192B22"/>
    <w:rsid w:val="001939C1"/>
    <w:rsid w:val="001948CC"/>
    <w:rsid w:val="00195026"/>
    <w:rsid w:val="001950F5"/>
    <w:rsid w:val="00196129"/>
    <w:rsid w:val="001970A5"/>
    <w:rsid w:val="001A1950"/>
    <w:rsid w:val="001A2CC7"/>
    <w:rsid w:val="001A36B1"/>
    <w:rsid w:val="001A4E5A"/>
    <w:rsid w:val="001A5539"/>
    <w:rsid w:val="001A6242"/>
    <w:rsid w:val="001B08EC"/>
    <w:rsid w:val="001B0C26"/>
    <w:rsid w:val="001B14EE"/>
    <w:rsid w:val="001C1326"/>
    <w:rsid w:val="001C35A3"/>
    <w:rsid w:val="001C3AFE"/>
    <w:rsid w:val="001C48B0"/>
    <w:rsid w:val="001C59FD"/>
    <w:rsid w:val="001C5AB0"/>
    <w:rsid w:val="001C67A8"/>
    <w:rsid w:val="001C6FE5"/>
    <w:rsid w:val="001C765A"/>
    <w:rsid w:val="001D1260"/>
    <w:rsid w:val="001D1772"/>
    <w:rsid w:val="001D5C2B"/>
    <w:rsid w:val="001E1EDD"/>
    <w:rsid w:val="001E3561"/>
    <w:rsid w:val="001E4CDB"/>
    <w:rsid w:val="001E5765"/>
    <w:rsid w:val="001E6FD2"/>
    <w:rsid w:val="001F0CA6"/>
    <w:rsid w:val="001F1F1E"/>
    <w:rsid w:val="001F3752"/>
    <w:rsid w:val="001F782A"/>
    <w:rsid w:val="001F7D23"/>
    <w:rsid w:val="002006B6"/>
    <w:rsid w:val="0020407D"/>
    <w:rsid w:val="00205BCD"/>
    <w:rsid w:val="00211BFE"/>
    <w:rsid w:val="002125F8"/>
    <w:rsid w:val="00216D6F"/>
    <w:rsid w:val="00217205"/>
    <w:rsid w:val="002174F6"/>
    <w:rsid w:val="00217DDF"/>
    <w:rsid w:val="00221C44"/>
    <w:rsid w:val="00221E05"/>
    <w:rsid w:val="00222556"/>
    <w:rsid w:val="00224719"/>
    <w:rsid w:val="00224CFF"/>
    <w:rsid w:val="00224F35"/>
    <w:rsid w:val="00226990"/>
    <w:rsid w:val="0023128B"/>
    <w:rsid w:val="002334B7"/>
    <w:rsid w:val="00234957"/>
    <w:rsid w:val="0023517D"/>
    <w:rsid w:val="002351E9"/>
    <w:rsid w:val="002362C4"/>
    <w:rsid w:val="0024364C"/>
    <w:rsid w:val="00243FF1"/>
    <w:rsid w:val="0024492F"/>
    <w:rsid w:val="002450BB"/>
    <w:rsid w:val="002465F2"/>
    <w:rsid w:val="00246697"/>
    <w:rsid w:val="00247181"/>
    <w:rsid w:val="00251712"/>
    <w:rsid w:val="00254081"/>
    <w:rsid w:val="00260594"/>
    <w:rsid w:val="00260CE5"/>
    <w:rsid w:val="00261AE6"/>
    <w:rsid w:val="00263536"/>
    <w:rsid w:val="00263F03"/>
    <w:rsid w:val="002641EB"/>
    <w:rsid w:val="00264B14"/>
    <w:rsid w:val="00265512"/>
    <w:rsid w:val="00265A1D"/>
    <w:rsid w:val="00266454"/>
    <w:rsid w:val="00267591"/>
    <w:rsid w:val="002700C9"/>
    <w:rsid w:val="00270E59"/>
    <w:rsid w:val="00274377"/>
    <w:rsid w:val="0027705B"/>
    <w:rsid w:val="00277619"/>
    <w:rsid w:val="0028006C"/>
    <w:rsid w:val="00280847"/>
    <w:rsid w:val="00282D04"/>
    <w:rsid w:val="00287C7A"/>
    <w:rsid w:val="002905C7"/>
    <w:rsid w:val="00290D15"/>
    <w:rsid w:val="00290D63"/>
    <w:rsid w:val="00290EAA"/>
    <w:rsid w:val="002966BF"/>
    <w:rsid w:val="002977A5"/>
    <w:rsid w:val="002A23DA"/>
    <w:rsid w:val="002A42FD"/>
    <w:rsid w:val="002A4371"/>
    <w:rsid w:val="002A786E"/>
    <w:rsid w:val="002B047A"/>
    <w:rsid w:val="002B191A"/>
    <w:rsid w:val="002B1BA5"/>
    <w:rsid w:val="002B673C"/>
    <w:rsid w:val="002B6A89"/>
    <w:rsid w:val="002B72DA"/>
    <w:rsid w:val="002C0346"/>
    <w:rsid w:val="002C183F"/>
    <w:rsid w:val="002C1BE1"/>
    <w:rsid w:val="002C1ED1"/>
    <w:rsid w:val="002C330B"/>
    <w:rsid w:val="002C3943"/>
    <w:rsid w:val="002C3EE8"/>
    <w:rsid w:val="002C433F"/>
    <w:rsid w:val="002C6B82"/>
    <w:rsid w:val="002D23C0"/>
    <w:rsid w:val="002D315E"/>
    <w:rsid w:val="002D41EE"/>
    <w:rsid w:val="002D4261"/>
    <w:rsid w:val="002D489A"/>
    <w:rsid w:val="002D5FD8"/>
    <w:rsid w:val="002D77BE"/>
    <w:rsid w:val="002E1035"/>
    <w:rsid w:val="002E2FD4"/>
    <w:rsid w:val="002E3FD5"/>
    <w:rsid w:val="002E67E2"/>
    <w:rsid w:val="002F001D"/>
    <w:rsid w:val="002F31A0"/>
    <w:rsid w:val="002F3324"/>
    <w:rsid w:val="002F34C6"/>
    <w:rsid w:val="002F6D46"/>
    <w:rsid w:val="00301163"/>
    <w:rsid w:val="003017FE"/>
    <w:rsid w:val="00301FDA"/>
    <w:rsid w:val="0030236D"/>
    <w:rsid w:val="0030385F"/>
    <w:rsid w:val="00304B2D"/>
    <w:rsid w:val="003054B7"/>
    <w:rsid w:val="00310164"/>
    <w:rsid w:val="0031067B"/>
    <w:rsid w:val="003150F1"/>
    <w:rsid w:val="00315210"/>
    <w:rsid w:val="0031613C"/>
    <w:rsid w:val="0031652A"/>
    <w:rsid w:val="00316F01"/>
    <w:rsid w:val="00322886"/>
    <w:rsid w:val="003273E3"/>
    <w:rsid w:val="003307B1"/>
    <w:rsid w:val="0033109E"/>
    <w:rsid w:val="00331F43"/>
    <w:rsid w:val="0033231B"/>
    <w:rsid w:val="003343EE"/>
    <w:rsid w:val="00335349"/>
    <w:rsid w:val="0033617C"/>
    <w:rsid w:val="0033707A"/>
    <w:rsid w:val="00337F19"/>
    <w:rsid w:val="00340059"/>
    <w:rsid w:val="00341170"/>
    <w:rsid w:val="00343B0A"/>
    <w:rsid w:val="00347193"/>
    <w:rsid w:val="00351B42"/>
    <w:rsid w:val="00353B4D"/>
    <w:rsid w:val="003543FE"/>
    <w:rsid w:val="003576B7"/>
    <w:rsid w:val="00357BAC"/>
    <w:rsid w:val="0036218C"/>
    <w:rsid w:val="003627B4"/>
    <w:rsid w:val="00363A24"/>
    <w:rsid w:val="0036426E"/>
    <w:rsid w:val="00364694"/>
    <w:rsid w:val="003656E3"/>
    <w:rsid w:val="003662DB"/>
    <w:rsid w:val="003664C6"/>
    <w:rsid w:val="00366C2D"/>
    <w:rsid w:val="00370AC3"/>
    <w:rsid w:val="00371130"/>
    <w:rsid w:val="003766EC"/>
    <w:rsid w:val="003768B7"/>
    <w:rsid w:val="003856F2"/>
    <w:rsid w:val="003874F2"/>
    <w:rsid w:val="00391E3A"/>
    <w:rsid w:val="0039360C"/>
    <w:rsid w:val="0039411D"/>
    <w:rsid w:val="00396EDB"/>
    <w:rsid w:val="003A0175"/>
    <w:rsid w:val="003A0EB3"/>
    <w:rsid w:val="003A15D1"/>
    <w:rsid w:val="003A201A"/>
    <w:rsid w:val="003B0100"/>
    <w:rsid w:val="003B4BB8"/>
    <w:rsid w:val="003B5200"/>
    <w:rsid w:val="003B5E9F"/>
    <w:rsid w:val="003C0189"/>
    <w:rsid w:val="003C0AC0"/>
    <w:rsid w:val="003C30CA"/>
    <w:rsid w:val="003C5CA4"/>
    <w:rsid w:val="003C6163"/>
    <w:rsid w:val="003C6957"/>
    <w:rsid w:val="003C6C83"/>
    <w:rsid w:val="003C7209"/>
    <w:rsid w:val="003C7676"/>
    <w:rsid w:val="003D1D7B"/>
    <w:rsid w:val="003D20A1"/>
    <w:rsid w:val="003D34CC"/>
    <w:rsid w:val="003D3E7C"/>
    <w:rsid w:val="003D4887"/>
    <w:rsid w:val="003D51B1"/>
    <w:rsid w:val="003E1853"/>
    <w:rsid w:val="003E2C81"/>
    <w:rsid w:val="003E340E"/>
    <w:rsid w:val="003E4241"/>
    <w:rsid w:val="003E6140"/>
    <w:rsid w:val="003F0E7D"/>
    <w:rsid w:val="003F1C40"/>
    <w:rsid w:val="003F1E06"/>
    <w:rsid w:val="003F2708"/>
    <w:rsid w:val="003F290C"/>
    <w:rsid w:val="003F4F78"/>
    <w:rsid w:val="003F5E8D"/>
    <w:rsid w:val="003F63CD"/>
    <w:rsid w:val="003F6B66"/>
    <w:rsid w:val="004000E6"/>
    <w:rsid w:val="00400C5D"/>
    <w:rsid w:val="00402BA0"/>
    <w:rsid w:val="00403317"/>
    <w:rsid w:val="00404E7E"/>
    <w:rsid w:val="004057D3"/>
    <w:rsid w:val="004057F2"/>
    <w:rsid w:val="00407C5F"/>
    <w:rsid w:val="004107F6"/>
    <w:rsid w:val="00411598"/>
    <w:rsid w:val="00411A9B"/>
    <w:rsid w:val="00413CA1"/>
    <w:rsid w:val="0041402F"/>
    <w:rsid w:val="0041646A"/>
    <w:rsid w:val="00416647"/>
    <w:rsid w:val="00417F2B"/>
    <w:rsid w:val="00423A83"/>
    <w:rsid w:val="004246C4"/>
    <w:rsid w:val="004263CA"/>
    <w:rsid w:val="00426ABB"/>
    <w:rsid w:val="00426F1B"/>
    <w:rsid w:val="004347BC"/>
    <w:rsid w:val="00435883"/>
    <w:rsid w:val="00440D48"/>
    <w:rsid w:val="00441A9B"/>
    <w:rsid w:val="0044258B"/>
    <w:rsid w:val="00445D60"/>
    <w:rsid w:val="00445F7C"/>
    <w:rsid w:val="0044677D"/>
    <w:rsid w:val="00447BFD"/>
    <w:rsid w:val="00451949"/>
    <w:rsid w:val="0045207B"/>
    <w:rsid w:val="004527C1"/>
    <w:rsid w:val="0045475F"/>
    <w:rsid w:val="00456C9F"/>
    <w:rsid w:val="00456E86"/>
    <w:rsid w:val="00460289"/>
    <w:rsid w:val="004619E1"/>
    <w:rsid w:val="00462383"/>
    <w:rsid w:val="004633FD"/>
    <w:rsid w:val="0046543A"/>
    <w:rsid w:val="00466348"/>
    <w:rsid w:val="00466FC7"/>
    <w:rsid w:val="00470E6B"/>
    <w:rsid w:val="00471F5C"/>
    <w:rsid w:val="0047252F"/>
    <w:rsid w:val="00474615"/>
    <w:rsid w:val="004748AB"/>
    <w:rsid w:val="00477F74"/>
    <w:rsid w:val="00480289"/>
    <w:rsid w:val="00483592"/>
    <w:rsid w:val="004847DA"/>
    <w:rsid w:val="00490436"/>
    <w:rsid w:val="004909D8"/>
    <w:rsid w:val="00492091"/>
    <w:rsid w:val="0049393E"/>
    <w:rsid w:val="00494209"/>
    <w:rsid w:val="00495594"/>
    <w:rsid w:val="00496E6C"/>
    <w:rsid w:val="004978AB"/>
    <w:rsid w:val="004A0C2D"/>
    <w:rsid w:val="004A1351"/>
    <w:rsid w:val="004A181E"/>
    <w:rsid w:val="004A3BD7"/>
    <w:rsid w:val="004B262C"/>
    <w:rsid w:val="004B430E"/>
    <w:rsid w:val="004B4C54"/>
    <w:rsid w:val="004B7593"/>
    <w:rsid w:val="004C06C1"/>
    <w:rsid w:val="004C09F7"/>
    <w:rsid w:val="004C1201"/>
    <w:rsid w:val="004C12CD"/>
    <w:rsid w:val="004C29D0"/>
    <w:rsid w:val="004C364B"/>
    <w:rsid w:val="004C46C9"/>
    <w:rsid w:val="004C6EB9"/>
    <w:rsid w:val="004C7278"/>
    <w:rsid w:val="004D0AB7"/>
    <w:rsid w:val="004D4769"/>
    <w:rsid w:val="004D483B"/>
    <w:rsid w:val="004D5D99"/>
    <w:rsid w:val="004D73A8"/>
    <w:rsid w:val="004E0DFD"/>
    <w:rsid w:val="004E251E"/>
    <w:rsid w:val="004E33E0"/>
    <w:rsid w:val="004E4F67"/>
    <w:rsid w:val="004E5993"/>
    <w:rsid w:val="004F43B7"/>
    <w:rsid w:val="004F65C6"/>
    <w:rsid w:val="00500441"/>
    <w:rsid w:val="005009B4"/>
    <w:rsid w:val="005011B8"/>
    <w:rsid w:val="005022F7"/>
    <w:rsid w:val="005025AB"/>
    <w:rsid w:val="00502E5C"/>
    <w:rsid w:val="005064D8"/>
    <w:rsid w:val="0050793B"/>
    <w:rsid w:val="00513865"/>
    <w:rsid w:val="005159E7"/>
    <w:rsid w:val="00516884"/>
    <w:rsid w:val="005206FF"/>
    <w:rsid w:val="00520BA2"/>
    <w:rsid w:val="00521C72"/>
    <w:rsid w:val="00524260"/>
    <w:rsid w:val="00525024"/>
    <w:rsid w:val="00525559"/>
    <w:rsid w:val="0054035D"/>
    <w:rsid w:val="005412A2"/>
    <w:rsid w:val="00541934"/>
    <w:rsid w:val="00541E81"/>
    <w:rsid w:val="005420EE"/>
    <w:rsid w:val="00542930"/>
    <w:rsid w:val="00543767"/>
    <w:rsid w:val="00546447"/>
    <w:rsid w:val="00550D51"/>
    <w:rsid w:val="005528BD"/>
    <w:rsid w:val="005552CE"/>
    <w:rsid w:val="00560462"/>
    <w:rsid w:val="0056228A"/>
    <w:rsid w:val="005717C8"/>
    <w:rsid w:val="005739C8"/>
    <w:rsid w:val="005742AE"/>
    <w:rsid w:val="0057633D"/>
    <w:rsid w:val="00576D4E"/>
    <w:rsid w:val="00576E38"/>
    <w:rsid w:val="00576E6F"/>
    <w:rsid w:val="005775A8"/>
    <w:rsid w:val="005803B3"/>
    <w:rsid w:val="005810B4"/>
    <w:rsid w:val="00585AB7"/>
    <w:rsid w:val="00586077"/>
    <w:rsid w:val="00586BDC"/>
    <w:rsid w:val="005919CD"/>
    <w:rsid w:val="00591D5B"/>
    <w:rsid w:val="0059277B"/>
    <w:rsid w:val="00593AC5"/>
    <w:rsid w:val="005947E4"/>
    <w:rsid w:val="005949DE"/>
    <w:rsid w:val="0059587B"/>
    <w:rsid w:val="005969AB"/>
    <w:rsid w:val="00596B07"/>
    <w:rsid w:val="00596C03"/>
    <w:rsid w:val="00597034"/>
    <w:rsid w:val="005A31E3"/>
    <w:rsid w:val="005A6A25"/>
    <w:rsid w:val="005B1F31"/>
    <w:rsid w:val="005B3378"/>
    <w:rsid w:val="005B35DC"/>
    <w:rsid w:val="005B3B62"/>
    <w:rsid w:val="005B580D"/>
    <w:rsid w:val="005B5ACE"/>
    <w:rsid w:val="005B5B6D"/>
    <w:rsid w:val="005B7E88"/>
    <w:rsid w:val="005C190A"/>
    <w:rsid w:val="005C2F45"/>
    <w:rsid w:val="005C2FCC"/>
    <w:rsid w:val="005C7764"/>
    <w:rsid w:val="005D01B1"/>
    <w:rsid w:val="005D036D"/>
    <w:rsid w:val="005D2B7E"/>
    <w:rsid w:val="005D381C"/>
    <w:rsid w:val="005D3BBE"/>
    <w:rsid w:val="005D3C96"/>
    <w:rsid w:val="005D468F"/>
    <w:rsid w:val="005D6352"/>
    <w:rsid w:val="005E06C2"/>
    <w:rsid w:val="005E1380"/>
    <w:rsid w:val="005E17C3"/>
    <w:rsid w:val="005E208F"/>
    <w:rsid w:val="005E2B08"/>
    <w:rsid w:val="005E3D84"/>
    <w:rsid w:val="005E3DD5"/>
    <w:rsid w:val="005E4A17"/>
    <w:rsid w:val="005E4FEE"/>
    <w:rsid w:val="005E5CB1"/>
    <w:rsid w:val="005E6BDA"/>
    <w:rsid w:val="005F223B"/>
    <w:rsid w:val="006015B5"/>
    <w:rsid w:val="00601D82"/>
    <w:rsid w:val="00603905"/>
    <w:rsid w:val="00603AA9"/>
    <w:rsid w:val="00605EFD"/>
    <w:rsid w:val="00606A88"/>
    <w:rsid w:val="006107CB"/>
    <w:rsid w:val="00610FFF"/>
    <w:rsid w:val="00613804"/>
    <w:rsid w:val="00615634"/>
    <w:rsid w:val="00617775"/>
    <w:rsid w:val="00621EB6"/>
    <w:rsid w:val="00623FF9"/>
    <w:rsid w:val="00624F1F"/>
    <w:rsid w:val="006250E6"/>
    <w:rsid w:val="006252FC"/>
    <w:rsid w:val="00626051"/>
    <w:rsid w:val="00631941"/>
    <w:rsid w:val="00637881"/>
    <w:rsid w:val="00637D6C"/>
    <w:rsid w:val="006425B0"/>
    <w:rsid w:val="00644DE2"/>
    <w:rsid w:val="00644EEF"/>
    <w:rsid w:val="006457C8"/>
    <w:rsid w:val="00646062"/>
    <w:rsid w:val="0064704A"/>
    <w:rsid w:val="00647FC7"/>
    <w:rsid w:val="006514F4"/>
    <w:rsid w:val="00652E23"/>
    <w:rsid w:val="00654A06"/>
    <w:rsid w:val="00655905"/>
    <w:rsid w:val="006566C4"/>
    <w:rsid w:val="00656F44"/>
    <w:rsid w:val="006604B3"/>
    <w:rsid w:val="00660826"/>
    <w:rsid w:val="006623E1"/>
    <w:rsid w:val="00662A9B"/>
    <w:rsid w:val="00663F27"/>
    <w:rsid w:val="00663FC3"/>
    <w:rsid w:val="00666890"/>
    <w:rsid w:val="00670820"/>
    <w:rsid w:val="006728E5"/>
    <w:rsid w:val="006731BF"/>
    <w:rsid w:val="0067536F"/>
    <w:rsid w:val="00675A17"/>
    <w:rsid w:val="00680748"/>
    <w:rsid w:val="00680930"/>
    <w:rsid w:val="00681063"/>
    <w:rsid w:val="00683507"/>
    <w:rsid w:val="006852A7"/>
    <w:rsid w:val="0068676F"/>
    <w:rsid w:val="00691C56"/>
    <w:rsid w:val="006936AC"/>
    <w:rsid w:val="006946B7"/>
    <w:rsid w:val="006963EE"/>
    <w:rsid w:val="006A0DF2"/>
    <w:rsid w:val="006A2546"/>
    <w:rsid w:val="006A38DE"/>
    <w:rsid w:val="006A7572"/>
    <w:rsid w:val="006A75E8"/>
    <w:rsid w:val="006A7D8B"/>
    <w:rsid w:val="006A7E5E"/>
    <w:rsid w:val="006B5130"/>
    <w:rsid w:val="006B54CD"/>
    <w:rsid w:val="006B6DA6"/>
    <w:rsid w:val="006B7489"/>
    <w:rsid w:val="006C02F4"/>
    <w:rsid w:val="006C2517"/>
    <w:rsid w:val="006C4432"/>
    <w:rsid w:val="006C4721"/>
    <w:rsid w:val="006C5166"/>
    <w:rsid w:val="006C7410"/>
    <w:rsid w:val="006D015D"/>
    <w:rsid w:val="006D0DA7"/>
    <w:rsid w:val="006D112A"/>
    <w:rsid w:val="006D14EB"/>
    <w:rsid w:val="006D39C4"/>
    <w:rsid w:val="006D4D93"/>
    <w:rsid w:val="006D6E9B"/>
    <w:rsid w:val="006D79EB"/>
    <w:rsid w:val="006D7DD0"/>
    <w:rsid w:val="006E1A64"/>
    <w:rsid w:val="006E2B6E"/>
    <w:rsid w:val="006E5B11"/>
    <w:rsid w:val="006E6FD6"/>
    <w:rsid w:val="006E720D"/>
    <w:rsid w:val="006F0D30"/>
    <w:rsid w:val="006F229A"/>
    <w:rsid w:val="006F2B4D"/>
    <w:rsid w:val="006F2C17"/>
    <w:rsid w:val="006F30A0"/>
    <w:rsid w:val="006F4963"/>
    <w:rsid w:val="006F7F4B"/>
    <w:rsid w:val="00700B58"/>
    <w:rsid w:val="0070141F"/>
    <w:rsid w:val="00703662"/>
    <w:rsid w:val="00705168"/>
    <w:rsid w:val="00705764"/>
    <w:rsid w:val="00713E70"/>
    <w:rsid w:val="007151F6"/>
    <w:rsid w:val="00716337"/>
    <w:rsid w:val="00716561"/>
    <w:rsid w:val="00716C03"/>
    <w:rsid w:val="00716C6E"/>
    <w:rsid w:val="00716EF1"/>
    <w:rsid w:val="00720A2E"/>
    <w:rsid w:val="00724067"/>
    <w:rsid w:val="007267F2"/>
    <w:rsid w:val="00726A5F"/>
    <w:rsid w:val="00726BA9"/>
    <w:rsid w:val="00727067"/>
    <w:rsid w:val="00731AEF"/>
    <w:rsid w:val="0073238B"/>
    <w:rsid w:val="007339EB"/>
    <w:rsid w:val="00737144"/>
    <w:rsid w:val="00740019"/>
    <w:rsid w:val="0074108A"/>
    <w:rsid w:val="00741C86"/>
    <w:rsid w:val="007435E6"/>
    <w:rsid w:val="00743B03"/>
    <w:rsid w:val="007450FD"/>
    <w:rsid w:val="00745D02"/>
    <w:rsid w:val="007466E1"/>
    <w:rsid w:val="007510F8"/>
    <w:rsid w:val="007547A3"/>
    <w:rsid w:val="0075516A"/>
    <w:rsid w:val="00756A78"/>
    <w:rsid w:val="007579EF"/>
    <w:rsid w:val="00757A93"/>
    <w:rsid w:val="00760622"/>
    <w:rsid w:val="00760F8D"/>
    <w:rsid w:val="007615BA"/>
    <w:rsid w:val="00764BF8"/>
    <w:rsid w:val="007676E8"/>
    <w:rsid w:val="007679EF"/>
    <w:rsid w:val="00770481"/>
    <w:rsid w:val="00771DF9"/>
    <w:rsid w:val="00773A2F"/>
    <w:rsid w:val="00774026"/>
    <w:rsid w:val="00774BC8"/>
    <w:rsid w:val="00775CE0"/>
    <w:rsid w:val="00775DF4"/>
    <w:rsid w:val="00776915"/>
    <w:rsid w:val="00776B24"/>
    <w:rsid w:val="0077771E"/>
    <w:rsid w:val="00780943"/>
    <w:rsid w:val="00781948"/>
    <w:rsid w:val="00781983"/>
    <w:rsid w:val="00784BAE"/>
    <w:rsid w:val="00784FA2"/>
    <w:rsid w:val="00786E84"/>
    <w:rsid w:val="00787262"/>
    <w:rsid w:val="007944F3"/>
    <w:rsid w:val="00796676"/>
    <w:rsid w:val="007A0F21"/>
    <w:rsid w:val="007A0F4E"/>
    <w:rsid w:val="007A22E3"/>
    <w:rsid w:val="007A620C"/>
    <w:rsid w:val="007A69C2"/>
    <w:rsid w:val="007A7489"/>
    <w:rsid w:val="007A7F55"/>
    <w:rsid w:val="007B4663"/>
    <w:rsid w:val="007B5271"/>
    <w:rsid w:val="007B5680"/>
    <w:rsid w:val="007B6638"/>
    <w:rsid w:val="007B6C98"/>
    <w:rsid w:val="007C189F"/>
    <w:rsid w:val="007C5734"/>
    <w:rsid w:val="007C61EB"/>
    <w:rsid w:val="007C6AE2"/>
    <w:rsid w:val="007D023C"/>
    <w:rsid w:val="007D319B"/>
    <w:rsid w:val="007D31DF"/>
    <w:rsid w:val="007D3F30"/>
    <w:rsid w:val="007D4D86"/>
    <w:rsid w:val="007D5602"/>
    <w:rsid w:val="007E19E4"/>
    <w:rsid w:val="007E1FA6"/>
    <w:rsid w:val="007E4F82"/>
    <w:rsid w:val="007E55EC"/>
    <w:rsid w:val="007F2559"/>
    <w:rsid w:val="007F5317"/>
    <w:rsid w:val="00802636"/>
    <w:rsid w:val="008061C2"/>
    <w:rsid w:val="008069DC"/>
    <w:rsid w:val="0080769E"/>
    <w:rsid w:val="0081040F"/>
    <w:rsid w:val="00810653"/>
    <w:rsid w:val="0081128D"/>
    <w:rsid w:val="008113BF"/>
    <w:rsid w:val="00811AE5"/>
    <w:rsid w:val="008127EE"/>
    <w:rsid w:val="00812F5D"/>
    <w:rsid w:val="008142B6"/>
    <w:rsid w:val="00815185"/>
    <w:rsid w:val="0081521F"/>
    <w:rsid w:val="0081522C"/>
    <w:rsid w:val="00816565"/>
    <w:rsid w:val="008175E9"/>
    <w:rsid w:val="008178D4"/>
    <w:rsid w:val="00817C1F"/>
    <w:rsid w:val="008225CB"/>
    <w:rsid w:val="00823CB8"/>
    <w:rsid w:val="0082404B"/>
    <w:rsid w:val="00824C7A"/>
    <w:rsid w:val="00833D9C"/>
    <w:rsid w:val="00834446"/>
    <w:rsid w:val="008348F6"/>
    <w:rsid w:val="00834F39"/>
    <w:rsid w:val="0084018F"/>
    <w:rsid w:val="008413AA"/>
    <w:rsid w:val="00843D84"/>
    <w:rsid w:val="008443B8"/>
    <w:rsid w:val="008447C0"/>
    <w:rsid w:val="0084534A"/>
    <w:rsid w:val="008472B7"/>
    <w:rsid w:val="00847A6E"/>
    <w:rsid w:val="008525F5"/>
    <w:rsid w:val="00855286"/>
    <w:rsid w:val="00856BA9"/>
    <w:rsid w:val="008628C3"/>
    <w:rsid w:val="008629D8"/>
    <w:rsid w:val="00863D89"/>
    <w:rsid w:val="00863DE0"/>
    <w:rsid w:val="00865A6A"/>
    <w:rsid w:val="008667BE"/>
    <w:rsid w:val="00866D8F"/>
    <w:rsid w:val="00870A1A"/>
    <w:rsid w:val="008732F7"/>
    <w:rsid w:val="00875572"/>
    <w:rsid w:val="008773CA"/>
    <w:rsid w:val="00882E3D"/>
    <w:rsid w:val="00885D2D"/>
    <w:rsid w:val="00886888"/>
    <w:rsid w:val="00894851"/>
    <w:rsid w:val="008949A7"/>
    <w:rsid w:val="00896CB8"/>
    <w:rsid w:val="008A03CC"/>
    <w:rsid w:val="008A0696"/>
    <w:rsid w:val="008A0E6E"/>
    <w:rsid w:val="008A5999"/>
    <w:rsid w:val="008A6137"/>
    <w:rsid w:val="008A62FC"/>
    <w:rsid w:val="008A7DBC"/>
    <w:rsid w:val="008B092C"/>
    <w:rsid w:val="008B0BB5"/>
    <w:rsid w:val="008B1F88"/>
    <w:rsid w:val="008B33E5"/>
    <w:rsid w:val="008B52CF"/>
    <w:rsid w:val="008B5380"/>
    <w:rsid w:val="008B568B"/>
    <w:rsid w:val="008B5943"/>
    <w:rsid w:val="008B69DF"/>
    <w:rsid w:val="008C0546"/>
    <w:rsid w:val="008C0AD6"/>
    <w:rsid w:val="008C20EC"/>
    <w:rsid w:val="008C4EAB"/>
    <w:rsid w:val="008C5000"/>
    <w:rsid w:val="008C53AA"/>
    <w:rsid w:val="008C53FD"/>
    <w:rsid w:val="008C614F"/>
    <w:rsid w:val="008D4C77"/>
    <w:rsid w:val="008D636D"/>
    <w:rsid w:val="008E091A"/>
    <w:rsid w:val="008E1FCA"/>
    <w:rsid w:val="008E22B1"/>
    <w:rsid w:val="008E28E0"/>
    <w:rsid w:val="008E4C8B"/>
    <w:rsid w:val="008E5B95"/>
    <w:rsid w:val="008E7D28"/>
    <w:rsid w:val="008F05EE"/>
    <w:rsid w:val="008F0BD0"/>
    <w:rsid w:val="008F0E74"/>
    <w:rsid w:val="008F1705"/>
    <w:rsid w:val="008F1F72"/>
    <w:rsid w:val="008F3BE8"/>
    <w:rsid w:val="008F3F82"/>
    <w:rsid w:val="008F4211"/>
    <w:rsid w:val="008F43B3"/>
    <w:rsid w:val="008F61F9"/>
    <w:rsid w:val="009008EC"/>
    <w:rsid w:val="00902ED7"/>
    <w:rsid w:val="00907718"/>
    <w:rsid w:val="009128C0"/>
    <w:rsid w:val="00913B29"/>
    <w:rsid w:val="00914123"/>
    <w:rsid w:val="009145A7"/>
    <w:rsid w:val="00914D2D"/>
    <w:rsid w:val="0091532B"/>
    <w:rsid w:val="0091591C"/>
    <w:rsid w:val="00915BE5"/>
    <w:rsid w:val="00915F5F"/>
    <w:rsid w:val="00917BEE"/>
    <w:rsid w:val="00917C8A"/>
    <w:rsid w:val="009202F8"/>
    <w:rsid w:val="00920503"/>
    <w:rsid w:val="00922CC2"/>
    <w:rsid w:val="009263A7"/>
    <w:rsid w:val="00930605"/>
    <w:rsid w:val="009308D4"/>
    <w:rsid w:val="00934475"/>
    <w:rsid w:val="009353E1"/>
    <w:rsid w:val="00936D03"/>
    <w:rsid w:val="00937812"/>
    <w:rsid w:val="009379F8"/>
    <w:rsid w:val="00942C12"/>
    <w:rsid w:val="00942FC8"/>
    <w:rsid w:val="00944FE9"/>
    <w:rsid w:val="009468C5"/>
    <w:rsid w:val="00946ECB"/>
    <w:rsid w:val="009475AE"/>
    <w:rsid w:val="0094790F"/>
    <w:rsid w:val="00947B0D"/>
    <w:rsid w:val="009556C4"/>
    <w:rsid w:val="00955C69"/>
    <w:rsid w:val="00962AE6"/>
    <w:rsid w:val="00962BCB"/>
    <w:rsid w:val="00965B95"/>
    <w:rsid w:val="00965D4E"/>
    <w:rsid w:val="00966AF5"/>
    <w:rsid w:val="0097260C"/>
    <w:rsid w:val="0097504E"/>
    <w:rsid w:val="00975FAE"/>
    <w:rsid w:val="00976F7E"/>
    <w:rsid w:val="009817C5"/>
    <w:rsid w:val="00981B65"/>
    <w:rsid w:val="00982203"/>
    <w:rsid w:val="00985052"/>
    <w:rsid w:val="00990730"/>
    <w:rsid w:val="009925A0"/>
    <w:rsid w:val="00994235"/>
    <w:rsid w:val="00994889"/>
    <w:rsid w:val="00994DC6"/>
    <w:rsid w:val="0099714B"/>
    <w:rsid w:val="00997B52"/>
    <w:rsid w:val="009A38DB"/>
    <w:rsid w:val="009A3DBB"/>
    <w:rsid w:val="009A3ED6"/>
    <w:rsid w:val="009A4D8D"/>
    <w:rsid w:val="009A522B"/>
    <w:rsid w:val="009A639D"/>
    <w:rsid w:val="009A6FD6"/>
    <w:rsid w:val="009B2162"/>
    <w:rsid w:val="009B7CC7"/>
    <w:rsid w:val="009C1CC9"/>
    <w:rsid w:val="009C634F"/>
    <w:rsid w:val="009C7FBA"/>
    <w:rsid w:val="009D2C64"/>
    <w:rsid w:val="009D3DAB"/>
    <w:rsid w:val="009D60A4"/>
    <w:rsid w:val="009E16F0"/>
    <w:rsid w:val="009E26DB"/>
    <w:rsid w:val="009E2800"/>
    <w:rsid w:val="009E2B77"/>
    <w:rsid w:val="009E398F"/>
    <w:rsid w:val="009E5461"/>
    <w:rsid w:val="009E6D18"/>
    <w:rsid w:val="009F00BB"/>
    <w:rsid w:val="009F07DE"/>
    <w:rsid w:val="009F34A6"/>
    <w:rsid w:val="009F6519"/>
    <w:rsid w:val="009F6E41"/>
    <w:rsid w:val="009F7B22"/>
    <w:rsid w:val="00A06332"/>
    <w:rsid w:val="00A105B1"/>
    <w:rsid w:val="00A142EF"/>
    <w:rsid w:val="00A149A2"/>
    <w:rsid w:val="00A15916"/>
    <w:rsid w:val="00A15C0E"/>
    <w:rsid w:val="00A160EB"/>
    <w:rsid w:val="00A16FFC"/>
    <w:rsid w:val="00A17FAC"/>
    <w:rsid w:val="00A20C98"/>
    <w:rsid w:val="00A21301"/>
    <w:rsid w:val="00A249BD"/>
    <w:rsid w:val="00A26B36"/>
    <w:rsid w:val="00A3036E"/>
    <w:rsid w:val="00A307AA"/>
    <w:rsid w:val="00A3133F"/>
    <w:rsid w:val="00A3205C"/>
    <w:rsid w:val="00A33DC2"/>
    <w:rsid w:val="00A3558C"/>
    <w:rsid w:val="00A40015"/>
    <w:rsid w:val="00A42AC3"/>
    <w:rsid w:val="00A43039"/>
    <w:rsid w:val="00A43288"/>
    <w:rsid w:val="00A4472D"/>
    <w:rsid w:val="00A46A00"/>
    <w:rsid w:val="00A47E56"/>
    <w:rsid w:val="00A47EDB"/>
    <w:rsid w:val="00A50C05"/>
    <w:rsid w:val="00A50FD5"/>
    <w:rsid w:val="00A513E4"/>
    <w:rsid w:val="00A54DC6"/>
    <w:rsid w:val="00A564A1"/>
    <w:rsid w:val="00A56539"/>
    <w:rsid w:val="00A60D3D"/>
    <w:rsid w:val="00A613B4"/>
    <w:rsid w:val="00A619F0"/>
    <w:rsid w:val="00A63907"/>
    <w:rsid w:val="00A64ED2"/>
    <w:rsid w:val="00A65C19"/>
    <w:rsid w:val="00A73198"/>
    <w:rsid w:val="00A73F55"/>
    <w:rsid w:val="00A7401A"/>
    <w:rsid w:val="00A74D4C"/>
    <w:rsid w:val="00A76FC4"/>
    <w:rsid w:val="00A77437"/>
    <w:rsid w:val="00A77A8D"/>
    <w:rsid w:val="00A82CCE"/>
    <w:rsid w:val="00A84CB2"/>
    <w:rsid w:val="00A8563A"/>
    <w:rsid w:val="00A857DC"/>
    <w:rsid w:val="00A871A0"/>
    <w:rsid w:val="00A90DD4"/>
    <w:rsid w:val="00A915FA"/>
    <w:rsid w:val="00A929EC"/>
    <w:rsid w:val="00A945FF"/>
    <w:rsid w:val="00A94857"/>
    <w:rsid w:val="00A974A7"/>
    <w:rsid w:val="00AA2316"/>
    <w:rsid w:val="00AA5D08"/>
    <w:rsid w:val="00AA7B10"/>
    <w:rsid w:val="00AB3722"/>
    <w:rsid w:val="00AB4C7C"/>
    <w:rsid w:val="00AB6860"/>
    <w:rsid w:val="00AB6BD3"/>
    <w:rsid w:val="00AB759C"/>
    <w:rsid w:val="00AB78D6"/>
    <w:rsid w:val="00AC0A18"/>
    <w:rsid w:val="00AC21E0"/>
    <w:rsid w:val="00AC3030"/>
    <w:rsid w:val="00AD0D54"/>
    <w:rsid w:val="00AD28D5"/>
    <w:rsid w:val="00AD2DED"/>
    <w:rsid w:val="00AD597F"/>
    <w:rsid w:val="00AD6EE5"/>
    <w:rsid w:val="00AE07C7"/>
    <w:rsid w:val="00AE16B4"/>
    <w:rsid w:val="00AE17FD"/>
    <w:rsid w:val="00AE2A29"/>
    <w:rsid w:val="00AE2DAF"/>
    <w:rsid w:val="00AE75A6"/>
    <w:rsid w:val="00AF2C0F"/>
    <w:rsid w:val="00AF31E2"/>
    <w:rsid w:val="00B00EE7"/>
    <w:rsid w:val="00B02CC2"/>
    <w:rsid w:val="00B0434E"/>
    <w:rsid w:val="00B053F5"/>
    <w:rsid w:val="00B0587A"/>
    <w:rsid w:val="00B05C6D"/>
    <w:rsid w:val="00B0641E"/>
    <w:rsid w:val="00B104A1"/>
    <w:rsid w:val="00B1128C"/>
    <w:rsid w:val="00B129E5"/>
    <w:rsid w:val="00B13E86"/>
    <w:rsid w:val="00B1446E"/>
    <w:rsid w:val="00B2313A"/>
    <w:rsid w:val="00B27106"/>
    <w:rsid w:val="00B30422"/>
    <w:rsid w:val="00B326DC"/>
    <w:rsid w:val="00B358AB"/>
    <w:rsid w:val="00B36B46"/>
    <w:rsid w:val="00B40CA3"/>
    <w:rsid w:val="00B41C7F"/>
    <w:rsid w:val="00B43161"/>
    <w:rsid w:val="00B43F4F"/>
    <w:rsid w:val="00B44DD6"/>
    <w:rsid w:val="00B451C5"/>
    <w:rsid w:val="00B4665E"/>
    <w:rsid w:val="00B466FC"/>
    <w:rsid w:val="00B47E4A"/>
    <w:rsid w:val="00B5103A"/>
    <w:rsid w:val="00B51CA9"/>
    <w:rsid w:val="00B52A9E"/>
    <w:rsid w:val="00B53A0E"/>
    <w:rsid w:val="00B5520C"/>
    <w:rsid w:val="00B55AB0"/>
    <w:rsid w:val="00B5769C"/>
    <w:rsid w:val="00B6116E"/>
    <w:rsid w:val="00B618E4"/>
    <w:rsid w:val="00B62D74"/>
    <w:rsid w:val="00B62FF9"/>
    <w:rsid w:val="00B63943"/>
    <w:rsid w:val="00B66361"/>
    <w:rsid w:val="00B667A9"/>
    <w:rsid w:val="00B67607"/>
    <w:rsid w:val="00B71805"/>
    <w:rsid w:val="00B71EA4"/>
    <w:rsid w:val="00B71FC6"/>
    <w:rsid w:val="00B72ECC"/>
    <w:rsid w:val="00B736A7"/>
    <w:rsid w:val="00B8031C"/>
    <w:rsid w:val="00B8165D"/>
    <w:rsid w:val="00B843AA"/>
    <w:rsid w:val="00B845A0"/>
    <w:rsid w:val="00B8477A"/>
    <w:rsid w:val="00B85050"/>
    <w:rsid w:val="00B850F8"/>
    <w:rsid w:val="00B920D1"/>
    <w:rsid w:val="00B9236A"/>
    <w:rsid w:val="00B92C73"/>
    <w:rsid w:val="00B93E3F"/>
    <w:rsid w:val="00B94B06"/>
    <w:rsid w:val="00B96A61"/>
    <w:rsid w:val="00B96EDF"/>
    <w:rsid w:val="00B975E6"/>
    <w:rsid w:val="00B97783"/>
    <w:rsid w:val="00BA0FE4"/>
    <w:rsid w:val="00BB0A00"/>
    <w:rsid w:val="00BB6294"/>
    <w:rsid w:val="00BB7159"/>
    <w:rsid w:val="00BC35F3"/>
    <w:rsid w:val="00BC3EB8"/>
    <w:rsid w:val="00BC7418"/>
    <w:rsid w:val="00BD703D"/>
    <w:rsid w:val="00BE185F"/>
    <w:rsid w:val="00BE3BEE"/>
    <w:rsid w:val="00BE515D"/>
    <w:rsid w:val="00BE75A8"/>
    <w:rsid w:val="00BF017B"/>
    <w:rsid w:val="00BF1A51"/>
    <w:rsid w:val="00BF3713"/>
    <w:rsid w:val="00BF5678"/>
    <w:rsid w:val="00BF69C9"/>
    <w:rsid w:val="00C02051"/>
    <w:rsid w:val="00C150DB"/>
    <w:rsid w:val="00C21C31"/>
    <w:rsid w:val="00C26F47"/>
    <w:rsid w:val="00C300DA"/>
    <w:rsid w:val="00C30187"/>
    <w:rsid w:val="00C308C6"/>
    <w:rsid w:val="00C30F3F"/>
    <w:rsid w:val="00C33391"/>
    <w:rsid w:val="00C33561"/>
    <w:rsid w:val="00C3565A"/>
    <w:rsid w:val="00C402A3"/>
    <w:rsid w:val="00C404FF"/>
    <w:rsid w:val="00C465CC"/>
    <w:rsid w:val="00C46626"/>
    <w:rsid w:val="00C50614"/>
    <w:rsid w:val="00C5147D"/>
    <w:rsid w:val="00C51A2B"/>
    <w:rsid w:val="00C51DC7"/>
    <w:rsid w:val="00C5560A"/>
    <w:rsid w:val="00C621EF"/>
    <w:rsid w:val="00C652EE"/>
    <w:rsid w:val="00C73FB7"/>
    <w:rsid w:val="00C741DC"/>
    <w:rsid w:val="00C7584E"/>
    <w:rsid w:val="00C83AD8"/>
    <w:rsid w:val="00C84906"/>
    <w:rsid w:val="00C8563F"/>
    <w:rsid w:val="00C85DF4"/>
    <w:rsid w:val="00C93E5F"/>
    <w:rsid w:val="00C9496B"/>
    <w:rsid w:val="00CA2513"/>
    <w:rsid w:val="00CA259E"/>
    <w:rsid w:val="00CB094F"/>
    <w:rsid w:val="00CB1F28"/>
    <w:rsid w:val="00CB29A8"/>
    <w:rsid w:val="00CB3664"/>
    <w:rsid w:val="00CB3A0A"/>
    <w:rsid w:val="00CB73C4"/>
    <w:rsid w:val="00CB7E08"/>
    <w:rsid w:val="00CC0450"/>
    <w:rsid w:val="00CC41FE"/>
    <w:rsid w:val="00CC4DE8"/>
    <w:rsid w:val="00CC5DA1"/>
    <w:rsid w:val="00CC7C4B"/>
    <w:rsid w:val="00CD712C"/>
    <w:rsid w:val="00CE37BD"/>
    <w:rsid w:val="00CE44A1"/>
    <w:rsid w:val="00CE4710"/>
    <w:rsid w:val="00CE4796"/>
    <w:rsid w:val="00CE5756"/>
    <w:rsid w:val="00CE57A8"/>
    <w:rsid w:val="00CE6F3B"/>
    <w:rsid w:val="00CE7B91"/>
    <w:rsid w:val="00CF6670"/>
    <w:rsid w:val="00CF6865"/>
    <w:rsid w:val="00D00292"/>
    <w:rsid w:val="00D00883"/>
    <w:rsid w:val="00D0409F"/>
    <w:rsid w:val="00D048C6"/>
    <w:rsid w:val="00D105F8"/>
    <w:rsid w:val="00D116AB"/>
    <w:rsid w:val="00D15A0D"/>
    <w:rsid w:val="00D15AF8"/>
    <w:rsid w:val="00D16BF8"/>
    <w:rsid w:val="00D17B48"/>
    <w:rsid w:val="00D20191"/>
    <w:rsid w:val="00D24015"/>
    <w:rsid w:val="00D24373"/>
    <w:rsid w:val="00D24A27"/>
    <w:rsid w:val="00D24A88"/>
    <w:rsid w:val="00D25281"/>
    <w:rsid w:val="00D27DC7"/>
    <w:rsid w:val="00D31159"/>
    <w:rsid w:val="00D31989"/>
    <w:rsid w:val="00D32CED"/>
    <w:rsid w:val="00D3367D"/>
    <w:rsid w:val="00D36753"/>
    <w:rsid w:val="00D405ED"/>
    <w:rsid w:val="00D4247A"/>
    <w:rsid w:val="00D42D07"/>
    <w:rsid w:val="00D43344"/>
    <w:rsid w:val="00D45E1F"/>
    <w:rsid w:val="00D46795"/>
    <w:rsid w:val="00D47073"/>
    <w:rsid w:val="00D50FFE"/>
    <w:rsid w:val="00D573B7"/>
    <w:rsid w:val="00D61949"/>
    <w:rsid w:val="00D624E7"/>
    <w:rsid w:val="00D638F9"/>
    <w:rsid w:val="00D64D1F"/>
    <w:rsid w:val="00D66426"/>
    <w:rsid w:val="00D67E78"/>
    <w:rsid w:val="00D70353"/>
    <w:rsid w:val="00D703F4"/>
    <w:rsid w:val="00D712E8"/>
    <w:rsid w:val="00D730A3"/>
    <w:rsid w:val="00D75CBA"/>
    <w:rsid w:val="00D75D09"/>
    <w:rsid w:val="00D77F18"/>
    <w:rsid w:val="00D82537"/>
    <w:rsid w:val="00D84865"/>
    <w:rsid w:val="00D92475"/>
    <w:rsid w:val="00D93973"/>
    <w:rsid w:val="00D93CC4"/>
    <w:rsid w:val="00D94B59"/>
    <w:rsid w:val="00D9612F"/>
    <w:rsid w:val="00D97FF7"/>
    <w:rsid w:val="00DA2049"/>
    <w:rsid w:val="00DA2787"/>
    <w:rsid w:val="00DA50DF"/>
    <w:rsid w:val="00DA6789"/>
    <w:rsid w:val="00DB7063"/>
    <w:rsid w:val="00DC25B5"/>
    <w:rsid w:val="00DC40AA"/>
    <w:rsid w:val="00DD12A2"/>
    <w:rsid w:val="00DD1E36"/>
    <w:rsid w:val="00DD5F54"/>
    <w:rsid w:val="00DD6464"/>
    <w:rsid w:val="00DD65D0"/>
    <w:rsid w:val="00DE22A5"/>
    <w:rsid w:val="00DE3080"/>
    <w:rsid w:val="00DE5823"/>
    <w:rsid w:val="00DF0406"/>
    <w:rsid w:val="00DF06DF"/>
    <w:rsid w:val="00DF0940"/>
    <w:rsid w:val="00DF5E12"/>
    <w:rsid w:val="00DF7D93"/>
    <w:rsid w:val="00E0009F"/>
    <w:rsid w:val="00E007F4"/>
    <w:rsid w:val="00E00CD4"/>
    <w:rsid w:val="00E0416F"/>
    <w:rsid w:val="00E05185"/>
    <w:rsid w:val="00E05AA7"/>
    <w:rsid w:val="00E06EEE"/>
    <w:rsid w:val="00E078DE"/>
    <w:rsid w:val="00E10F3C"/>
    <w:rsid w:val="00E11001"/>
    <w:rsid w:val="00E13DE9"/>
    <w:rsid w:val="00E14856"/>
    <w:rsid w:val="00E16C05"/>
    <w:rsid w:val="00E179C1"/>
    <w:rsid w:val="00E223C0"/>
    <w:rsid w:val="00E236ED"/>
    <w:rsid w:val="00E24AAD"/>
    <w:rsid w:val="00E256F7"/>
    <w:rsid w:val="00E3079C"/>
    <w:rsid w:val="00E30CF5"/>
    <w:rsid w:val="00E312B8"/>
    <w:rsid w:val="00E31B2F"/>
    <w:rsid w:val="00E320C6"/>
    <w:rsid w:val="00E32EF6"/>
    <w:rsid w:val="00E3452D"/>
    <w:rsid w:val="00E440C1"/>
    <w:rsid w:val="00E4666F"/>
    <w:rsid w:val="00E47720"/>
    <w:rsid w:val="00E47B35"/>
    <w:rsid w:val="00E50371"/>
    <w:rsid w:val="00E52D91"/>
    <w:rsid w:val="00E53E05"/>
    <w:rsid w:val="00E56025"/>
    <w:rsid w:val="00E56C31"/>
    <w:rsid w:val="00E60BEE"/>
    <w:rsid w:val="00E61EC9"/>
    <w:rsid w:val="00E63953"/>
    <w:rsid w:val="00E66863"/>
    <w:rsid w:val="00E73727"/>
    <w:rsid w:val="00E73AE0"/>
    <w:rsid w:val="00E7410F"/>
    <w:rsid w:val="00E747BB"/>
    <w:rsid w:val="00E7519C"/>
    <w:rsid w:val="00E75B57"/>
    <w:rsid w:val="00E77CFA"/>
    <w:rsid w:val="00E8110D"/>
    <w:rsid w:val="00E81733"/>
    <w:rsid w:val="00E81E6E"/>
    <w:rsid w:val="00E82432"/>
    <w:rsid w:val="00E85AEA"/>
    <w:rsid w:val="00E86233"/>
    <w:rsid w:val="00E87C90"/>
    <w:rsid w:val="00E87F51"/>
    <w:rsid w:val="00E912AE"/>
    <w:rsid w:val="00E91A9E"/>
    <w:rsid w:val="00E91DED"/>
    <w:rsid w:val="00E92980"/>
    <w:rsid w:val="00E93403"/>
    <w:rsid w:val="00E93E3B"/>
    <w:rsid w:val="00E95233"/>
    <w:rsid w:val="00E967D8"/>
    <w:rsid w:val="00EA008D"/>
    <w:rsid w:val="00EA0D61"/>
    <w:rsid w:val="00EA1AEF"/>
    <w:rsid w:val="00EA4E24"/>
    <w:rsid w:val="00EA6DEC"/>
    <w:rsid w:val="00EB10FD"/>
    <w:rsid w:val="00EB3BE7"/>
    <w:rsid w:val="00EB53A9"/>
    <w:rsid w:val="00EB59EF"/>
    <w:rsid w:val="00EB5DC1"/>
    <w:rsid w:val="00EB7DFA"/>
    <w:rsid w:val="00EC049E"/>
    <w:rsid w:val="00EC132C"/>
    <w:rsid w:val="00EC1786"/>
    <w:rsid w:val="00EC279C"/>
    <w:rsid w:val="00EC30D8"/>
    <w:rsid w:val="00EC3179"/>
    <w:rsid w:val="00EC39C1"/>
    <w:rsid w:val="00EC5217"/>
    <w:rsid w:val="00EC5763"/>
    <w:rsid w:val="00EC5E34"/>
    <w:rsid w:val="00EC6223"/>
    <w:rsid w:val="00EC6A48"/>
    <w:rsid w:val="00EC73EB"/>
    <w:rsid w:val="00ED1046"/>
    <w:rsid w:val="00ED1271"/>
    <w:rsid w:val="00ED3626"/>
    <w:rsid w:val="00ED3764"/>
    <w:rsid w:val="00ED3A54"/>
    <w:rsid w:val="00ED3F53"/>
    <w:rsid w:val="00ED5215"/>
    <w:rsid w:val="00ED599C"/>
    <w:rsid w:val="00ED6CEA"/>
    <w:rsid w:val="00EE30B3"/>
    <w:rsid w:val="00EE4B35"/>
    <w:rsid w:val="00EE4C0A"/>
    <w:rsid w:val="00EE52EE"/>
    <w:rsid w:val="00EE59E9"/>
    <w:rsid w:val="00EE6DC8"/>
    <w:rsid w:val="00EF2104"/>
    <w:rsid w:val="00EF2E22"/>
    <w:rsid w:val="00EF672C"/>
    <w:rsid w:val="00EF7691"/>
    <w:rsid w:val="00EF77DB"/>
    <w:rsid w:val="00F00493"/>
    <w:rsid w:val="00F01648"/>
    <w:rsid w:val="00F0279D"/>
    <w:rsid w:val="00F04101"/>
    <w:rsid w:val="00F04A20"/>
    <w:rsid w:val="00F1181C"/>
    <w:rsid w:val="00F119C8"/>
    <w:rsid w:val="00F11A8A"/>
    <w:rsid w:val="00F12C89"/>
    <w:rsid w:val="00F12E2E"/>
    <w:rsid w:val="00F137EC"/>
    <w:rsid w:val="00F148A8"/>
    <w:rsid w:val="00F14ADB"/>
    <w:rsid w:val="00F1517C"/>
    <w:rsid w:val="00F21160"/>
    <w:rsid w:val="00F25E94"/>
    <w:rsid w:val="00F2607C"/>
    <w:rsid w:val="00F27B11"/>
    <w:rsid w:val="00F27FEC"/>
    <w:rsid w:val="00F30782"/>
    <w:rsid w:val="00F3083C"/>
    <w:rsid w:val="00F30F5B"/>
    <w:rsid w:val="00F31262"/>
    <w:rsid w:val="00F319BD"/>
    <w:rsid w:val="00F319FF"/>
    <w:rsid w:val="00F32925"/>
    <w:rsid w:val="00F33B1C"/>
    <w:rsid w:val="00F35F7F"/>
    <w:rsid w:val="00F367B8"/>
    <w:rsid w:val="00F37AEB"/>
    <w:rsid w:val="00F41468"/>
    <w:rsid w:val="00F41B99"/>
    <w:rsid w:val="00F42138"/>
    <w:rsid w:val="00F44476"/>
    <w:rsid w:val="00F44BCA"/>
    <w:rsid w:val="00F47633"/>
    <w:rsid w:val="00F51270"/>
    <w:rsid w:val="00F52ED5"/>
    <w:rsid w:val="00F53F6C"/>
    <w:rsid w:val="00F54649"/>
    <w:rsid w:val="00F549A7"/>
    <w:rsid w:val="00F5664E"/>
    <w:rsid w:val="00F57041"/>
    <w:rsid w:val="00F60765"/>
    <w:rsid w:val="00F627CC"/>
    <w:rsid w:val="00F62B9F"/>
    <w:rsid w:val="00F6310B"/>
    <w:rsid w:val="00F63BBB"/>
    <w:rsid w:val="00F6473E"/>
    <w:rsid w:val="00F668DB"/>
    <w:rsid w:val="00F66DE4"/>
    <w:rsid w:val="00F70B1E"/>
    <w:rsid w:val="00F7200D"/>
    <w:rsid w:val="00F74CE6"/>
    <w:rsid w:val="00F76D53"/>
    <w:rsid w:val="00F778D7"/>
    <w:rsid w:val="00F8191D"/>
    <w:rsid w:val="00F81B82"/>
    <w:rsid w:val="00F85173"/>
    <w:rsid w:val="00F85768"/>
    <w:rsid w:val="00F87B95"/>
    <w:rsid w:val="00F90BEE"/>
    <w:rsid w:val="00F90C86"/>
    <w:rsid w:val="00F910A2"/>
    <w:rsid w:val="00F912ED"/>
    <w:rsid w:val="00F917D1"/>
    <w:rsid w:val="00F93554"/>
    <w:rsid w:val="00F9362C"/>
    <w:rsid w:val="00F93ADA"/>
    <w:rsid w:val="00F93C07"/>
    <w:rsid w:val="00F94210"/>
    <w:rsid w:val="00F94E16"/>
    <w:rsid w:val="00FA0266"/>
    <w:rsid w:val="00FA0940"/>
    <w:rsid w:val="00FA0A5D"/>
    <w:rsid w:val="00FA2BCD"/>
    <w:rsid w:val="00FA4545"/>
    <w:rsid w:val="00FB15FD"/>
    <w:rsid w:val="00FB5488"/>
    <w:rsid w:val="00FB5612"/>
    <w:rsid w:val="00FB58DB"/>
    <w:rsid w:val="00FB6A7B"/>
    <w:rsid w:val="00FB76C9"/>
    <w:rsid w:val="00FC10A7"/>
    <w:rsid w:val="00FC1870"/>
    <w:rsid w:val="00FC1EA4"/>
    <w:rsid w:val="00FC1EDA"/>
    <w:rsid w:val="00FC368C"/>
    <w:rsid w:val="00FC36D9"/>
    <w:rsid w:val="00FC4204"/>
    <w:rsid w:val="00FC51EB"/>
    <w:rsid w:val="00FC59CC"/>
    <w:rsid w:val="00FD350F"/>
    <w:rsid w:val="00FD375D"/>
    <w:rsid w:val="00FD3EFE"/>
    <w:rsid w:val="00FD4A5F"/>
    <w:rsid w:val="00FD5635"/>
    <w:rsid w:val="00FD5C8B"/>
    <w:rsid w:val="00FD64F5"/>
    <w:rsid w:val="00FD713D"/>
    <w:rsid w:val="00FD7824"/>
    <w:rsid w:val="00FE369F"/>
    <w:rsid w:val="00FE36D0"/>
    <w:rsid w:val="00FE42CC"/>
    <w:rsid w:val="00FE4BC9"/>
    <w:rsid w:val="00FF127D"/>
    <w:rsid w:val="00FF1F99"/>
    <w:rsid w:val="00FF2473"/>
    <w:rsid w:val="00FF359E"/>
    <w:rsid w:val="00FF378B"/>
    <w:rsid w:val="00FF564B"/>
    <w:rsid w:val="00FF66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077"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9145A7"/>
    <w:pPr>
      <w:spacing w:before="100" w:beforeAutospacing="1" w:after="100" w:afterAutospacing="1"/>
      <w:outlineLvl w:val="0"/>
    </w:pPr>
    <w:rPr>
      <w:b/>
      <w:kern w:val="36"/>
      <w:sz w:val="48"/>
      <w:szCs w:val="20"/>
    </w:rPr>
  </w:style>
  <w:style w:type="paragraph" w:styleId="20">
    <w:name w:val="heading 2"/>
    <w:basedOn w:val="a"/>
    <w:next w:val="a"/>
    <w:link w:val="21"/>
    <w:uiPriority w:val="99"/>
    <w:qFormat/>
    <w:rsid w:val="009145A7"/>
    <w:pPr>
      <w:keepNext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9145A7"/>
    <w:pPr>
      <w:keepNext/>
      <w:ind w:firstLine="851"/>
      <w:jc w:val="both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145A7"/>
    <w:rPr>
      <w:rFonts w:cs="Times New Roman"/>
      <w:b/>
      <w:kern w:val="36"/>
      <w:sz w:val="48"/>
    </w:rPr>
  </w:style>
  <w:style w:type="character" w:customStyle="1" w:styleId="21">
    <w:name w:val="Заголовок 2 Знак"/>
    <w:link w:val="20"/>
    <w:uiPriority w:val="99"/>
    <w:locked/>
    <w:rsid w:val="009145A7"/>
    <w:rPr>
      <w:rFonts w:cs="Times New Roman"/>
      <w:b/>
      <w:sz w:val="28"/>
    </w:rPr>
  </w:style>
  <w:style w:type="character" w:customStyle="1" w:styleId="30">
    <w:name w:val="Заголовок 3 Знак"/>
    <w:link w:val="3"/>
    <w:uiPriority w:val="99"/>
    <w:locked/>
    <w:rsid w:val="009145A7"/>
    <w:rPr>
      <w:rFonts w:cs="Times New Roman"/>
      <w:sz w:val="24"/>
    </w:rPr>
  </w:style>
  <w:style w:type="paragraph" w:customStyle="1" w:styleId="ConsPlusNonformat">
    <w:name w:val="ConsPlusNonformat"/>
    <w:uiPriority w:val="99"/>
    <w:rsid w:val="009145A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9145A7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link w:val="a3"/>
    <w:uiPriority w:val="99"/>
    <w:locked/>
    <w:rsid w:val="009145A7"/>
    <w:rPr>
      <w:rFonts w:cs="Times New Roman"/>
      <w:sz w:val="24"/>
      <w:lang w:eastAsia="ru-RU"/>
    </w:rPr>
  </w:style>
  <w:style w:type="character" w:styleId="a5">
    <w:name w:val="page number"/>
    <w:uiPriority w:val="99"/>
    <w:rsid w:val="009145A7"/>
    <w:rPr>
      <w:rFonts w:cs="Times New Roman"/>
    </w:rPr>
  </w:style>
  <w:style w:type="paragraph" w:styleId="a6">
    <w:name w:val="footer"/>
    <w:basedOn w:val="a"/>
    <w:link w:val="a7"/>
    <w:uiPriority w:val="99"/>
    <w:rsid w:val="009145A7"/>
    <w:pPr>
      <w:tabs>
        <w:tab w:val="center" w:pos="4677"/>
        <w:tab w:val="right" w:pos="9355"/>
      </w:tabs>
    </w:pPr>
    <w:rPr>
      <w:szCs w:val="20"/>
    </w:rPr>
  </w:style>
  <w:style w:type="character" w:customStyle="1" w:styleId="a7">
    <w:name w:val="Нижний колонтитул Знак"/>
    <w:link w:val="a6"/>
    <w:uiPriority w:val="99"/>
    <w:locked/>
    <w:rsid w:val="009145A7"/>
    <w:rPr>
      <w:rFonts w:cs="Times New Roman"/>
      <w:sz w:val="24"/>
      <w:lang w:eastAsia="ru-RU"/>
    </w:rPr>
  </w:style>
  <w:style w:type="paragraph" w:styleId="a8">
    <w:name w:val="caption"/>
    <w:basedOn w:val="a"/>
    <w:next w:val="a"/>
    <w:uiPriority w:val="99"/>
    <w:qFormat/>
    <w:rsid w:val="009145A7"/>
    <w:rPr>
      <w:b/>
      <w:bCs/>
      <w:u w:val="single"/>
    </w:rPr>
  </w:style>
  <w:style w:type="paragraph" w:customStyle="1" w:styleId="ConsPlusNormal">
    <w:name w:val="ConsPlusNormal"/>
    <w:uiPriority w:val="99"/>
    <w:rsid w:val="009145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printj">
    <w:name w:val="printj"/>
    <w:basedOn w:val="a"/>
    <w:uiPriority w:val="99"/>
    <w:rsid w:val="009145A7"/>
    <w:pPr>
      <w:spacing w:before="144" w:after="288"/>
      <w:jc w:val="both"/>
    </w:pPr>
  </w:style>
  <w:style w:type="paragraph" w:customStyle="1" w:styleId="a9">
    <w:name w:val="Нормальный"/>
    <w:link w:val="aa"/>
    <w:uiPriority w:val="99"/>
    <w:rsid w:val="009145A7"/>
    <w:pPr>
      <w:autoSpaceDE w:val="0"/>
      <w:autoSpaceDN w:val="0"/>
      <w:adjustRightInd w:val="0"/>
      <w:spacing w:line="360" w:lineRule="auto"/>
      <w:ind w:firstLine="567"/>
      <w:jc w:val="both"/>
    </w:pPr>
    <w:rPr>
      <w:sz w:val="22"/>
    </w:rPr>
  </w:style>
  <w:style w:type="character" w:customStyle="1" w:styleId="aa">
    <w:name w:val="Нормальный Знак"/>
    <w:link w:val="a9"/>
    <w:uiPriority w:val="99"/>
    <w:locked/>
    <w:rsid w:val="009145A7"/>
    <w:rPr>
      <w:sz w:val="22"/>
      <w:lang w:val="ru-RU" w:eastAsia="ru-RU" w:bidi="ar-SA"/>
    </w:rPr>
  </w:style>
  <w:style w:type="character" w:customStyle="1" w:styleId="b-serp-urlitem1">
    <w:name w:val="b-serp-url__item1"/>
    <w:uiPriority w:val="99"/>
    <w:rsid w:val="009145A7"/>
    <w:rPr>
      <w:rFonts w:cs="Times New Roman"/>
    </w:rPr>
  </w:style>
  <w:style w:type="character" w:customStyle="1" w:styleId="b-serp-urlmark1">
    <w:name w:val="b-serp-url__mark1"/>
    <w:uiPriority w:val="99"/>
    <w:rsid w:val="009145A7"/>
    <w:rPr>
      <w:rFonts w:cs="Times New Roman"/>
    </w:rPr>
  </w:style>
  <w:style w:type="character" w:styleId="ab">
    <w:name w:val="Hyperlink"/>
    <w:uiPriority w:val="99"/>
    <w:rsid w:val="009145A7"/>
    <w:rPr>
      <w:rFonts w:cs="Times New Roman"/>
      <w:color w:val="0000CC"/>
      <w:u w:val="single"/>
    </w:rPr>
  </w:style>
  <w:style w:type="paragraph" w:styleId="HTML">
    <w:name w:val="HTML Preformatted"/>
    <w:basedOn w:val="a"/>
    <w:link w:val="HTML0"/>
    <w:uiPriority w:val="99"/>
    <w:rsid w:val="009145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9145A7"/>
    <w:rPr>
      <w:rFonts w:ascii="Courier New" w:hAnsi="Courier New" w:cs="Times New Roman"/>
      <w:lang w:eastAsia="ru-RU"/>
    </w:rPr>
  </w:style>
  <w:style w:type="paragraph" w:styleId="ac">
    <w:name w:val="Body Text Indent"/>
    <w:aliases w:val="Основной текст 1,Нумерованный список !!"/>
    <w:basedOn w:val="a"/>
    <w:link w:val="ad"/>
    <w:uiPriority w:val="99"/>
    <w:rsid w:val="009145A7"/>
    <w:pPr>
      <w:spacing w:line="360" w:lineRule="auto"/>
      <w:ind w:firstLine="720"/>
      <w:jc w:val="both"/>
    </w:pPr>
    <w:rPr>
      <w:sz w:val="28"/>
      <w:szCs w:val="20"/>
    </w:rPr>
  </w:style>
  <w:style w:type="character" w:customStyle="1" w:styleId="ad">
    <w:name w:val="Основной текст с отступом Знак"/>
    <w:aliases w:val="Основной текст 1 Знак,Нумерованный список !! Знак"/>
    <w:link w:val="ac"/>
    <w:uiPriority w:val="99"/>
    <w:locked/>
    <w:rsid w:val="009145A7"/>
    <w:rPr>
      <w:rFonts w:cs="Times New Roman"/>
      <w:sz w:val="28"/>
      <w:lang w:eastAsia="ru-RU"/>
    </w:rPr>
  </w:style>
  <w:style w:type="paragraph" w:customStyle="1" w:styleId="ae">
    <w:name w:val="Знак Знак Знак Знак Знак Знак Знак Знак Знак Знак Знак Знак Знак"/>
    <w:basedOn w:val="a"/>
    <w:uiPriority w:val="99"/>
    <w:rsid w:val="009145A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">
    <w:name w:val="Мой стиль"/>
    <w:basedOn w:val="a"/>
    <w:uiPriority w:val="99"/>
    <w:rsid w:val="009145A7"/>
    <w:pPr>
      <w:widowControl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af0">
    <w:name w:val="Normal (Web)"/>
    <w:basedOn w:val="a"/>
    <w:uiPriority w:val="99"/>
    <w:rsid w:val="009145A7"/>
    <w:pPr>
      <w:spacing w:before="100" w:beforeAutospacing="1" w:after="100" w:afterAutospacing="1"/>
    </w:pPr>
  </w:style>
  <w:style w:type="table" w:styleId="af1">
    <w:name w:val="Table Grid"/>
    <w:basedOn w:val="a1"/>
    <w:uiPriority w:val="99"/>
    <w:rsid w:val="009145A7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9145A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2">
    <w:name w:val="Body Text 2"/>
    <w:basedOn w:val="a"/>
    <w:link w:val="23"/>
    <w:uiPriority w:val="99"/>
    <w:rsid w:val="009145A7"/>
    <w:pPr>
      <w:spacing w:after="120" w:line="480" w:lineRule="auto"/>
    </w:pPr>
    <w:rPr>
      <w:szCs w:val="20"/>
    </w:rPr>
  </w:style>
  <w:style w:type="character" w:customStyle="1" w:styleId="23">
    <w:name w:val="Основной текст 2 Знак"/>
    <w:link w:val="22"/>
    <w:uiPriority w:val="99"/>
    <w:locked/>
    <w:rsid w:val="009145A7"/>
    <w:rPr>
      <w:rFonts w:cs="Times New Roman"/>
      <w:sz w:val="24"/>
    </w:rPr>
  </w:style>
  <w:style w:type="character" w:styleId="af2">
    <w:name w:val="Strong"/>
    <w:uiPriority w:val="99"/>
    <w:qFormat/>
    <w:rsid w:val="009145A7"/>
    <w:rPr>
      <w:rFonts w:cs="Times New Roman"/>
      <w:b/>
    </w:rPr>
  </w:style>
  <w:style w:type="character" w:styleId="af3">
    <w:name w:val="Emphasis"/>
    <w:uiPriority w:val="99"/>
    <w:qFormat/>
    <w:rsid w:val="009145A7"/>
    <w:rPr>
      <w:rFonts w:cs="Times New Roman"/>
      <w:i/>
    </w:rPr>
  </w:style>
  <w:style w:type="paragraph" w:customStyle="1" w:styleId="ConsPlusTitle">
    <w:name w:val="ConsPlusTitle"/>
    <w:uiPriority w:val="99"/>
    <w:rsid w:val="009145A7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f4">
    <w:name w:val="Основной текст_"/>
    <w:link w:val="31"/>
    <w:uiPriority w:val="99"/>
    <w:locked/>
    <w:rsid w:val="009145A7"/>
    <w:rPr>
      <w:sz w:val="21"/>
      <w:shd w:val="clear" w:color="auto" w:fill="FFFFFF"/>
    </w:rPr>
  </w:style>
  <w:style w:type="paragraph" w:customStyle="1" w:styleId="31">
    <w:name w:val="Основной текст3"/>
    <w:basedOn w:val="a"/>
    <w:link w:val="af4"/>
    <w:uiPriority w:val="99"/>
    <w:rsid w:val="009145A7"/>
    <w:pPr>
      <w:shd w:val="clear" w:color="auto" w:fill="FFFFFF"/>
      <w:spacing w:before="780" w:line="250" w:lineRule="exact"/>
      <w:jc w:val="both"/>
    </w:pPr>
    <w:rPr>
      <w:sz w:val="21"/>
      <w:szCs w:val="20"/>
      <w:shd w:val="clear" w:color="auto" w:fill="FFFFFF"/>
    </w:rPr>
  </w:style>
  <w:style w:type="paragraph" w:styleId="af5">
    <w:name w:val="Balloon Text"/>
    <w:basedOn w:val="a"/>
    <w:link w:val="af6"/>
    <w:uiPriority w:val="99"/>
    <w:semiHidden/>
    <w:rsid w:val="009145A7"/>
    <w:rPr>
      <w:rFonts w:ascii="Tahoma" w:hAnsi="Tahoma"/>
      <w:sz w:val="16"/>
      <w:szCs w:val="20"/>
    </w:rPr>
  </w:style>
  <w:style w:type="character" w:customStyle="1" w:styleId="af6">
    <w:name w:val="Текст выноски Знак"/>
    <w:link w:val="af5"/>
    <w:uiPriority w:val="99"/>
    <w:semiHidden/>
    <w:locked/>
    <w:rsid w:val="009145A7"/>
    <w:rPr>
      <w:rFonts w:ascii="Tahoma" w:hAnsi="Tahoma" w:cs="Times New Roman"/>
      <w:sz w:val="16"/>
    </w:rPr>
  </w:style>
  <w:style w:type="character" w:customStyle="1" w:styleId="apple-converted-space">
    <w:name w:val="apple-converted-space"/>
    <w:uiPriority w:val="99"/>
    <w:rsid w:val="009145A7"/>
  </w:style>
  <w:style w:type="paragraph" w:styleId="af7">
    <w:name w:val="No Spacing"/>
    <w:link w:val="af8"/>
    <w:uiPriority w:val="99"/>
    <w:qFormat/>
    <w:rsid w:val="009145A7"/>
    <w:rPr>
      <w:rFonts w:ascii="Calibri" w:hAnsi="Calibri"/>
      <w:sz w:val="22"/>
    </w:rPr>
  </w:style>
  <w:style w:type="character" w:customStyle="1" w:styleId="af8">
    <w:name w:val="Без интервала Знак"/>
    <w:link w:val="af7"/>
    <w:uiPriority w:val="99"/>
    <w:locked/>
    <w:rsid w:val="009145A7"/>
    <w:rPr>
      <w:rFonts w:ascii="Calibri" w:hAnsi="Calibri"/>
      <w:sz w:val="22"/>
      <w:lang w:val="ru-RU" w:eastAsia="ru-RU" w:bidi="ar-SA"/>
    </w:rPr>
  </w:style>
  <w:style w:type="character" w:customStyle="1" w:styleId="highlight">
    <w:name w:val="highlight"/>
    <w:uiPriority w:val="99"/>
    <w:rsid w:val="009145A7"/>
    <w:rPr>
      <w:rFonts w:cs="Times New Roman"/>
    </w:rPr>
  </w:style>
  <w:style w:type="paragraph" w:customStyle="1" w:styleId="af9">
    <w:name w:val="Знак"/>
    <w:basedOn w:val="a"/>
    <w:next w:val="a"/>
    <w:uiPriority w:val="99"/>
    <w:rsid w:val="009145A7"/>
    <w:pPr>
      <w:spacing w:after="160" w:line="240" w:lineRule="exact"/>
      <w:ind w:firstLine="720"/>
    </w:pPr>
    <w:rPr>
      <w:rFonts w:ascii="Verdana" w:hAnsi="Verdana"/>
      <w:lang w:val="en-US" w:eastAsia="en-US"/>
    </w:rPr>
  </w:style>
  <w:style w:type="paragraph" w:styleId="afa">
    <w:name w:val="List Paragraph"/>
    <w:basedOn w:val="a"/>
    <w:uiPriority w:val="99"/>
    <w:qFormat/>
    <w:rsid w:val="009145A7"/>
    <w:pPr>
      <w:ind w:left="708"/>
    </w:pPr>
  </w:style>
  <w:style w:type="character" w:customStyle="1" w:styleId="afb">
    <w:name w:val="Гипертекстовая ссылка"/>
    <w:uiPriority w:val="99"/>
    <w:rsid w:val="009145A7"/>
    <w:rPr>
      <w:b/>
      <w:color w:val="008000"/>
    </w:rPr>
  </w:style>
  <w:style w:type="paragraph" w:customStyle="1" w:styleId="11">
    <w:name w:val="Без интервала1"/>
    <w:uiPriority w:val="99"/>
    <w:rsid w:val="009145A7"/>
    <w:rPr>
      <w:rFonts w:ascii="Calibri" w:hAnsi="Calibri"/>
      <w:sz w:val="22"/>
      <w:szCs w:val="22"/>
      <w:lang w:eastAsia="en-US"/>
    </w:rPr>
  </w:style>
  <w:style w:type="paragraph" w:styleId="24">
    <w:name w:val="Body Text Indent 2"/>
    <w:basedOn w:val="a"/>
    <w:link w:val="25"/>
    <w:uiPriority w:val="99"/>
    <w:rsid w:val="009145A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uiPriority w:val="99"/>
    <w:semiHidden/>
    <w:locked/>
    <w:rsid w:val="00CB3664"/>
    <w:rPr>
      <w:rFonts w:cs="Times New Roman"/>
      <w:sz w:val="24"/>
      <w:szCs w:val="24"/>
    </w:rPr>
  </w:style>
  <w:style w:type="paragraph" w:styleId="afc">
    <w:name w:val="Revision"/>
    <w:hidden/>
    <w:uiPriority w:val="99"/>
    <w:semiHidden/>
    <w:rsid w:val="001939C1"/>
    <w:rPr>
      <w:sz w:val="24"/>
      <w:szCs w:val="24"/>
    </w:rPr>
  </w:style>
  <w:style w:type="character" w:customStyle="1" w:styleId="FontStyle173">
    <w:name w:val="Font Style173"/>
    <w:uiPriority w:val="99"/>
    <w:rsid w:val="00606A88"/>
    <w:rPr>
      <w:rFonts w:ascii="Times New Roman" w:hAnsi="Times New Roman"/>
      <w:sz w:val="22"/>
    </w:rPr>
  </w:style>
  <w:style w:type="paragraph" w:customStyle="1" w:styleId="Style23">
    <w:name w:val="Style23"/>
    <w:basedOn w:val="a"/>
    <w:uiPriority w:val="99"/>
    <w:rsid w:val="00606A88"/>
    <w:pPr>
      <w:widowControl w:val="0"/>
      <w:autoSpaceDE w:val="0"/>
      <w:autoSpaceDN w:val="0"/>
      <w:adjustRightInd w:val="0"/>
      <w:spacing w:line="276" w:lineRule="exact"/>
      <w:ind w:firstLine="710"/>
      <w:jc w:val="both"/>
    </w:pPr>
  </w:style>
  <w:style w:type="paragraph" w:customStyle="1" w:styleId="Style26">
    <w:name w:val="Style26"/>
    <w:basedOn w:val="a"/>
    <w:uiPriority w:val="99"/>
    <w:rsid w:val="00606A88"/>
    <w:pPr>
      <w:widowControl w:val="0"/>
      <w:autoSpaceDE w:val="0"/>
      <w:autoSpaceDN w:val="0"/>
      <w:adjustRightInd w:val="0"/>
      <w:spacing w:line="277" w:lineRule="exact"/>
      <w:ind w:firstLine="782"/>
      <w:jc w:val="both"/>
    </w:pPr>
  </w:style>
  <w:style w:type="paragraph" w:customStyle="1" w:styleId="Style25">
    <w:name w:val="Style25"/>
    <w:basedOn w:val="a"/>
    <w:uiPriority w:val="99"/>
    <w:rsid w:val="00606A88"/>
    <w:pPr>
      <w:widowControl w:val="0"/>
      <w:autoSpaceDE w:val="0"/>
      <w:autoSpaceDN w:val="0"/>
      <w:adjustRightInd w:val="0"/>
      <w:spacing w:line="274" w:lineRule="exact"/>
    </w:pPr>
  </w:style>
  <w:style w:type="paragraph" w:customStyle="1" w:styleId="Style31">
    <w:name w:val="Style31"/>
    <w:basedOn w:val="a"/>
    <w:uiPriority w:val="99"/>
    <w:rsid w:val="00606A88"/>
    <w:pPr>
      <w:widowControl w:val="0"/>
      <w:autoSpaceDE w:val="0"/>
      <w:autoSpaceDN w:val="0"/>
      <w:adjustRightInd w:val="0"/>
      <w:spacing w:line="278" w:lineRule="exact"/>
      <w:ind w:firstLine="701"/>
      <w:jc w:val="both"/>
    </w:pPr>
  </w:style>
  <w:style w:type="paragraph" w:customStyle="1" w:styleId="12">
    <w:name w:val="Обычный1"/>
    <w:uiPriority w:val="99"/>
    <w:rsid w:val="00D105F8"/>
    <w:pPr>
      <w:widowControl w:val="0"/>
      <w:snapToGrid w:val="0"/>
    </w:pPr>
    <w:rPr>
      <w:rFonts w:ascii="Courier New" w:hAnsi="Courier New"/>
    </w:rPr>
  </w:style>
  <w:style w:type="numbering" w:customStyle="1" w:styleId="2">
    <w:name w:val="Стиль2"/>
    <w:rsid w:val="00457FEE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479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39">
      <w:marLeft w:val="75"/>
      <w:marRight w:val="75"/>
      <w:marTop w:val="30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47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47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47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479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1479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1479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47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479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2;&#1055;%20&#1060;&#1080;&#1085;&#1072;&#1085;&#1089;&#109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F92633-D2F8-463F-A0F0-7E356B127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МП Финансы</Template>
  <TotalTime>328</TotalTime>
  <Pages>1</Pages>
  <Words>2415</Words>
  <Characters>13769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AS</Company>
  <LinksUpToDate>false</LinksUpToDate>
  <CharactersWithSpaces>16152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cp:lastModifiedBy>Пользователь Windows</cp:lastModifiedBy>
  <cp:revision>32</cp:revision>
  <cp:lastPrinted>2021-04-07T14:12:00Z</cp:lastPrinted>
  <dcterms:created xsi:type="dcterms:W3CDTF">2018-12-25T06:37:00Z</dcterms:created>
  <dcterms:modified xsi:type="dcterms:W3CDTF">2021-04-07T14:14:00Z</dcterms:modified>
</cp:coreProperties>
</file>